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86F01" w14:textId="77777777" w:rsidR="00D2641B" w:rsidRPr="00D2641B" w:rsidRDefault="00D2641B" w:rsidP="00D2641B">
      <w:pPr>
        <w:pStyle w:val="IREBBookTitle"/>
      </w:pPr>
      <w:r w:rsidRPr="00D2641B">
        <w:t>Application for the</w:t>
      </w:r>
    </w:p>
    <w:p w14:paraId="09874DE3" w14:textId="77777777" w:rsidR="00D2641B" w:rsidRPr="00D2641B" w:rsidRDefault="00D2641B" w:rsidP="00D2641B">
      <w:pPr>
        <w:pStyle w:val="IREBBookTitle"/>
      </w:pPr>
      <w:r w:rsidRPr="00D2641B">
        <w:t>CPRE Expert Level Examination</w:t>
      </w:r>
    </w:p>
    <w:p w14:paraId="26C3ACBF" w14:textId="77777777" w:rsidR="00D2641B" w:rsidRPr="00D2641B" w:rsidRDefault="00D2641B" w:rsidP="00D2641B">
      <w:r w:rsidRPr="00D2641B">
        <w:br w:type="page"/>
      </w:r>
    </w:p>
    <w:p w14:paraId="3BC6E677" w14:textId="77777777" w:rsidR="00D2641B" w:rsidRPr="00D2641B" w:rsidRDefault="00D2641B" w:rsidP="00D2641B">
      <w:pPr>
        <w:sectPr w:rsidR="00D2641B" w:rsidRPr="00D2641B" w:rsidSect="00D2641B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pgSz w:w="11900" w:h="16840"/>
          <w:pgMar w:top="1417" w:right="1417" w:bottom="1134" w:left="1417" w:header="283" w:footer="170" w:gutter="0"/>
          <w:pgNumType w:fmt="upperRoman" w:start="1"/>
          <w:cols w:space="720"/>
          <w:titlePg/>
          <w:docGrid w:linePitch="299"/>
        </w:sectPr>
      </w:pPr>
    </w:p>
    <w:p w14:paraId="58843D38" w14:textId="77777777" w:rsidR="00D2641B" w:rsidRPr="00D2641B" w:rsidRDefault="00D2641B" w:rsidP="00D2641B">
      <w:pPr>
        <w:pStyle w:val="Heading1"/>
      </w:pPr>
      <w:r w:rsidRPr="00D2641B">
        <w:lastRenderedPageBreak/>
        <w:t>Curriculum Vitae (CV)</w:t>
      </w:r>
    </w:p>
    <w:p w14:paraId="6AC77B51" w14:textId="77777777" w:rsidR="00284A2D" w:rsidRPr="00C15389" w:rsidRDefault="00284A2D" w:rsidP="00284A2D">
      <w:r w:rsidRPr="00C15389">
        <w:t>Please attach an up-to-date CV including the following information:</w:t>
      </w:r>
    </w:p>
    <w:p w14:paraId="01D2CC43" w14:textId="77777777" w:rsidR="00284A2D" w:rsidRPr="00C15389" w:rsidRDefault="00284A2D" w:rsidP="00284A2D">
      <w:pPr>
        <w:pStyle w:val="Heading2"/>
      </w:pPr>
      <w:r w:rsidRPr="00C15389">
        <w:t xml:space="preserve">Personal </w:t>
      </w:r>
      <w:proofErr w:type="spellStart"/>
      <w:r w:rsidRPr="00C15389">
        <w:t>information</w:t>
      </w:r>
      <w:proofErr w:type="spellEnd"/>
    </w:p>
    <w:p w14:paraId="0EF2E74E" w14:textId="77777777" w:rsidR="00284A2D" w:rsidRPr="00284A2D" w:rsidRDefault="00284A2D" w:rsidP="00284A2D">
      <w:pPr>
        <w:pStyle w:val="IREBBulletList"/>
      </w:pPr>
      <w:r w:rsidRPr="00284A2D">
        <w:rPr>
          <w:rStyle w:val="IREBPPMoriBold"/>
        </w:rPr>
        <w:t>Full Name</w:t>
      </w:r>
      <w:r w:rsidRPr="00284A2D">
        <w:t>:</w:t>
      </w:r>
      <w:r w:rsidRPr="00284A2D">
        <w:tab/>
      </w:r>
      <w:r w:rsidRPr="00284A2D">
        <w:tab/>
      </w:r>
      <w:r w:rsidRPr="00284A2D">
        <w:tab/>
      </w:r>
      <w:r w:rsidRPr="00284A2D">
        <w:tab/>
        <w:t>&lt;Title&gt; &lt;Fist Name&gt; &lt;Last Name&gt;</w:t>
      </w:r>
    </w:p>
    <w:p w14:paraId="17A06153" w14:textId="77777777" w:rsidR="00284A2D" w:rsidRPr="00284A2D" w:rsidRDefault="00284A2D" w:rsidP="00284A2D">
      <w:pPr>
        <w:pStyle w:val="IREBBulletList"/>
      </w:pPr>
      <w:r w:rsidRPr="00284A2D">
        <w:rPr>
          <w:rStyle w:val="IREBPPMoriBold"/>
        </w:rPr>
        <w:t>Date of Birth</w:t>
      </w:r>
      <w:r w:rsidRPr="00284A2D">
        <w:t xml:space="preserve">: </w:t>
      </w:r>
      <w:r w:rsidRPr="00284A2D">
        <w:tab/>
      </w:r>
      <w:r w:rsidRPr="00284A2D">
        <w:tab/>
      </w:r>
      <w:r w:rsidRPr="00284A2D">
        <w:tab/>
      </w:r>
      <w:r w:rsidRPr="00284A2D">
        <w:tab/>
        <w:t>&lt;MM.YYYY&gt;</w:t>
      </w:r>
    </w:p>
    <w:p w14:paraId="7EC26A4A" w14:textId="77777777" w:rsidR="00284A2D" w:rsidRPr="00284A2D" w:rsidRDefault="00284A2D" w:rsidP="00284A2D">
      <w:pPr>
        <w:pStyle w:val="IREBBulletList"/>
      </w:pPr>
      <w:r w:rsidRPr="00284A2D">
        <w:rPr>
          <w:rStyle w:val="IREBPPMoriBold"/>
        </w:rPr>
        <w:t xml:space="preserve">Email Address </w:t>
      </w:r>
      <w:r w:rsidRPr="00284A2D">
        <w:t>(optional):</w:t>
      </w:r>
      <w:r w:rsidRPr="00284A2D">
        <w:tab/>
      </w:r>
      <w:r w:rsidRPr="00284A2D">
        <w:tab/>
        <w:t xml:space="preserve"> &lt;E-mail&gt;</w:t>
      </w:r>
    </w:p>
    <w:p w14:paraId="0374A17B" w14:textId="77777777" w:rsidR="00284A2D" w:rsidRPr="00284A2D" w:rsidRDefault="00284A2D" w:rsidP="00284A2D">
      <w:pPr>
        <w:pStyle w:val="IREBBulletList"/>
      </w:pPr>
      <w:r w:rsidRPr="00284A2D">
        <w:rPr>
          <w:rStyle w:val="IREBPPMoriBold"/>
        </w:rPr>
        <w:t>LinkedIn/XING</w:t>
      </w:r>
      <w:r w:rsidRPr="00284A2D">
        <w:t xml:space="preserve"> (optional):</w:t>
      </w:r>
      <w:r w:rsidRPr="00284A2D">
        <w:tab/>
      </w:r>
      <w:r w:rsidRPr="00284A2D">
        <w:tab/>
        <w:t>&lt;URL&gt;</w:t>
      </w:r>
    </w:p>
    <w:p w14:paraId="2C63A442" w14:textId="77777777" w:rsidR="00284A2D" w:rsidRPr="00C15389" w:rsidRDefault="00284A2D" w:rsidP="00284A2D"/>
    <w:p w14:paraId="05A130C7" w14:textId="77777777" w:rsidR="00284A2D" w:rsidRPr="00C15389" w:rsidRDefault="00284A2D" w:rsidP="00284A2D">
      <w:pPr>
        <w:pStyle w:val="Heading2"/>
      </w:pPr>
      <w:r w:rsidRPr="00C15389">
        <w:t xml:space="preserve">Education and professional </w:t>
      </w:r>
      <w:proofErr w:type="spellStart"/>
      <w:r w:rsidRPr="00C15389">
        <w:t>experience</w:t>
      </w:r>
      <w:proofErr w:type="spellEnd"/>
    </w:p>
    <w:p w14:paraId="13D8E9A2" w14:textId="77777777" w:rsidR="00284A2D" w:rsidRPr="00284A2D" w:rsidRDefault="00284A2D" w:rsidP="00284A2D">
      <w:pPr>
        <w:pStyle w:val="IREBBulletList"/>
      </w:pPr>
      <w:r w:rsidRPr="00284A2D">
        <w:rPr>
          <w:rStyle w:val="IREBPPMoriBold"/>
        </w:rPr>
        <w:t>Education:</w:t>
      </w:r>
      <w:r w:rsidRPr="00284A2D">
        <w:t xml:space="preserve"> university, degree, field of study, other qualifications</w:t>
      </w:r>
    </w:p>
    <w:p w14:paraId="0387AD31" w14:textId="77777777" w:rsidR="00284A2D" w:rsidRPr="00284A2D" w:rsidRDefault="00284A2D" w:rsidP="00284A2D">
      <w:pPr>
        <w:pStyle w:val="IREBBulletList"/>
      </w:pPr>
      <w:r w:rsidRPr="00284A2D">
        <w:rPr>
          <w:rStyle w:val="IREBPPMoriBold"/>
        </w:rPr>
        <w:t>Professional experience:</w:t>
      </w:r>
      <w:r w:rsidRPr="00284A2D">
        <w:t xml:space="preserve"> positions held, companies, duration of employment</w:t>
      </w:r>
    </w:p>
    <w:p w14:paraId="070BF344" w14:textId="77777777" w:rsidR="00284A2D" w:rsidRPr="00284A2D" w:rsidRDefault="00284A2D" w:rsidP="00284A2D">
      <w:pPr>
        <w:pStyle w:val="IREBBulletList"/>
      </w:pPr>
      <w:r w:rsidRPr="00284A2D">
        <w:rPr>
          <w:rStyle w:val="IREBPPMoriBold"/>
        </w:rPr>
        <w:t>Teaching/Coaching Experience</w:t>
      </w:r>
      <w:r w:rsidRPr="00284A2D">
        <w:t>: professional teaching/coaching experience (if any)</w:t>
      </w:r>
    </w:p>
    <w:p w14:paraId="70802F99" w14:textId="77777777" w:rsidR="00284A2D" w:rsidRPr="00284A2D" w:rsidRDefault="00284A2D" w:rsidP="00284A2D">
      <w:pPr>
        <w:pStyle w:val="IREBBulletList"/>
      </w:pPr>
      <w:r w:rsidRPr="00284A2D">
        <w:rPr>
          <w:rStyle w:val="IREBPPMoriBold"/>
        </w:rPr>
        <w:t xml:space="preserve">Certifications: </w:t>
      </w:r>
      <w:r w:rsidRPr="00284A2D">
        <w:rPr>
          <w:rStyle w:val="IREBPPMoriRegular"/>
        </w:rPr>
        <w:t>all certifications relevant for this application (</w:t>
      </w:r>
      <w:r w:rsidRPr="00284A2D">
        <w:t>Please make sure to provide official proof of all RE-related certifications</w:t>
      </w:r>
      <w:r w:rsidRPr="00284A2D">
        <w:rPr>
          <w:rStyle w:val="IREBPPMoriRegular"/>
        </w:rPr>
        <w:t>)</w:t>
      </w:r>
    </w:p>
    <w:p w14:paraId="00AEEDC2" w14:textId="77777777" w:rsidR="00284A2D" w:rsidRPr="00284A2D" w:rsidRDefault="00284A2D" w:rsidP="00284A2D">
      <w:pPr>
        <w:pStyle w:val="IREBBulletList"/>
        <w:rPr>
          <w:rStyle w:val="IREBPPMoriBold"/>
        </w:rPr>
      </w:pPr>
      <w:r w:rsidRPr="00284A2D">
        <w:rPr>
          <w:rStyle w:val="IREBPPMoriBold"/>
        </w:rPr>
        <w:t>Additional relevant training or professional development courses</w:t>
      </w:r>
    </w:p>
    <w:p w14:paraId="52DACF34" w14:textId="77777777" w:rsidR="00D2641B" w:rsidRPr="00D2641B" w:rsidRDefault="00D2641B" w:rsidP="00D2641B"/>
    <w:p w14:paraId="2F4BE239" w14:textId="77777777" w:rsidR="00D2641B" w:rsidRPr="00D2641B" w:rsidRDefault="00D2641B" w:rsidP="00D2641B">
      <w:pPr>
        <w:sectPr w:rsidR="00D2641B" w:rsidRPr="00D2641B" w:rsidSect="00D2641B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794" w:right="1191" w:bottom="1588" w:left="1191" w:header="284" w:footer="170" w:gutter="0"/>
          <w:cols w:space="708"/>
          <w:docGrid w:linePitch="360"/>
        </w:sectPr>
      </w:pPr>
    </w:p>
    <w:p w14:paraId="0D326081" w14:textId="77777777" w:rsidR="00D2641B" w:rsidRPr="00D2641B" w:rsidRDefault="00D2641B" w:rsidP="00D2641B">
      <w:pPr>
        <w:pStyle w:val="Heading1"/>
      </w:pPr>
      <w:r w:rsidRPr="00D2641B">
        <w:lastRenderedPageBreak/>
        <w:t xml:space="preserve">Proof of </w:t>
      </w:r>
      <w:proofErr w:type="spellStart"/>
      <w:r w:rsidRPr="00D2641B">
        <w:t>practical</w:t>
      </w:r>
      <w:proofErr w:type="spellEnd"/>
      <w:r w:rsidRPr="00D2641B">
        <w:t xml:space="preserve"> </w:t>
      </w:r>
      <w:proofErr w:type="spellStart"/>
      <w:r w:rsidRPr="00D2641B">
        <w:t>experience</w:t>
      </w:r>
      <w:proofErr w:type="spellEnd"/>
    </w:p>
    <w:p w14:paraId="5C947394" w14:textId="77777777" w:rsidR="00091E9A" w:rsidRDefault="00091E9A" w:rsidP="00091E9A">
      <w:r w:rsidRPr="00DB404C">
        <w:t xml:space="preserve">Please fill out the following table to demonstrate your RE-related work experience. According to the exam regulations, the total duration </w:t>
      </w:r>
      <w:r w:rsidRPr="00DB404C">
        <w:rPr>
          <w:rStyle w:val="IREBPPMoriBold"/>
        </w:rPr>
        <w:t>must exceed 36 months</w:t>
      </w:r>
      <w:r w:rsidRPr="00DB404C">
        <w:t xml:space="preserve"> in full-time equivalent (</w:t>
      </w:r>
      <w:r w:rsidRPr="00DB404C">
        <w:rPr>
          <w:rStyle w:val="IREBPPMoriBold"/>
        </w:rPr>
        <w:t>FTE</w:t>
      </w:r>
      <w:r w:rsidRPr="00DB404C">
        <w:t>), calculated as: Time spent on this project (FTE months) × Percentage of time spent on RE tasks (%).</w:t>
      </w:r>
    </w:p>
    <w:p w14:paraId="4622D499" w14:textId="77777777" w:rsidR="00091E9A" w:rsidRPr="00091E9A" w:rsidRDefault="00091E9A" w:rsidP="00091E9A">
      <w:pPr>
        <w:pStyle w:val="IREBHint"/>
      </w:pPr>
      <w:proofErr w:type="spellStart"/>
      <w:r w:rsidRPr="00091E9A">
        <w:t>Example</w:t>
      </w:r>
      <w:proofErr w:type="spellEnd"/>
      <w:r w:rsidRPr="00091E9A">
        <w:t>:</w:t>
      </w:r>
      <w:r w:rsidRPr="00C15389">
        <w:t xml:space="preserve"> </w:t>
      </w:r>
      <w:proofErr w:type="spellStart"/>
      <w:r w:rsidRPr="00091E9A">
        <w:t>If</w:t>
      </w:r>
      <w:proofErr w:type="spellEnd"/>
      <w:r w:rsidRPr="00091E9A">
        <w:t xml:space="preserve"> </w:t>
      </w:r>
      <w:proofErr w:type="spellStart"/>
      <w:r w:rsidRPr="00091E9A">
        <w:t>you</w:t>
      </w:r>
      <w:proofErr w:type="spellEnd"/>
      <w:r w:rsidRPr="00091E9A">
        <w:t xml:space="preserve"> </w:t>
      </w:r>
      <w:proofErr w:type="spellStart"/>
      <w:r w:rsidRPr="00091E9A">
        <w:t>worked</w:t>
      </w:r>
      <w:proofErr w:type="spellEnd"/>
      <w:r w:rsidRPr="00091E9A">
        <w:t xml:space="preserve"> on a </w:t>
      </w:r>
      <w:proofErr w:type="spellStart"/>
      <w:r w:rsidRPr="00091E9A">
        <w:t>project</w:t>
      </w:r>
      <w:proofErr w:type="spellEnd"/>
      <w:r w:rsidRPr="00091E9A">
        <w:t xml:space="preserve"> for 12 </w:t>
      </w:r>
      <w:proofErr w:type="spellStart"/>
      <w:r w:rsidRPr="00091E9A">
        <w:t>months</w:t>
      </w:r>
      <w:proofErr w:type="spellEnd"/>
      <w:r w:rsidRPr="00091E9A">
        <w:t xml:space="preserve"> at 50% RE </w:t>
      </w:r>
      <w:proofErr w:type="spellStart"/>
      <w:r w:rsidRPr="00091E9A">
        <w:t>involvement</w:t>
      </w:r>
      <w:proofErr w:type="spellEnd"/>
      <w:r w:rsidRPr="00091E9A">
        <w:t xml:space="preserve">, </w:t>
      </w:r>
      <w:proofErr w:type="spellStart"/>
      <w:r w:rsidRPr="00091E9A">
        <w:t>your</w:t>
      </w:r>
      <w:proofErr w:type="spellEnd"/>
      <w:r w:rsidRPr="00091E9A">
        <w:t xml:space="preserve"> </w:t>
      </w:r>
      <w:proofErr w:type="spellStart"/>
      <w:r w:rsidRPr="00091E9A">
        <w:t>credited</w:t>
      </w:r>
      <w:proofErr w:type="spellEnd"/>
      <w:r w:rsidRPr="00091E9A">
        <w:t xml:space="preserve"> RE </w:t>
      </w:r>
      <w:proofErr w:type="spellStart"/>
      <w:r w:rsidRPr="00091E9A">
        <w:t>experience</w:t>
      </w:r>
      <w:proofErr w:type="spellEnd"/>
      <w:r w:rsidRPr="00091E9A">
        <w:t xml:space="preserve"> </w:t>
      </w:r>
      <w:proofErr w:type="spellStart"/>
      <w:r w:rsidRPr="00091E9A">
        <w:t>would</w:t>
      </w:r>
      <w:proofErr w:type="spellEnd"/>
      <w:r w:rsidRPr="00091E9A">
        <w:t xml:space="preserve"> </w:t>
      </w:r>
      <w:proofErr w:type="spellStart"/>
      <w:r w:rsidRPr="00091E9A">
        <w:t>be</w:t>
      </w:r>
      <w:proofErr w:type="spellEnd"/>
      <w:r w:rsidRPr="00091E9A">
        <w:t>:</w:t>
      </w:r>
      <w:r w:rsidRPr="00C15389">
        <w:t xml:space="preserve"> </w:t>
      </w:r>
      <w:r w:rsidRPr="00091E9A">
        <w:t xml:space="preserve">12 × 50% = 6 FTE </w:t>
      </w:r>
      <w:proofErr w:type="spellStart"/>
      <w:r w:rsidRPr="00091E9A">
        <w:t>months</w:t>
      </w:r>
      <w:proofErr w:type="spellEnd"/>
    </w:p>
    <w:p w14:paraId="4142D7A2" w14:textId="77777777" w:rsidR="00091E9A" w:rsidRPr="00091E9A" w:rsidRDefault="00091E9A" w:rsidP="00091E9A">
      <w:pPr>
        <w:pStyle w:val="IREBHint"/>
      </w:pPr>
      <w:proofErr w:type="spellStart"/>
      <w:r w:rsidRPr="00091E9A">
        <w:t>Please</w:t>
      </w:r>
      <w:proofErr w:type="spellEnd"/>
      <w:r w:rsidRPr="00091E9A">
        <w:t xml:space="preserve"> </w:t>
      </w:r>
      <w:proofErr w:type="spellStart"/>
      <w:r w:rsidRPr="00091E9A">
        <w:t>ensure</w:t>
      </w:r>
      <w:proofErr w:type="spellEnd"/>
      <w:r w:rsidRPr="00091E9A">
        <w:t xml:space="preserve"> </w:t>
      </w:r>
      <w:proofErr w:type="spellStart"/>
      <w:r w:rsidRPr="00091E9A">
        <w:t>that</w:t>
      </w:r>
      <w:proofErr w:type="spellEnd"/>
      <w:r w:rsidRPr="00091E9A">
        <w:t xml:space="preserve"> </w:t>
      </w:r>
      <w:proofErr w:type="spellStart"/>
      <w:r w:rsidRPr="00091E9A">
        <w:t>the</w:t>
      </w:r>
      <w:proofErr w:type="spellEnd"/>
      <w:r w:rsidRPr="00091E9A">
        <w:t xml:space="preserve"> </w:t>
      </w:r>
      <w:proofErr w:type="gramStart"/>
      <w:r w:rsidRPr="00091E9A">
        <w:t>total RE</w:t>
      </w:r>
      <w:proofErr w:type="gramEnd"/>
      <w:r w:rsidRPr="00091E9A">
        <w:t>-</w:t>
      </w:r>
      <w:proofErr w:type="spellStart"/>
      <w:r w:rsidRPr="00091E9A">
        <w:t>related</w:t>
      </w:r>
      <w:proofErr w:type="spellEnd"/>
      <w:r w:rsidRPr="00091E9A">
        <w:t xml:space="preserve"> </w:t>
      </w:r>
      <w:proofErr w:type="spellStart"/>
      <w:r w:rsidRPr="00091E9A">
        <w:t>effort</w:t>
      </w:r>
      <w:proofErr w:type="spellEnd"/>
      <w:r w:rsidRPr="00091E9A">
        <w:t xml:space="preserve"> </w:t>
      </w:r>
      <w:proofErr w:type="spellStart"/>
      <w:r w:rsidRPr="00091E9A">
        <w:t>across</w:t>
      </w:r>
      <w:proofErr w:type="spellEnd"/>
      <w:r w:rsidRPr="00091E9A">
        <w:t xml:space="preserve"> all </w:t>
      </w:r>
      <w:proofErr w:type="spellStart"/>
      <w:r w:rsidRPr="00091E9A">
        <w:t>projects</w:t>
      </w:r>
      <w:proofErr w:type="spellEnd"/>
      <w:r w:rsidRPr="00091E9A">
        <w:t xml:space="preserve"> </w:t>
      </w:r>
      <w:proofErr w:type="spellStart"/>
      <w:r w:rsidRPr="00091E9A">
        <w:t>adds</w:t>
      </w:r>
      <w:proofErr w:type="spellEnd"/>
      <w:r w:rsidRPr="00091E9A">
        <w:t xml:space="preserve"> up to at least 36 FTE </w:t>
      </w:r>
      <w:proofErr w:type="spellStart"/>
      <w:r w:rsidRPr="00091E9A">
        <w:t>months</w:t>
      </w:r>
      <w:proofErr w:type="spellEnd"/>
      <w:r w:rsidRPr="00091E9A">
        <w:t>.</w:t>
      </w:r>
    </w:p>
    <w:tbl>
      <w:tblPr>
        <w:tblStyle w:val="IREBTable"/>
        <w:tblW w:w="0" w:type="auto"/>
        <w:tblLook w:val="04A0" w:firstRow="1" w:lastRow="0" w:firstColumn="1" w:lastColumn="0" w:noHBand="0" w:noVBand="1"/>
      </w:tblPr>
      <w:tblGrid>
        <w:gridCol w:w="501"/>
        <w:gridCol w:w="1422"/>
        <w:gridCol w:w="1641"/>
        <w:gridCol w:w="1976"/>
        <w:gridCol w:w="2077"/>
        <w:gridCol w:w="2131"/>
        <w:gridCol w:w="1592"/>
        <w:gridCol w:w="2664"/>
      </w:tblGrid>
      <w:tr w:rsidR="00091E9A" w:rsidRPr="00C15389" w14:paraId="2C813CCF" w14:textId="77777777" w:rsidTr="007D5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574AD4" w14:textId="77777777" w:rsidR="00091E9A" w:rsidRPr="00091E9A" w:rsidRDefault="00091E9A" w:rsidP="00091E9A">
            <w:pPr>
              <w:pStyle w:val="IREBTableHeader"/>
            </w:pPr>
            <w:r w:rsidRPr="00C15389">
              <w:t>No.</w:t>
            </w:r>
          </w:p>
        </w:tc>
        <w:tc>
          <w:tcPr>
            <w:tcW w:w="0" w:type="auto"/>
            <w:hideMark/>
          </w:tcPr>
          <w:p w14:paraId="7BDE6CD8" w14:textId="77777777" w:rsidR="00091E9A" w:rsidRPr="00091E9A" w:rsidRDefault="00091E9A" w:rsidP="00091E9A">
            <w:pPr>
              <w:pStyle w:val="IREB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389">
              <w:t xml:space="preserve">Project </w:t>
            </w:r>
            <w:r w:rsidRPr="00091E9A">
              <w:t>name</w:t>
            </w:r>
          </w:p>
        </w:tc>
        <w:tc>
          <w:tcPr>
            <w:tcW w:w="0" w:type="auto"/>
            <w:hideMark/>
          </w:tcPr>
          <w:p w14:paraId="1F02A5C3" w14:textId="77777777" w:rsidR="00091E9A" w:rsidRPr="00091E9A" w:rsidRDefault="00091E9A" w:rsidP="00091E9A">
            <w:pPr>
              <w:pStyle w:val="IREB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389">
              <w:t>Domain/</w:t>
            </w:r>
            <w:r w:rsidRPr="00091E9A">
              <w:t xml:space="preserve"> Industry</w:t>
            </w:r>
          </w:p>
        </w:tc>
        <w:tc>
          <w:tcPr>
            <w:tcW w:w="0" w:type="auto"/>
            <w:hideMark/>
          </w:tcPr>
          <w:p w14:paraId="439DF717" w14:textId="77777777" w:rsidR="00091E9A" w:rsidRPr="00091E9A" w:rsidRDefault="00091E9A" w:rsidP="00091E9A">
            <w:pPr>
              <w:pStyle w:val="IREB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389">
              <w:t xml:space="preserve">Your </w:t>
            </w:r>
            <w:r w:rsidRPr="00091E9A">
              <w:t>RE Role in this project</w:t>
            </w:r>
          </w:p>
        </w:tc>
        <w:tc>
          <w:tcPr>
            <w:tcW w:w="2077" w:type="dxa"/>
            <w:hideMark/>
          </w:tcPr>
          <w:p w14:paraId="1E1D119D" w14:textId="77777777" w:rsidR="00091E9A" w:rsidRPr="00091E9A" w:rsidRDefault="00091E9A" w:rsidP="00091E9A">
            <w:pPr>
              <w:pStyle w:val="IREB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389">
              <w:t>Duration of your involvement in this project</w:t>
            </w:r>
          </w:p>
        </w:tc>
        <w:tc>
          <w:tcPr>
            <w:tcW w:w="2131" w:type="dxa"/>
            <w:hideMark/>
          </w:tcPr>
          <w:p w14:paraId="5C3968DC" w14:textId="77777777" w:rsidR="00091E9A" w:rsidRPr="00091E9A" w:rsidRDefault="00091E9A" w:rsidP="00091E9A">
            <w:pPr>
              <w:pStyle w:val="IREB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389">
              <w:t>Time spent on this project (FTE months)</w:t>
            </w:r>
          </w:p>
        </w:tc>
        <w:tc>
          <w:tcPr>
            <w:tcW w:w="1592" w:type="dxa"/>
            <w:hideMark/>
          </w:tcPr>
          <w:p w14:paraId="21789BF0" w14:textId="77777777" w:rsidR="00091E9A" w:rsidRPr="00091E9A" w:rsidRDefault="00091E9A" w:rsidP="00091E9A">
            <w:pPr>
              <w:pStyle w:val="IREB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389">
              <w:t xml:space="preserve">Percentage of time spent on RE </w:t>
            </w:r>
            <w:r w:rsidRPr="00091E9A">
              <w:t>tasks</w:t>
            </w:r>
          </w:p>
        </w:tc>
        <w:tc>
          <w:tcPr>
            <w:tcW w:w="2664" w:type="dxa"/>
            <w:hideMark/>
          </w:tcPr>
          <w:p w14:paraId="2B02FBC3" w14:textId="77777777" w:rsidR="00091E9A" w:rsidRPr="00091E9A" w:rsidRDefault="00091E9A" w:rsidP="00091E9A">
            <w:pPr>
              <w:pStyle w:val="IREB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389">
              <w:t xml:space="preserve">Your top </w:t>
            </w:r>
            <w:r w:rsidRPr="00091E9A">
              <w:t>3 RE activities</w:t>
            </w:r>
          </w:p>
        </w:tc>
      </w:tr>
      <w:tr w:rsidR="00091E9A" w:rsidRPr="00C15389" w14:paraId="6065CBBC" w14:textId="77777777" w:rsidTr="007D5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506AA49" w14:textId="77777777" w:rsidR="00091E9A" w:rsidRPr="00091E9A" w:rsidRDefault="00091E9A" w:rsidP="00091E9A">
            <w:pPr>
              <w:pStyle w:val="IREBTableContent"/>
            </w:pPr>
            <w:r w:rsidRPr="00C15389">
              <w:t>1</w:t>
            </w:r>
          </w:p>
        </w:tc>
        <w:tc>
          <w:tcPr>
            <w:tcW w:w="0" w:type="auto"/>
            <w:hideMark/>
          </w:tcPr>
          <w:p w14:paraId="1BBFB19A" w14:textId="77777777" w:rsidR="00091E9A" w:rsidRPr="00091E9A" w:rsidRDefault="00091E9A" w:rsidP="00091E9A">
            <w:pPr>
              <w:pStyle w:val="IREBTableCont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389">
              <w:t>Name of the project (e.g., "Connected Car Platform")</w:t>
            </w:r>
          </w:p>
        </w:tc>
        <w:tc>
          <w:tcPr>
            <w:tcW w:w="0" w:type="auto"/>
            <w:hideMark/>
          </w:tcPr>
          <w:p w14:paraId="240D16D2" w14:textId="77777777" w:rsidR="00091E9A" w:rsidRPr="00091E9A" w:rsidRDefault="00091E9A" w:rsidP="00091E9A">
            <w:pPr>
              <w:pStyle w:val="IREBTableCont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389">
              <w:t>Industry or sector of the project (e.g., "Automotive", "Finance", "Healthcare")</w:t>
            </w:r>
          </w:p>
        </w:tc>
        <w:tc>
          <w:tcPr>
            <w:tcW w:w="0" w:type="auto"/>
            <w:hideMark/>
          </w:tcPr>
          <w:p w14:paraId="253140C5" w14:textId="77777777" w:rsidR="00091E9A" w:rsidRPr="00091E9A" w:rsidRDefault="00091E9A" w:rsidP="00091E9A">
            <w:pPr>
              <w:pStyle w:val="IREBTableCont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389">
              <w:t xml:space="preserve">Your role in the project related to Requirements Engineering (RE) (e.g., "RE </w:t>
            </w:r>
            <w:r w:rsidRPr="00091E9A">
              <w:t>Analyst", "Business Analyst", "Project Manager with RE responsibilities")</w:t>
            </w:r>
          </w:p>
        </w:tc>
        <w:tc>
          <w:tcPr>
            <w:tcW w:w="2077" w:type="dxa"/>
            <w:hideMark/>
          </w:tcPr>
          <w:p w14:paraId="6D8E8E2B" w14:textId="77777777" w:rsidR="00091E9A" w:rsidRPr="00091E9A" w:rsidRDefault="00091E9A" w:rsidP="00091E9A">
            <w:pPr>
              <w:pStyle w:val="IREBTableCont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389">
              <w:t>The total period you were involved in this project (e.g., "01/2010 – 01/2011")</w:t>
            </w:r>
          </w:p>
        </w:tc>
        <w:tc>
          <w:tcPr>
            <w:tcW w:w="2131" w:type="dxa"/>
            <w:hideMark/>
          </w:tcPr>
          <w:p w14:paraId="10F10834" w14:textId="77777777" w:rsidR="00091E9A" w:rsidRPr="00091E9A" w:rsidRDefault="00091E9A" w:rsidP="00091E9A">
            <w:pPr>
              <w:pStyle w:val="IREBTableCont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389">
              <w:t xml:space="preserve">Your time commitment </w:t>
            </w:r>
            <w:proofErr w:type="gramStart"/>
            <w:r w:rsidRPr="00C15389">
              <w:t>in</w:t>
            </w:r>
            <w:proofErr w:type="gramEnd"/>
            <w:r w:rsidRPr="00C15389">
              <w:t xml:space="preserve"> this project, measured in FTE (Full-Time Equivalent) months (e.g., "6 FTE months" for 6 months full-time or for 1 year part-time at 50%)</w:t>
            </w:r>
          </w:p>
        </w:tc>
        <w:tc>
          <w:tcPr>
            <w:tcW w:w="1592" w:type="dxa"/>
            <w:hideMark/>
          </w:tcPr>
          <w:p w14:paraId="09D45AAE" w14:textId="77777777" w:rsidR="00091E9A" w:rsidRPr="00091E9A" w:rsidRDefault="00091E9A" w:rsidP="00091E9A">
            <w:pPr>
              <w:pStyle w:val="IREBTableCont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389">
              <w:t>The percentage of your overall work in this project that was dedicated to RE (e.g., "80%" means that 80% of your time in this project was spent on RE tasks)</w:t>
            </w:r>
          </w:p>
        </w:tc>
        <w:tc>
          <w:tcPr>
            <w:tcW w:w="2664" w:type="dxa"/>
            <w:hideMark/>
          </w:tcPr>
          <w:p w14:paraId="32A789FF" w14:textId="77777777" w:rsidR="00091E9A" w:rsidRPr="00091E9A" w:rsidRDefault="00091E9A" w:rsidP="00091E9A">
            <w:pPr>
              <w:pStyle w:val="IREBTableCont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389">
              <w:t>The three most important RE-related activities you performed in this project (e.g., "Stakeholder analysis, requirements modeling, validation")</w:t>
            </w:r>
          </w:p>
        </w:tc>
      </w:tr>
      <w:tr w:rsidR="00091E9A" w:rsidRPr="00C15389" w14:paraId="72BDEB2E" w14:textId="77777777" w:rsidTr="007D51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45CBCE" w14:textId="77777777" w:rsidR="00091E9A" w:rsidRPr="00091E9A" w:rsidRDefault="00091E9A" w:rsidP="00091E9A">
            <w:pPr>
              <w:pStyle w:val="IREBTableContent"/>
            </w:pPr>
            <w:r w:rsidRPr="00C15389">
              <w:t>2</w:t>
            </w:r>
          </w:p>
        </w:tc>
        <w:tc>
          <w:tcPr>
            <w:tcW w:w="0" w:type="auto"/>
            <w:hideMark/>
          </w:tcPr>
          <w:p w14:paraId="5CA875E0" w14:textId="77777777" w:rsidR="00091E9A" w:rsidRPr="00091E9A" w:rsidRDefault="00091E9A" w:rsidP="00091E9A">
            <w:pPr>
              <w:pStyle w:val="IREBTableCont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C15389">
              <w:t>...</w:t>
            </w:r>
          </w:p>
        </w:tc>
        <w:tc>
          <w:tcPr>
            <w:tcW w:w="0" w:type="auto"/>
            <w:hideMark/>
          </w:tcPr>
          <w:p w14:paraId="45BEFCA0" w14:textId="77777777" w:rsidR="00091E9A" w:rsidRPr="00091E9A" w:rsidRDefault="00091E9A" w:rsidP="00091E9A">
            <w:pPr>
              <w:pStyle w:val="IREBTableCont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C15389">
              <w:t>...</w:t>
            </w:r>
          </w:p>
        </w:tc>
        <w:tc>
          <w:tcPr>
            <w:tcW w:w="0" w:type="auto"/>
            <w:hideMark/>
          </w:tcPr>
          <w:p w14:paraId="4AEE4F54" w14:textId="77777777" w:rsidR="00091E9A" w:rsidRPr="00091E9A" w:rsidRDefault="00091E9A" w:rsidP="00091E9A">
            <w:pPr>
              <w:pStyle w:val="IREBTableCont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C15389">
              <w:t>...</w:t>
            </w:r>
          </w:p>
        </w:tc>
        <w:tc>
          <w:tcPr>
            <w:tcW w:w="2077" w:type="dxa"/>
            <w:hideMark/>
          </w:tcPr>
          <w:p w14:paraId="3366351D" w14:textId="77777777" w:rsidR="00091E9A" w:rsidRPr="00091E9A" w:rsidRDefault="00091E9A" w:rsidP="00091E9A">
            <w:pPr>
              <w:pStyle w:val="IREBTableCont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C15389">
              <w:t>...</w:t>
            </w:r>
          </w:p>
        </w:tc>
        <w:tc>
          <w:tcPr>
            <w:tcW w:w="2131" w:type="dxa"/>
            <w:hideMark/>
          </w:tcPr>
          <w:p w14:paraId="73106D14" w14:textId="77777777" w:rsidR="00091E9A" w:rsidRPr="00091E9A" w:rsidRDefault="00091E9A" w:rsidP="00091E9A">
            <w:pPr>
              <w:pStyle w:val="IREBTableCont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C15389">
              <w:t>...</w:t>
            </w:r>
          </w:p>
        </w:tc>
        <w:tc>
          <w:tcPr>
            <w:tcW w:w="1592" w:type="dxa"/>
            <w:hideMark/>
          </w:tcPr>
          <w:p w14:paraId="58358669" w14:textId="77777777" w:rsidR="00091E9A" w:rsidRPr="00091E9A" w:rsidRDefault="00091E9A" w:rsidP="00091E9A">
            <w:pPr>
              <w:pStyle w:val="IREBTableCont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C15389">
              <w:t>...</w:t>
            </w:r>
          </w:p>
        </w:tc>
        <w:tc>
          <w:tcPr>
            <w:tcW w:w="2664" w:type="dxa"/>
            <w:hideMark/>
          </w:tcPr>
          <w:p w14:paraId="18724496" w14:textId="77777777" w:rsidR="00091E9A" w:rsidRPr="00091E9A" w:rsidRDefault="00091E9A" w:rsidP="00091E9A">
            <w:pPr>
              <w:pStyle w:val="IREBTableCont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C15389">
              <w:t>...</w:t>
            </w:r>
          </w:p>
        </w:tc>
      </w:tr>
    </w:tbl>
    <w:p w14:paraId="49254874" w14:textId="77777777" w:rsidR="00D2641B" w:rsidRPr="00D2641B" w:rsidRDefault="00D2641B" w:rsidP="00D2641B">
      <w:pPr>
        <w:sectPr w:rsidR="00D2641B" w:rsidRPr="00D2641B" w:rsidSect="00D2641B">
          <w:footerReference w:type="default" r:id="rId20"/>
          <w:pgSz w:w="16838" w:h="11906" w:orient="landscape" w:code="9"/>
          <w:pgMar w:top="1417" w:right="1417" w:bottom="1134" w:left="1417" w:header="284" w:footer="170" w:gutter="0"/>
          <w:cols w:space="708"/>
          <w:docGrid w:linePitch="360"/>
        </w:sectPr>
      </w:pPr>
    </w:p>
    <w:p w14:paraId="36597716" w14:textId="77777777" w:rsidR="00D2641B" w:rsidRPr="00D2641B" w:rsidRDefault="00D2641B" w:rsidP="00D2641B">
      <w:pPr>
        <w:pStyle w:val="Heading1"/>
      </w:pPr>
      <w:proofErr w:type="spellStart"/>
      <w:r w:rsidRPr="00D2641B">
        <w:lastRenderedPageBreak/>
        <w:t>Detailed</w:t>
      </w:r>
      <w:proofErr w:type="spellEnd"/>
      <w:r w:rsidRPr="00D2641B">
        <w:t xml:space="preserve"> </w:t>
      </w:r>
      <w:proofErr w:type="spellStart"/>
      <w:r w:rsidRPr="00D2641B">
        <w:t>description</w:t>
      </w:r>
      <w:proofErr w:type="spellEnd"/>
      <w:r w:rsidRPr="00D2641B">
        <w:t xml:space="preserve"> of </w:t>
      </w:r>
      <w:proofErr w:type="spellStart"/>
      <w:r w:rsidRPr="00D2641B">
        <w:t>selected</w:t>
      </w:r>
      <w:proofErr w:type="spellEnd"/>
      <w:r w:rsidRPr="00D2641B">
        <w:t xml:space="preserve"> </w:t>
      </w:r>
      <w:proofErr w:type="spellStart"/>
      <w:r w:rsidRPr="00D2641B">
        <w:t>projects</w:t>
      </w:r>
      <w:proofErr w:type="spellEnd"/>
    </w:p>
    <w:p w14:paraId="7E86E56F" w14:textId="77777777" w:rsidR="003553A0" w:rsidRPr="00C15389" w:rsidRDefault="003553A0" w:rsidP="003553A0">
      <w:r w:rsidRPr="00C15389">
        <w:t>From the projects mentioned earlier, please describe at least three, and up to five projects where you played a significant role in Requirements Engineering. Use the following structure for each project.</w:t>
      </w:r>
    </w:p>
    <w:p w14:paraId="181CBD47" w14:textId="77777777" w:rsidR="003553A0" w:rsidRPr="00C15389" w:rsidRDefault="003553A0" w:rsidP="003553A0">
      <w:pPr>
        <w:pStyle w:val="Heading2"/>
      </w:pPr>
      <w:r w:rsidRPr="00C15389">
        <w:t xml:space="preserve">Project 1: [Project </w:t>
      </w:r>
      <w:proofErr w:type="spellStart"/>
      <w:r w:rsidRPr="00C15389">
        <w:t>name</w:t>
      </w:r>
      <w:proofErr w:type="spellEnd"/>
      <w:r w:rsidRPr="00C15389">
        <w:t>]</w:t>
      </w:r>
    </w:p>
    <w:p w14:paraId="2195FA47" w14:textId="77777777" w:rsidR="003553A0" w:rsidRPr="00C15389" w:rsidRDefault="003553A0" w:rsidP="003553A0">
      <w:pPr>
        <w:pStyle w:val="IREBSubHeading"/>
      </w:pPr>
      <w:r w:rsidRPr="00C15389">
        <w:t xml:space="preserve">General </w:t>
      </w:r>
      <w:proofErr w:type="spellStart"/>
      <w:r w:rsidRPr="00C15389">
        <w:t>project</w:t>
      </w:r>
      <w:proofErr w:type="spellEnd"/>
      <w:r w:rsidRPr="00C15389">
        <w:t xml:space="preserve"> </w:t>
      </w:r>
      <w:proofErr w:type="spellStart"/>
      <w:r w:rsidRPr="00C15389">
        <w:t>information</w:t>
      </w:r>
      <w:proofErr w:type="spellEnd"/>
    </w:p>
    <w:p w14:paraId="11AF3316" w14:textId="77777777" w:rsidR="003553A0" w:rsidRPr="003553A0" w:rsidRDefault="003553A0" w:rsidP="003553A0">
      <w:pPr>
        <w:pStyle w:val="IREBBulletList"/>
      </w:pPr>
      <w:r w:rsidRPr="003553A0">
        <w:rPr>
          <w:rStyle w:val="IREBPPMoriBold"/>
        </w:rPr>
        <w:t>Domain/Industry</w:t>
      </w:r>
      <w:r w:rsidRPr="003553A0">
        <w:t>: [e.g., Banking, Automotive]</w:t>
      </w:r>
    </w:p>
    <w:p w14:paraId="09479CCD" w14:textId="77777777" w:rsidR="003553A0" w:rsidRPr="003553A0" w:rsidRDefault="003553A0" w:rsidP="003553A0">
      <w:pPr>
        <w:pStyle w:val="IREBBulletList"/>
      </w:pPr>
      <w:r w:rsidRPr="003553A0">
        <w:rPr>
          <w:rStyle w:val="IREBPPMoriBold"/>
        </w:rPr>
        <w:t>Project size:</w:t>
      </w:r>
      <w:r w:rsidRPr="003553A0">
        <w:t xml:space="preserve"> [T-Shirt-Sizing: S/M/L/XL]</w:t>
      </w:r>
    </w:p>
    <w:p w14:paraId="1B5714BB" w14:textId="77777777" w:rsidR="003553A0" w:rsidRPr="003553A0" w:rsidRDefault="003553A0" w:rsidP="003553A0">
      <w:pPr>
        <w:pStyle w:val="IREBBulletList"/>
      </w:pPr>
      <w:r w:rsidRPr="003553A0">
        <w:rPr>
          <w:rStyle w:val="IREBPPMoriBold"/>
        </w:rPr>
        <w:t>Project status</w:t>
      </w:r>
      <w:r w:rsidRPr="003553A0">
        <w:t>: [ongoing / completed / abandoned]</w:t>
      </w:r>
    </w:p>
    <w:p w14:paraId="76C2FC82" w14:textId="77777777" w:rsidR="003553A0" w:rsidRPr="003553A0" w:rsidRDefault="003553A0" w:rsidP="003553A0">
      <w:pPr>
        <w:pStyle w:val="IREBBulletList"/>
      </w:pPr>
      <w:r w:rsidRPr="003553A0">
        <w:rPr>
          <w:rStyle w:val="IREBPPMoriBold"/>
        </w:rPr>
        <w:t>Short project description</w:t>
      </w:r>
      <w:r w:rsidRPr="003553A0">
        <w:t>: [1-3 sentences summarizing the project goals]</w:t>
      </w:r>
    </w:p>
    <w:p w14:paraId="315DF85F" w14:textId="77777777" w:rsidR="003553A0" w:rsidRPr="00C15389" w:rsidRDefault="003553A0" w:rsidP="003553A0">
      <w:pPr>
        <w:pStyle w:val="IREBSubHeading"/>
      </w:pPr>
      <w:proofErr w:type="spellStart"/>
      <w:r w:rsidRPr="00C15389">
        <w:t>Applicant’s</w:t>
      </w:r>
      <w:proofErr w:type="spellEnd"/>
      <w:r w:rsidRPr="00C15389">
        <w:t xml:space="preserve"> RE </w:t>
      </w:r>
      <w:proofErr w:type="spellStart"/>
      <w:r w:rsidRPr="00C15389">
        <w:t>related</w:t>
      </w:r>
      <w:proofErr w:type="spellEnd"/>
      <w:r w:rsidRPr="00C15389">
        <w:t xml:space="preserve"> </w:t>
      </w:r>
      <w:proofErr w:type="spellStart"/>
      <w:r w:rsidRPr="00C15389">
        <w:t>roles</w:t>
      </w:r>
      <w:proofErr w:type="spellEnd"/>
      <w:r w:rsidRPr="00C15389">
        <w:t xml:space="preserve"> and </w:t>
      </w:r>
      <w:proofErr w:type="spellStart"/>
      <w:r w:rsidRPr="00C15389">
        <w:t>responsibilities</w:t>
      </w:r>
      <w:proofErr w:type="spellEnd"/>
    </w:p>
    <w:p w14:paraId="7D0E12C6" w14:textId="77777777" w:rsidR="003553A0" w:rsidRPr="003553A0" w:rsidRDefault="003553A0" w:rsidP="003553A0">
      <w:pPr>
        <w:pStyle w:val="IREBBulletList"/>
      </w:pPr>
      <w:r w:rsidRPr="003553A0">
        <w:rPr>
          <w:rStyle w:val="IREBPPMoriBold"/>
        </w:rPr>
        <w:t>Timeframe of applicant’s Involvement</w:t>
      </w:r>
      <w:r w:rsidRPr="003553A0">
        <w:t>: [MM/YYYY – MM/YYYY]</w:t>
      </w:r>
    </w:p>
    <w:p w14:paraId="1FF333F6" w14:textId="77777777" w:rsidR="003553A0" w:rsidRPr="003553A0" w:rsidRDefault="003553A0" w:rsidP="003553A0">
      <w:pPr>
        <w:pStyle w:val="IREBBulletList"/>
      </w:pPr>
      <w:r w:rsidRPr="003553A0">
        <w:rPr>
          <w:rStyle w:val="IREBPPMoriBold"/>
        </w:rPr>
        <w:t>Total RE effort</w:t>
      </w:r>
      <w:r w:rsidRPr="003553A0">
        <w:t xml:space="preserve"> (Person month FTE): [X month FTE]</w:t>
      </w:r>
    </w:p>
    <w:p w14:paraId="501D2BEC" w14:textId="77777777" w:rsidR="003553A0" w:rsidRPr="003553A0" w:rsidRDefault="003553A0" w:rsidP="003553A0">
      <w:pPr>
        <w:pStyle w:val="IREBBulletList"/>
      </w:pPr>
      <w:r w:rsidRPr="003553A0">
        <w:rPr>
          <w:rStyle w:val="IREBPPMoriBold"/>
        </w:rPr>
        <w:t>Role in project</w:t>
      </w:r>
      <w:r w:rsidRPr="003553A0">
        <w:t>: [e.g., RE Analyst, RE Coach, Business Analyst]</w:t>
      </w:r>
    </w:p>
    <w:p w14:paraId="0A2AE87C" w14:textId="77777777" w:rsidR="003553A0" w:rsidRPr="003553A0" w:rsidRDefault="003553A0" w:rsidP="003553A0">
      <w:pPr>
        <w:pStyle w:val="IREBBulletList"/>
      </w:pPr>
      <w:r w:rsidRPr="003553A0">
        <w:rPr>
          <w:rStyle w:val="IREBPPMoriBold"/>
        </w:rPr>
        <w:t>Experience level</w:t>
      </w:r>
      <w:r w:rsidRPr="003553A0">
        <w:t>: [Junior / Senior / Leader]</w:t>
      </w:r>
    </w:p>
    <w:p w14:paraId="2B25982B" w14:textId="77777777" w:rsidR="003553A0" w:rsidRPr="003553A0" w:rsidRDefault="003553A0" w:rsidP="003553A0">
      <w:pPr>
        <w:pStyle w:val="IREBBulletList"/>
      </w:pPr>
      <w:r w:rsidRPr="003553A0">
        <w:rPr>
          <w:rStyle w:val="IREBPPMoriBold"/>
        </w:rPr>
        <w:t>Top RE challenges in the project</w:t>
      </w:r>
      <w:r w:rsidRPr="003553A0">
        <w:t>:</w:t>
      </w:r>
    </w:p>
    <w:p w14:paraId="5C4B6929" w14:textId="77777777" w:rsidR="003553A0" w:rsidRPr="003553A0" w:rsidRDefault="003553A0" w:rsidP="003553A0">
      <w:pPr>
        <w:pStyle w:val="IREBBulletList"/>
      </w:pPr>
      <w:r w:rsidRPr="003553A0">
        <w:t>[Short description of challenges]</w:t>
      </w:r>
    </w:p>
    <w:p w14:paraId="540E24EE" w14:textId="77777777" w:rsidR="003553A0" w:rsidRPr="003553A0" w:rsidRDefault="003553A0" w:rsidP="003553A0">
      <w:pPr>
        <w:rPr>
          <w:rStyle w:val="IREBPPMoriBold"/>
        </w:rPr>
      </w:pPr>
      <w:r w:rsidRPr="00C15389">
        <w:rPr>
          <w:rStyle w:val="IREBPPMoriBold"/>
        </w:rPr>
        <w:t>Your RE contributions</w:t>
      </w:r>
    </w:p>
    <w:p w14:paraId="3DABB2E6" w14:textId="77777777" w:rsidR="003553A0" w:rsidRPr="003553A0" w:rsidRDefault="003553A0" w:rsidP="003553A0">
      <w:r w:rsidRPr="00C15389">
        <w:t>[</w:t>
      </w:r>
      <w:r w:rsidRPr="003553A0">
        <w:t>briefly describe the RE tasks performed and name the RE practices, methods, and processes used]</w:t>
      </w:r>
    </w:p>
    <w:p w14:paraId="7EFB05BB" w14:textId="77777777" w:rsidR="003553A0" w:rsidRDefault="003553A0" w:rsidP="003553A0">
      <w:pPr>
        <w:pStyle w:val="IREBSubHeading"/>
      </w:pPr>
      <w:proofErr w:type="spellStart"/>
      <w:r w:rsidRPr="00E95691">
        <w:t>Verification</w:t>
      </w:r>
      <w:proofErr w:type="spellEnd"/>
      <w:r w:rsidRPr="00E95691">
        <w:t xml:space="preserve"> of Involvement</w:t>
      </w:r>
    </w:p>
    <w:p w14:paraId="7F17D183" w14:textId="77777777" w:rsidR="003553A0" w:rsidRPr="003553A0" w:rsidRDefault="003553A0" w:rsidP="003553A0">
      <w:pPr>
        <w:pStyle w:val="IREBBulletList"/>
      </w:pPr>
      <w:r w:rsidRPr="000655DC">
        <w:rPr>
          <w:rStyle w:val="IREBPPMoriBold"/>
        </w:rPr>
        <w:t>Reference person</w:t>
      </w:r>
      <w:r w:rsidRPr="003553A0">
        <w:t xml:space="preserve"> (optional but recommended):</w:t>
      </w:r>
      <w:r w:rsidRPr="003553A0">
        <w:br/>
        <w:t>Please indicate a person (e.g., supervisor, colleague, client representative) who can confirm your role and activities in this project, including their name, role, and contact information.</w:t>
      </w:r>
    </w:p>
    <w:p w14:paraId="3C1597E0" w14:textId="77777777" w:rsidR="00D2641B" w:rsidRPr="00D2641B" w:rsidRDefault="00D2641B" w:rsidP="00D2641B"/>
    <w:p w14:paraId="237051AE" w14:textId="77777777" w:rsidR="00D2641B" w:rsidRPr="00D2641B" w:rsidRDefault="00D2641B" w:rsidP="00D2641B">
      <w:pPr>
        <w:pStyle w:val="Heading1"/>
      </w:pPr>
      <w:r w:rsidRPr="00D2641B">
        <w:lastRenderedPageBreak/>
        <w:t xml:space="preserve">Personal </w:t>
      </w:r>
      <w:proofErr w:type="spellStart"/>
      <w:r w:rsidRPr="00D2641B">
        <w:t>statement</w:t>
      </w:r>
      <w:proofErr w:type="spellEnd"/>
      <w:r w:rsidRPr="00D2641B">
        <w:t xml:space="preserve">: </w:t>
      </w:r>
      <w:r w:rsidRPr="00D2641B">
        <w:br/>
      </w:r>
      <w:proofErr w:type="spellStart"/>
      <w:r w:rsidRPr="00D2641B">
        <w:t>Why</w:t>
      </w:r>
      <w:proofErr w:type="spellEnd"/>
      <w:r w:rsidRPr="00D2641B">
        <w:t xml:space="preserve"> </w:t>
      </w:r>
      <w:proofErr w:type="spellStart"/>
      <w:r w:rsidRPr="00D2641B">
        <w:t>are</w:t>
      </w:r>
      <w:proofErr w:type="spellEnd"/>
      <w:r w:rsidRPr="00D2641B">
        <w:t xml:space="preserve"> </w:t>
      </w:r>
      <w:proofErr w:type="spellStart"/>
      <w:r w:rsidRPr="00D2641B">
        <w:t>you</w:t>
      </w:r>
      <w:proofErr w:type="spellEnd"/>
      <w:r w:rsidRPr="00D2641B">
        <w:t xml:space="preserve"> an RE expert?</w:t>
      </w:r>
    </w:p>
    <w:p w14:paraId="0835C676" w14:textId="77777777" w:rsidR="00794EF6" w:rsidRPr="00C15389" w:rsidRDefault="00794EF6" w:rsidP="00794EF6">
      <w:r w:rsidRPr="00C15389">
        <w:t>Please write a statement (</w:t>
      </w:r>
      <w:r w:rsidRPr="00C15389">
        <w:rPr>
          <w:rStyle w:val="IREBPPMoriBold"/>
        </w:rPr>
        <w:t>maximum</w:t>
      </w:r>
      <w:r w:rsidRPr="00C15389">
        <w:t xml:space="preserve"> </w:t>
      </w:r>
      <w:r w:rsidRPr="00C15389">
        <w:rPr>
          <w:rStyle w:val="IREBPPMoriBold"/>
        </w:rPr>
        <w:t>one page</w:t>
      </w:r>
      <w:r w:rsidRPr="00C15389">
        <w:t>) explaining why you consider yourself an expert in Requirements Engineering. Address the following aspects:</w:t>
      </w:r>
    </w:p>
    <w:p w14:paraId="120B5EA8" w14:textId="77777777" w:rsidR="00794EF6" w:rsidRPr="00794EF6" w:rsidRDefault="00794EF6" w:rsidP="00794EF6">
      <w:pPr>
        <w:pStyle w:val="IREBBulletList"/>
      </w:pPr>
      <w:r w:rsidRPr="00794EF6">
        <w:t xml:space="preserve">How your expertise goes beyond the </w:t>
      </w:r>
      <w:r w:rsidRPr="00794EF6">
        <w:rPr>
          <w:rStyle w:val="IREBPPMoriBold"/>
        </w:rPr>
        <w:t>CPRE Level 3</w:t>
      </w:r>
      <w:r w:rsidRPr="00794EF6">
        <w:t xml:space="preserve"> certifications</w:t>
      </w:r>
    </w:p>
    <w:p w14:paraId="593B18F0" w14:textId="77777777" w:rsidR="00794EF6" w:rsidRPr="00794EF6" w:rsidRDefault="00794EF6" w:rsidP="00794EF6">
      <w:pPr>
        <w:pStyle w:val="IREBBulletList"/>
      </w:pPr>
      <w:r w:rsidRPr="00794EF6">
        <w:t xml:space="preserve">What </w:t>
      </w:r>
      <w:r w:rsidRPr="00794EF6">
        <w:rPr>
          <w:rStyle w:val="IREBPPMoriBold"/>
        </w:rPr>
        <w:t>experience and competencies</w:t>
      </w:r>
      <w:r w:rsidRPr="00794EF6">
        <w:t xml:space="preserve"> you have gained that qualify you as an expert</w:t>
      </w:r>
    </w:p>
    <w:p w14:paraId="4B389B15" w14:textId="77777777" w:rsidR="00794EF6" w:rsidRPr="00794EF6" w:rsidRDefault="00794EF6" w:rsidP="00794EF6">
      <w:pPr>
        <w:pStyle w:val="IREBBulletList"/>
      </w:pPr>
      <w:r w:rsidRPr="00794EF6">
        <w:t xml:space="preserve">Any </w:t>
      </w:r>
      <w:r w:rsidRPr="00794EF6">
        <w:rPr>
          <w:rStyle w:val="IREBPPMoriBold"/>
        </w:rPr>
        <w:t>notable achievements or challenges</w:t>
      </w:r>
      <w:r w:rsidRPr="00794EF6">
        <w:t xml:space="preserve"> you have successfully managed in the field</w:t>
      </w:r>
    </w:p>
    <w:p w14:paraId="55A2640C" w14:textId="77777777" w:rsidR="00794EF6" w:rsidRPr="00794EF6" w:rsidRDefault="00794EF6" w:rsidP="00794EF6">
      <w:pPr>
        <w:pStyle w:val="IREBBulletList"/>
        <w:rPr>
          <w:rStyle w:val="IREBPPMoriBold"/>
        </w:rPr>
      </w:pPr>
      <w:r w:rsidRPr="00794EF6">
        <w:t xml:space="preserve">Your personal vision for the </w:t>
      </w:r>
      <w:r w:rsidRPr="00794EF6">
        <w:rPr>
          <w:rStyle w:val="IREBPPMoriBold"/>
        </w:rPr>
        <w:t>future of Requirements Engineering</w:t>
      </w:r>
    </w:p>
    <w:p w14:paraId="51E4FE05" w14:textId="77777777" w:rsidR="00794EF6" w:rsidRPr="00794EF6" w:rsidRDefault="00794EF6" w:rsidP="00794EF6">
      <w:pPr>
        <w:pStyle w:val="IREBBulletList"/>
      </w:pPr>
      <w:r w:rsidRPr="00794EF6">
        <w:rPr>
          <w:rStyle w:val="IREBPPMoriBold"/>
        </w:rPr>
        <w:t xml:space="preserve">Other competencies </w:t>
      </w:r>
      <w:r w:rsidRPr="00794EF6">
        <w:t>(beyond RE) that you consider to be relevant for an expert</w:t>
      </w:r>
    </w:p>
    <w:p w14:paraId="31FB925B" w14:textId="77777777" w:rsidR="00D2641B" w:rsidRPr="00D2641B" w:rsidRDefault="00D2641B" w:rsidP="00D2641B"/>
    <w:p w14:paraId="1B2A8374" w14:textId="77777777" w:rsidR="00D2641B" w:rsidRPr="00D2641B" w:rsidRDefault="00D2641B" w:rsidP="00D2641B">
      <w:pPr>
        <w:pStyle w:val="Heading1"/>
      </w:pPr>
      <w:proofErr w:type="spellStart"/>
      <w:r w:rsidRPr="00D2641B">
        <w:lastRenderedPageBreak/>
        <w:t>Applicant’s</w:t>
      </w:r>
      <w:proofErr w:type="spellEnd"/>
      <w:r w:rsidRPr="00D2641B">
        <w:t xml:space="preserve"> Declaration</w:t>
      </w:r>
    </w:p>
    <w:p w14:paraId="21B1780B" w14:textId="77777777" w:rsidR="00EF2F62" w:rsidRPr="00C15389" w:rsidRDefault="00EF2F62" w:rsidP="00EF2F62">
      <w:r w:rsidRPr="00C15389">
        <w:t>I hereby declare that the information provided is true and accurate and that I meet all requirements for the CPRE Expert Level certification.</w:t>
      </w:r>
    </w:p>
    <w:p w14:paraId="30570AA6" w14:textId="77777777" w:rsidR="00EF2F62" w:rsidRPr="00C15389" w:rsidRDefault="00EF2F62" w:rsidP="00EF2F62"/>
    <w:p w14:paraId="1640552E" w14:textId="77777777" w:rsidR="00EF2F62" w:rsidRPr="00C15389" w:rsidRDefault="00EF2F62" w:rsidP="00EF2F62"/>
    <w:p w14:paraId="3D107524" w14:textId="77777777" w:rsidR="00EF2F62" w:rsidRPr="00C15389" w:rsidRDefault="00EF2F62" w:rsidP="00EF2F62">
      <w:r w:rsidRPr="00C15389">
        <w:t>Place, Date:</w:t>
      </w:r>
      <w:r w:rsidRPr="00C15389">
        <w:br/>
      </w:r>
    </w:p>
    <w:p w14:paraId="3B6ABF18" w14:textId="77777777" w:rsidR="00EF2F62" w:rsidRPr="00C15389" w:rsidRDefault="00EF2F62" w:rsidP="00EF2F62"/>
    <w:p w14:paraId="0931CD78" w14:textId="77777777" w:rsidR="00EF2F62" w:rsidRPr="00C15389" w:rsidRDefault="00EF2F62" w:rsidP="00EF2F62">
      <w:r w:rsidRPr="00C15389">
        <w:t>Signature:</w:t>
      </w:r>
    </w:p>
    <w:p w14:paraId="56A42E96" w14:textId="77777777" w:rsidR="00EF2F62" w:rsidRPr="00C15389" w:rsidRDefault="00EF2F62" w:rsidP="00EF2F62"/>
    <w:p w14:paraId="739C20F5" w14:textId="77777777" w:rsidR="00EF2F62" w:rsidRPr="00C15389" w:rsidRDefault="00EF2F62" w:rsidP="00EF2F62"/>
    <w:p w14:paraId="47A9497F" w14:textId="77777777" w:rsidR="00EF2F62" w:rsidRPr="00C15389" w:rsidRDefault="00EF2F62" w:rsidP="00EF2F62"/>
    <w:p w14:paraId="44755598" w14:textId="77777777" w:rsidR="00EF2F62" w:rsidRPr="00C15389" w:rsidRDefault="00EF2F62" w:rsidP="00EF2F62"/>
    <w:p w14:paraId="6461747E" w14:textId="77777777" w:rsidR="00EF2F62" w:rsidRPr="00C15389" w:rsidRDefault="00EF2F62" w:rsidP="00EF2F62">
      <w:pPr>
        <w:pStyle w:val="IREBSubHeading"/>
      </w:pPr>
      <w:r w:rsidRPr="00C15389">
        <w:t>Submission Guidelines</w:t>
      </w:r>
    </w:p>
    <w:p w14:paraId="09BF0288" w14:textId="77777777" w:rsidR="00EF2F62" w:rsidRPr="00EF2F62" w:rsidRDefault="00EF2F62" w:rsidP="00EF2F62">
      <w:pPr>
        <w:pStyle w:val="IREBBulletList"/>
      </w:pPr>
      <w:r w:rsidRPr="00EF2F62">
        <w:t xml:space="preserve">Please submit the completed application in </w:t>
      </w:r>
      <w:r w:rsidRPr="00EF2F62">
        <w:rPr>
          <w:rStyle w:val="IREBPPMoriBold"/>
        </w:rPr>
        <w:t>PDF format</w:t>
      </w:r>
      <w:r w:rsidRPr="00EF2F62">
        <w:t xml:space="preserve"> to your chosen certification body.</w:t>
      </w:r>
    </w:p>
    <w:p w14:paraId="7FD0DF70" w14:textId="77777777" w:rsidR="00EF2F62" w:rsidRPr="00EF2F62" w:rsidRDefault="00EF2F62" w:rsidP="00EF2F62">
      <w:pPr>
        <w:pStyle w:val="IREBBulletList"/>
      </w:pPr>
      <w:r w:rsidRPr="00EF2F62">
        <w:t>Incomplete applications will not be processed.</w:t>
      </w:r>
    </w:p>
    <w:p w14:paraId="0B18C932" w14:textId="03FEB3F4" w:rsidR="00EF2F62" w:rsidRPr="00EF2F62" w:rsidRDefault="00EF2F62" w:rsidP="00EF2F62">
      <w:pPr>
        <w:pStyle w:val="IREBBulletList"/>
      </w:pPr>
      <w:r w:rsidRPr="00EF2F62">
        <w:t>A response will be provided within [</w:t>
      </w:r>
      <w:r w:rsidR="00877F0A">
        <w:t>4</w:t>
      </w:r>
      <w:r w:rsidRPr="00EF2F62">
        <w:t xml:space="preserve"> weeks] after submission.</w:t>
      </w:r>
    </w:p>
    <w:p w14:paraId="65D3A3C4" w14:textId="77777777" w:rsidR="00CB2C1D" w:rsidRPr="00D2641B" w:rsidRDefault="00CB2C1D" w:rsidP="00D2641B"/>
    <w:sectPr w:rsidR="00CB2C1D" w:rsidRPr="00D2641B" w:rsidSect="005A78BD">
      <w:footerReference w:type="default" r:id="rId21"/>
      <w:pgSz w:w="11906" w:h="16838" w:code="9"/>
      <w:pgMar w:top="794" w:right="1191" w:bottom="1588" w:left="1191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149F0" w14:textId="77777777" w:rsidR="00D2641B" w:rsidRDefault="00D2641B" w:rsidP="00A24CE0">
      <w:pPr>
        <w:spacing w:before="0" w:after="0" w:line="240" w:lineRule="auto"/>
      </w:pPr>
      <w:r>
        <w:separator/>
      </w:r>
    </w:p>
    <w:p w14:paraId="50FE5D25" w14:textId="77777777" w:rsidR="00D2641B" w:rsidRDefault="00D2641B"/>
  </w:endnote>
  <w:endnote w:type="continuationSeparator" w:id="0">
    <w:p w14:paraId="71638EFB" w14:textId="77777777" w:rsidR="00D2641B" w:rsidRDefault="00D2641B" w:rsidP="00A24CE0">
      <w:pPr>
        <w:spacing w:before="0" w:after="0" w:line="240" w:lineRule="auto"/>
      </w:pPr>
      <w:r>
        <w:continuationSeparator/>
      </w:r>
    </w:p>
    <w:p w14:paraId="13712501" w14:textId="77777777" w:rsidR="00D2641B" w:rsidRDefault="00D2641B"/>
  </w:endnote>
  <w:endnote w:type="continuationNotice" w:id="1">
    <w:p w14:paraId="3DB67178" w14:textId="77777777" w:rsidR="00D2641B" w:rsidRDefault="00D2641B">
      <w:pPr>
        <w:spacing w:before="0" w:after="0" w:line="240" w:lineRule="auto"/>
      </w:pPr>
    </w:p>
    <w:p w14:paraId="1B2BD7A5" w14:textId="77777777" w:rsidR="00D2641B" w:rsidRDefault="00D264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P Mori">
    <w:altName w:val="PP Mori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GT Pressura Mono Regular">
    <w:altName w:val="Times New Roman"/>
    <w:panose1 w:val="00000000000000000000"/>
    <w:charset w:val="00"/>
    <w:family w:val="auto"/>
    <w:pitch w:val="variable"/>
    <w:sig w:usb0="A10002FF" w:usb1="4000A47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PP Mori Regular Italic">
    <w:altName w:val="PP Mori"/>
    <w:panose1 w:val="000005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86F94" w14:textId="77777777" w:rsidR="00D2641B" w:rsidRPr="00AA0E66" w:rsidRDefault="00D2641B" w:rsidP="00CE4457">
    <w:pPr>
      <w:pStyle w:val="Footer"/>
      <w:framePr w:wrap="none" w:vAnchor="text" w:hAnchor="margin" w:xAlign="center" w:y="1"/>
      <w:rPr>
        <w:noProof w:val="0"/>
      </w:rPr>
    </w:pPr>
    <w:r w:rsidRPr="00AA0E66">
      <w:rPr>
        <w:noProof w:val="0"/>
      </w:rPr>
      <w:fldChar w:fldCharType="begin"/>
    </w:r>
    <w:r w:rsidRPr="00AA0E66">
      <w:rPr>
        <w:noProof w:val="0"/>
      </w:rPr>
      <w:instrText xml:space="preserve"> PAGE </w:instrText>
    </w:r>
    <w:r w:rsidRPr="00AA0E66">
      <w:rPr>
        <w:noProof w:val="0"/>
      </w:rPr>
      <w:fldChar w:fldCharType="end"/>
    </w:r>
  </w:p>
  <w:p w14:paraId="1A3D5882" w14:textId="77777777" w:rsidR="00D2641B" w:rsidRPr="00AA0E66" w:rsidRDefault="00D2641B">
    <w:pPr>
      <w:pStyle w:val="Footer"/>
      <w:rPr>
        <w:noProof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15E9" w14:textId="139FCE3B" w:rsidR="00D2641B" w:rsidRPr="00AA0E66" w:rsidRDefault="00D2641B" w:rsidP="00F65FB0">
    <w:pPr>
      <w:pStyle w:val="IREBFooterCoverPage"/>
      <w:rPr>
        <w:noProof w:val="0"/>
      </w:rPr>
    </w:pPr>
    <w:bookmarkStart w:id="0" w:name="_Hlk152843353"/>
    <w:bookmarkStart w:id="1" w:name="_Hlk152843354"/>
    <w:bookmarkStart w:id="2" w:name="_Hlk156302321"/>
    <w:r>
      <w:t>V1.0.0</w:t>
    </w:r>
    <w:r w:rsidRPr="00AA0E66">
      <w:rPr>
        <w:noProof w:val="0"/>
      </w:rPr>
      <w:t xml:space="preserve"> | </w:t>
    </w:r>
    <w:bookmarkEnd w:id="0"/>
    <w:bookmarkEnd w:id="1"/>
    <w:bookmarkEnd w:id="2"/>
    <w:r>
      <w:t>April 07,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8D93E" w14:textId="5ABFB462" w:rsidR="00D2641B" w:rsidRPr="00AA0E66" w:rsidRDefault="00D2641B" w:rsidP="003566FF">
    <w:pPr>
      <w:pStyle w:val="Footer"/>
      <w:rPr>
        <w:noProof w:val="0"/>
      </w:rPr>
    </w:pPr>
    <w:r w:rsidRPr="00AA0E66">
      <w:drawing>
        <wp:anchor distT="0" distB="0" distL="114300" distR="114300" simplePos="0" relativeHeight="251670528" behindDoc="1" locked="1" layoutInCell="1" allowOverlap="1" wp14:anchorId="263FB49D" wp14:editId="22378B9E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92060" cy="448945"/>
          <wp:effectExtent l="0" t="0" r="0" b="8255"/>
          <wp:wrapNone/>
          <wp:docPr id="29423159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4231594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2400" cy="449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 w:val="0"/>
      </w:rPr>
      <w:t xml:space="preserve">CPRE Expert </w:t>
    </w:r>
    <w:proofErr w:type="spellStart"/>
    <w:r>
      <w:rPr>
        <w:noProof w:val="0"/>
      </w:rPr>
      <w:t>application</w:t>
    </w:r>
    <w:proofErr w:type="spellEnd"/>
    <w:r w:rsidRPr="00AA0E66">
      <w:rPr>
        <w:noProof w:val="0"/>
      </w:rPr>
      <w:t xml:space="preserve"> </w:t>
    </w:r>
    <w:r w:rsidR="00091E9A">
      <w:t xml:space="preserve">template </w:t>
    </w:r>
    <w:r>
      <w:rPr>
        <w:noProof w:val="0"/>
      </w:rPr>
      <w:t>| &lt;</w:t>
    </w:r>
    <w:proofErr w:type="spellStart"/>
    <w:r>
      <w:rPr>
        <w:noProof w:val="0"/>
      </w:rPr>
      <w:t>name</w:t>
    </w:r>
    <w:proofErr w:type="spellEnd"/>
    <w:r>
      <w:rPr>
        <w:noProof w:val="0"/>
      </w:rPr>
      <w:t xml:space="preserve">&gt; </w:t>
    </w:r>
    <w:r w:rsidRPr="00AA0E66">
      <w:rPr>
        <w:noProof w:val="0"/>
      </w:rPr>
      <w:t>| ©IREB</w:t>
    </w:r>
    <w:r w:rsidRPr="00AA0E66">
      <w:rPr>
        <w:noProof w:val="0"/>
      </w:rPr>
      <w:tab/>
    </w:r>
    <w:r w:rsidRPr="00AA0E66">
      <w:rPr>
        <w:noProof w:val="0"/>
      </w:rPr>
      <w:fldChar w:fldCharType="begin"/>
    </w:r>
    <w:r w:rsidRPr="00AA0E66">
      <w:rPr>
        <w:noProof w:val="0"/>
      </w:rPr>
      <w:instrText xml:space="preserve"> PAGE    \* MERGEFORMAT </w:instrText>
    </w:r>
    <w:r w:rsidRPr="00AA0E66">
      <w:rPr>
        <w:noProof w:val="0"/>
      </w:rPr>
      <w:fldChar w:fldCharType="separate"/>
    </w:r>
    <w:r w:rsidRPr="00AA0E66">
      <w:rPr>
        <w:noProof w:val="0"/>
      </w:rPr>
      <w:t>2</w:t>
    </w:r>
    <w:r w:rsidRPr="00AA0E66">
      <w:rPr>
        <w:noProof w:val="0"/>
      </w:rPr>
      <w:fldChar w:fldCharType="end"/>
    </w:r>
    <w:r w:rsidRPr="00AA0E66">
      <w:rPr>
        <w:noProof w:val="0"/>
      </w:rPr>
      <w:t xml:space="preserve"> | </w:t>
    </w:r>
    <w:r w:rsidRPr="00AA0E66">
      <w:rPr>
        <w:noProof w:val="0"/>
      </w:rPr>
      <w:fldChar w:fldCharType="begin"/>
    </w:r>
    <w:r w:rsidRPr="00AA0E66">
      <w:rPr>
        <w:noProof w:val="0"/>
      </w:rPr>
      <w:instrText xml:space="preserve"> NUMPAGES  \* MERGEFORMAT </w:instrText>
    </w:r>
    <w:r w:rsidRPr="00AA0E66">
      <w:rPr>
        <w:noProof w:val="0"/>
      </w:rPr>
      <w:fldChar w:fldCharType="separate"/>
    </w:r>
    <w:r w:rsidRPr="00AA0E66">
      <w:rPr>
        <w:noProof w:val="0"/>
      </w:rPr>
      <w:t>154</w:t>
    </w:r>
    <w:r w:rsidRPr="00AA0E66">
      <w:rPr>
        <w:noProof w:val="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3B7C7" w14:textId="2C9B3BE1" w:rsidR="00D2641B" w:rsidRPr="00AA0E66" w:rsidRDefault="00D2641B" w:rsidP="00D2641B">
    <w:pPr>
      <w:pStyle w:val="IREBFooterlandscape"/>
    </w:pPr>
    <w:r w:rsidRPr="00AA0E66">
      <w:drawing>
        <wp:anchor distT="0" distB="0" distL="114300" distR="114300" simplePos="0" relativeHeight="251672576" behindDoc="1" locked="1" layoutInCell="1" allowOverlap="1" wp14:anchorId="3532493A" wp14:editId="253B57EA">
          <wp:simplePos x="0" y="0"/>
          <wp:positionH relativeFrom="page">
            <wp:posOffset>0</wp:posOffset>
          </wp:positionH>
          <wp:positionV relativeFrom="page">
            <wp:posOffset>7169150</wp:posOffset>
          </wp:positionV>
          <wp:extent cx="10706100" cy="445770"/>
          <wp:effectExtent l="0" t="0" r="0" b="0"/>
          <wp:wrapNone/>
          <wp:docPr id="112974889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748891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445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5EF3">
      <w:t xml:space="preserve">CPRE </w:t>
    </w:r>
    <w:r>
      <w:t>E</w:t>
    </w:r>
    <w:r w:rsidRPr="00D35EF3">
      <w:t>xpert application</w:t>
    </w:r>
    <w:r w:rsidR="00091E9A">
      <w:t xml:space="preserve"> template</w:t>
    </w:r>
    <w:r w:rsidRPr="00D35EF3">
      <w:t xml:space="preserve"> | &lt;name&gt;</w:t>
    </w:r>
    <w:r>
      <w:t xml:space="preserve"> </w:t>
    </w:r>
    <w:r w:rsidRPr="00D35EF3">
      <w:t>| ©IREB</w:t>
    </w:r>
    <w:r w:rsidRPr="00AA0E66">
      <w:tab/>
    </w:r>
    <w:r w:rsidRPr="00AA0E66">
      <w:fldChar w:fldCharType="begin"/>
    </w:r>
    <w:r w:rsidRPr="00AA0E66">
      <w:instrText xml:space="preserve"> PAGE    \* MERGEFORMAT </w:instrText>
    </w:r>
    <w:r w:rsidRPr="00AA0E66">
      <w:fldChar w:fldCharType="separate"/>
    </w:r>
    <w:r w:rsidRPr="00AA0E66">
      <w:t>2</w:t>
    </w:r>
    <w:r w:rsidRPr="00AA0E66">
      <w:fldChar w:fldCharType="end"/>
    </w:r>
    <w:r w:rsidRPr="00AA0E66">
      <w:t xml:space="preserve"> | </w:t>
    </w:r>
    <w:r w:rsidRPr="00AA0E66">
      <w:fldChar w:fldCharType="begin"/>
    </w:r>
    <w:r w:rsidRPr="00AA0E66">
      <w:instrText xml:space="preserve"> NUMPAGES  \* MERGEFORMAT </w:instrText>
    </w:r>
    <w:r w:rsidRPr="00AA0E66">
      <w:fldChar w:fldCharType="separate"/>
    </w:r>
    <w:r w:rsidRPr="00AA0E66">
      <w:t>154</w:t>
    </w:r>
    <w:r w:rsidRPr="00AA0E66"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AA2F1" w14:textId="58EA390B" w:rsidR="00AF49BB" w:rsidRPr="00A02AA9" w:rsidRDefault="00AA1253" w:rsidP="00A02AA9">
    <w:pPr>
      <w:pStyle w:val="Footer"/>
    </w:pPr>
    <w:r w:rsidRPr="00A02AA9">
      <w:drawing>
        <wp:anchor distT="0" distB="0" distL="114300" distR="114300" simplePos="0" relativeHeight="251668480" behindDoc="1" locked="0" layoutInCell="1" allowOverlap="1" wp14:anchorId="1430367A" wp14:editId="18A699A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92400" cy="450000"/>
          <wp:effectExtent l="0" t="0" r="0" b="7620"/>
          <wp:wrapNone/>
          <wp:docPr id="81727318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4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641B" w:rsidRPr="00D2641B">
      <w:rPr>
        <w:lang w:val="en-US"/>
      </w:rPr>
      <w:t xml:space="preserve">CPRE Expert application </w:t>
    </w:r>
    <w:r w:rsidR="00091E9A">
      <w:t xml:space="preserve">template </w:t>
    </w:r>
    <w:r w:rsidR="00D2641B" w:rsidRPr="00D2641B">
      <w:rPr>
        <w:lang w:val="en-US"/>
      </w:rPr>
      <w:t>| &lt;name&gt; | ©IREB</w:t>
    </w:r>
    <w:r w:rsidR="00D2641B" w:rsidRPr="00D2641B">
      <w:rPr>
        <w:lang w:val="en-US"/>
      </w:rPr>
      <w:tab/>
    </w:r>
    <w:r w:rsidR="00D2641B" w:rsidRPr="00D2641B">
      <w:rPr>
        <w:lang w:val="en-US"/>
      </w:rPr>
      <w:fldChar w:fldCharType="begin"/>
    </w:r>
    <w:r w:rsidR="00D2641B" w:rsidRPr="00D2641B">
      <w:rPr>
        <w:lang w:val="en-US"/>
      </w:rPr>
      <w:instrText xml:space="preserve"> PAGE    \* MERGEFORMAT </w:instrText>
    </w:r>
    <w:r w:rsidR="00D2641B" w:rsidRPr="00D2641B">
      <w:rPr>
        <w:lang w:val="en-US"/>
      </w:rPr>
      <w:fldChar w:fldCharType="separate"/>
    </w:r>
    <w:r w:rsidR="00D2641B" w:rsidRPr="00D2641B">
      <w:rPr>
        <w:lang w:val="en-US"/>
      </w:rPr>
      <w:t>2</w:t>
    </w:r>
    <w:r w:rsidR="00D2641B" w:rsidRPr="00D2641B">
      <w:fldChar w:fldCharType="end"/>
    </w:r>
    <w:r w:rsidR="00D2641B" w:rsidRPr="00D2641B">
      <w:rPr>
        <w:lang w:val="en-US"/>
      </w:rPr>
      <w:t xml:space="preserve"> | </w:t>
    </w:r>
    <w:r w:rsidR="00D2641B" w:rsidRPr="00D2641B">
      <w:rPr>
        <w:lang w:val="en-US"/>
      </w:rPr>
      <w:fldChar w:fldCharType="begin"/>
    </w:r>
    <w:r w:rsidR="00D2641B" w:rsidRPr="00D2641B">
      <w:rPr>
        <w:lang w:val="en-US"/>
      </w:rPr>
      <w:instrText xml:space="preserve"> NUMPAGES  \* MERGEFORMAT </w:instrText>
    </w:r>
    <w:r w:rsidR="00D2641B" w:rsidRPr="00D2641B">
      <w:rPr>
        <w:lang w:val="en-US"/>
      </w:rPr>
      <w:fldChar w:fldCharType="separate"/>
    </w:r>
    <w:r w:rsidR="00D2641B" w:rsidRPr="00D2641B">
      <w:rPr>
        <w:lang w:val="en-US"/>
      </w:rPr>
      <w:t>6</w:t>
    </w:r>
    <w:r w:rsidR="00D2641B" w:rsidRPr="00D2641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20C42" w14:textId="77777777" w:rsidR="00D2641B" w:rsidRDefault="00D2641B" w:rsidP="00A24CE0">
      <w:pPr>
        <w:spacing w:before="0" w:after="0" w:line="240" w:lineRule="auto"/>
      </w:pPr>
      <w:r>
        <w:separator/>
      </w:r>
    </w:p>
    <w:p w14:paraId="31BD06B6" w14:textId="77777777" w:rsidR="00D2641B" w:rsidRDefault="00D2641B"/>
  </w:footnote>
  <w:footnote w:type="continuationSeparator" w:id="0">
    <w:p w14:paraId="7F28A4D9" w14:textId="77777777" w:rsidR="00D2641B" w:rsidRDefault="00D2641B" w:rsidP="00A24CE0">
      <w:pPr>
        <w:spacing w:before="0" w:after="0" w:line="240" w:lineRule="auto"/>
      </w:pPr>
      <w:r>
        <w:continuationSeparator/>
      </w:r>
    </w:p>
    <w:p w14:paraId="554920FA" w14:textId="77777777" w:rsidR="00D2641B" w:rsidRDefault="00D2641B"/>
  </w:footnote>
  <w:footnote w:type="continuationNotice" w:id="1">
    <w:p w14:paraId="47969239" w14:textId="77777777" w:rsidR="00D2641B" w:rsidRDefault="00D2641B">
      <w:pPr>
        <w:spacing w:before="0" w:after="0" w:line="240" w:lineRule="auto"/>
      </w:pPr>
    </w:p>
    <w:p w14:paraId="76746028" w14:textId="77777777" w:rsidR="00D2641B" w:rsidRDefault="00D264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19D83" w14:textId="77777777" w:rsidR="00D2641B" w:rsidRPr="00AA0E66" w:rsidRDefault="00D2641B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89E26" w14:textId="77777777" w:rsidR="00D2641B" w:rsidRPr="00AA0E66" w:rsidRDefault="00D2641B" w:rsidP="006B7DE3">
    <w:pPr>
      <w:tabs>
        <w:tab w:val="left" w:pos="353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68AA2" w14:textId="31A8D0F4" w:rsidR="00D2641B" w:rsidRPr="00AA0E66" w:rsidRDefault="00D2641B">
    <w:pPr>
      <w:spacing w:before="0" w:after="0" w:line="240" w:lineRule="auto"/>
    </w:pPr>
    <w:r w:rsidRPr="00D2641B">
      <w:drawing>
        <wp:anchor distT="0" distB="0" distL="114300" distR="114300" simplePos="0" relativeHeight="251674624" behindDoc="1" locked="1" layoutInCell="1" allowOverlap="1" wp14:anchorId="3464DC0F" wp14:editId="495DCE0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92000"/>
          <wp:effectExtent l="0" t="0" r="3175" b="0"/>
          <wp:wrapNone/>
          <wp:docPr id="1356527526" name="Grafik 7" descr="Ein Bild, das Text, Screenshot, Schrift, Grü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527526" name="Grafik 7" descr="Ein Bild, das Text, Screenshot, Schrift, Grü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0CD0F" w14:textId="77777777" w:rsidR="00D2641B" w:rsidRPr="00AA0E66" w:rsidRDefault="00D2641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6591" w14:textId="77777777" w:rsidR="00D2641B" w:rsidRPr="00AA0E66" w:rsidRDefault="00D2641B" w:rsidP="00FB1D96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5044" w14:textId="77777777" w:rsidR="00D2641B" w:rsidRPr="00AA0E66" w:rsidRDefault="00D2641B"/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7JYkyAMgvg7xiB" int2:id="dFD6iTe1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064F"/>
    <w:multiLevelType w:val="multilevel"/>
    <w:tmpl w:val="5D4E143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IREBIndent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3284969"/>
    <w:multiLevelType w:val="hybridMultilevel"/>
    <w:tmpl w:val="068ED9C2"/>
    <w:lvl w:ilvl="0" w:tplc="28C80D58">
      <w:start w:val="1"/>
      <w:numFmt w:val="bullet"/>
      <w:pStyle w:val="FormatvorlageIREBBulletListeLateinCambriaKomplexCambria"/>
      <w:lvlText w:val="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ED825A12">
      <w:start w:val="1"/>
      <w:numFmt w:val="bullet"/>
      <w:lvlText w:val=""/>
      <w:lvlJc w:val="left"/>
      <w:pPr>
        <w:tabs>
          <w:tab w:val="num" w:pos="1486"/>
        </w:tabs>
        <w:ind w:left="1486" w:hanging="369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1C13361A"/>
    <w:multiLevelType w:val="hybridMultilevel"/>
    <w:tmpl w:val="CB9EF962"/>
    <w:lvl w:ilvl="0" w:tplc="E8A6BE5A">
      <w:start w:val="1"/>
      <w:numFmt w:val="decimal"/>
      <w:pStyle w:val="NummerierteListeEnde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93D4A"/>
    <w:multiLevelType w:val="hybridMultilevel"/>
    <w:tmpl w:val="B2CCF0E6"/>
    <w:lvl w:ilvl="0" w:tplc="19B220BA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D116B080">
      <w:start w:val="1"/>
      <w:numFmt w:val="bullet"/>
      <w:lvlText w:val=""/>
      <w:lvlJc w:val="left"/>
      <w:pPr>
        <w:ind w:left="0" w:firstLine="0"/>
      </w:pPr>
    </w:lvl>
    <w:lvl w:ilvl="2" w:tplc="C79647CE">
      <w:start w:val="1"/>
      <w:numFmt w:val="bullet"/>
      <w:lvlText w:val=""/>
      <w:lvlJc w:val="left"/>
      <w:pPr>
        <w:ind w:left="0" w:firstLine="0"/>
      </w:pPr>
    </w:lvl>
    <w:lvl w:ilvl="3" w:tplc="F8D0FD86">
      <w:start w:val="1"/>
      <w:numFmt w:val="bullet"/>
      <w:lvlText w:val=""/>
      <w:lvlJc w:val="left"/>
      <w:pPr>
        <w:ind w:left="0" w:firstLine="0"/>
      </w:pPr>
    </w:lvl>
    <w:lvl w:ilvl="4" w:tplc="A3349878">
      <w:start w:val="1"/>
      <w:numFmt w:val="bullet"/>
      <w:lvlText w:val=""/>
      <w:lvlJc w:val="left"/>
      <w:pPr>
        <w:ind w:left="0" w:firstLine="0"/>
      </w:pPr>
    </w:lvl>
    <w:lvl w:ilvl="5" w:tplc="CD3C2462">
      <w:start w:val="1"/>
      <w:numFmt w:val="bullet"/>
      <w:lvlText w:val=""/>
      <w:lvlJc w:val="left"/>
      <w:pPr>
        <w:ind w:left="0" w:firstLine="0"/>
      </w:pPr>
    </w:lvl>
    <w:lvl w:ilvl="6" w:tplc="04BA9C46">
      <w:start w:val="1"/>
      <w:numFmt w:val="bullet"/>
      <w:lvlText w:val=""/>
      <w:lvlJc w:val="left"/>
      <w:pPr>
        <w:ind w:left="0" w:firstLine="0"/>
      </w:pPr>
    </w:lvl>
    <w:lvl w:ilvl="7" w:tplc="9476E86E">
      <w:start w:val="1"/>
      <w:numFmt w:val="bullet"/>
      <w:lvlText w:val=""/>
      <w:lvlJc w:val="left"/>
      <w:pPr>
        <w:ind w:left="0" w:firstLine="0"/>
      </w:pPr>
    </w:lvl>
    <w:lvl w:ilvl="8" w:tplc="5C6612BA">
      <w:start w:val="1"/>
      <w:numFmt w:val="bullet"/>
      <w:pStyle w:val="TableTextNormal"/>
      <w:lvlText w:val=""/>
      <w:lvlJc w:val="left"/>
      <w:pPr>
        <w:ind w:left="0" w:firstLine="0"/>
      </w:pPr>
    </w:lvl>
  </w:abstractNum>
  <w:abstractNum w:abstractNumId="4" w15:restartNumberingAfterBreak="0">
    <w:nsid w:val="412451CA"/>
    <w:multiLevelType w:val="multilevel"/>
    <w:tmpl w:val="D9BCC2E4"/>
    <w:lvl w:ilvl="0">
      <w:start w:val="1"/>
      <w:numFmt w:val="bullet"/>
      <w:pStyle w:val="ListParagraph"/>
      <w:lvlText w:val=""/>
      <w:lvlJc w:val="left"/>
      <w:pPr>
        <w:ind w:left="720" w:hanging="363"/>
      </w:pPr>
      <w:rPr>
        <w:rFonts w:ascii="Wingdings" w:hAnsi="Wingdings" w:cs="Times New Roman" w:hint="default"/>
      </w:rPr>
    </w:lvl>
    <w:lvl w:ilvl="1">
      <w:start w:val="1"/>
      <w:numFmt w:val="bullet"/>
      <w:lvlText w:val=""/>
      <w:lvlJc w:val="left"/>
      <w:pPr>
        <w:ind w:left="1077" w:hanging="363"/>
      </w:pPr>
      <w:rPr>
        <w:rFonts w:ascii="Wingdings" w:hAnsi="Wingdings" w:cs="Times New Roman" w:hint="default"/>
      </w:rPr>
    </w:lvl>
    <w:lvl w:ilvl="2">
      <w:start w:val="1"/>
      <w:numFmt w:val="bullet"/>
      <w:lvlText w:val=""/>
      <w:lvlJc w:val="left"/>
      <w:pPr>
        <w:ind w:left="1434" w:hanging="363"/>
      </w:pPr>
      <w:rPr>
        <w:rFonts w:ascii="Wingdings" w:hAnsi="Wingdings" w:cs="Times New Roman" w:hint="default"/>
      </w:rPr>
    </w:lvl>
    <w:lvl w:ilvl="3">
      <w:start w:val="1"/>
      <w:numFmt w:val="bullet"/>
      <w:lvlText w:val=""/>
      <w:lvlJc w:val="left"/>
      <w:pPr>
        <w:ind w:left="1791" w:hanging="363"/>
      </w:pPr>
      <w:rPr>
        <w:rFonts w:ascii="Wingdings" w:hAnsi="Wingdings" w:cs="Times New Roman" w:hint="default"/>
      </w:rPr>
    </w:lvl>
    <w:lvl w:ilvl="4">
      <w:start w:val="1"/>
      <w:numFmt w:val="bullet"/>
      <w:lvlText w:val="o"/>
      <w:lvlJc w:val="left"/>
      <w:pPr>
        <w:ind w:left="2148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05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62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19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576" w:hanging="363"/>
      </w:pPr>
      <w:rPr>
        <w:rFonts w:ascii="Wingdings" w:hAnsi="Wingdings" w:hint="default"/>
      </w:rPr>
    </w:lvl>
  </w:abstractNum>
  <w:abstractNum w:abstractNumId="5" w15:restartNumberingAfterBreak="0">
    <w:nsid w:val="41291433"/>
    <w:multiLevelType w:val="hybridMultilevel"/>
    <w:tmpl w:val="5F7EC4D4"/>
    <w:lvl w:ilvl="0" w:tplc="CCC083D0">
      <w:start w:val="1"/>
      <w:numFmt w:val="bullet"/>
      <w:pStyle w:val="Bulletliste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3C946D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090761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DFB486C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310CF2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930D5F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0B66CACE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F76685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82AAF5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7FA6259"/>
    <w:multiLevelType w:val="multilevel"/>
    <w:tmpl w:val="B0B23768"/>
    <w:lvl w:ilvl="0">
      <w:start w:val="1"/>
      <w:numFmt w:val="decimal"/>
      <w:pStyle w:val="IREBNumberedList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63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6" w:hanging="363"/>
      </w:pPr>
      <w:rPr>
        <w:rFonts w:hint="default"/>
      </w:rPr>
    </w:lvl>
  </w:abstractNum>
  <w:abstractNum w:abstractNumId="7" w15:restartNumberingAfterBreak="0">
    <w:nsid w:val="5CEA4A1B"/>
    <w:multiLevelType w:val="multilevel"/>
    <w:tmpl w:val="ACFCCC9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EE95648"/>
    <w:multiLevelType w:val="hybridMultilevel"/>
    <w:tmpl w:val="4C2CA094"/>
    <w:lvl w:ilvl="0" w:tplc="1F568394">
      <w:start w:val="1"/>
      <w:numFmt w:val="decimal"/>
      <w:pStyle w:val="Liste-Numm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F2D45"/>
    <w:multiLevelType w:val="hybridMultilevel"/>
    <w:tmpl w:val="4D7E6794"/>
    <w:lvl w:ilvl="0" w:tplc="7FD82488">
      <w:start w:val="1"/>
      <w:numFmt w:val="bullet"/>
      <w:pStyle w:val="BulletListe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68A3D0">
      <w:numFmt w:val="bullet"/>
      <w:lvlText w:val="•"/>
      <w:lvlJc w:val="left"/>
      <w:pPr>
        <w:ind w:left="2500" w:hanging="700"/>
      </w:pPr>
      <w:rPr>
        <w:rFonts w:ascii="Arial" w:eastAsiaTheme="minorHAnsi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B4083"/>
    <w:multiLevelType w:val="hybridMultilevel"/>
    <w:tmpl w:val="22B4A820"/>
    <w:lvl w:ilvl="0" w:tplc="9946B9F0">
      <w:start w:val="1"/>
      <w:numFmt w:val="bullet"/>
      <w:pStyle w:val="Liste-Strich"/>
      <w:lvlText w:val="­"/>
      <w:lvlJc w:val="left"/>
      <w:pPr>
        <w:ind w:left="720" w:hanging="360"/>
      </w:pPr>
      <w:rPr>
        <w:rFonts w:ascii="Cambria" w:hAnsi="Cambri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E107E"/>
    <w:multiLevelType w:val="hybridMultilevel"/>
    <w:tmpl w:val="F27CFFB4"/>
    <w:lvl w:ilvl="0" w:tplc="5BE4A772">
      <w:start w:val="1"/>
      <w:numFmt w:val="bullet"/>
      <w:pStyle w:val="Liste-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321306"/>
    <w:multiLevelType w:val="hybridMultilevel"/>
    <w:tmpl w:val="552837E8"/>
    <w:lvl w:ilvl="0" w:tplc="BC12A2E8">
      <w:start w:val="1"/>
      <w:numFmt w:val="upperRoman"/>
      <w:pStyle w:val="Backmatter"/>
      <w:lvlText w:val="%1."/>
      <w:lvlJc w:val="left"/>
      <w:pPr>
        <w:ind w:left="0" w:firstLine="0"/>
      </w:pPr>
      <w:rPr>
        <w:u w:val="none"/>
      </w:rPr>
    </w:lvl>
    <w:lvl w:ilvl="1" w:tplc="12C689AC">
      <w:start w:val="1"/>
      <w:numFmt w:val="upperLetter"/>
      <w:lvlText w:val="%2."/>
      <w:lvlJc w:val="left"/>
      <w:pPr>
        <w:ind w:left="720" w:firstLine="0"/>
      </w:pPr>
      <w:rPr>
        <w:u w:val="none"/>
      </w:rPr>
    </w:lvl>
    <w:lvl w:ilvl="2" w:tplc="199CEB8E">
      <w:start w:val="1"/>
      <w:numFmt w:val="decimal"/>
      <w:lvlText w:val="%3."/>
      <w:lvlJc w:val="left"/>
      <w:pPr>
        <w:ind w:left="1440" w:firstLine="0"/>
      </w:pPr>
      <w:rPr>
        <w:u w:val="none"/>
      </w:rPr>
    </w:lvl>
    <w:lvl w:ilvl="3" w:tplc="340C32F0">
      <w:start w:val="1"/>
      <w:numFmt w:val="lowerLetter"/>
      <w:lvlText w:val="%4)"/>
      <w:lvlJc w:val="left"/>
      <w:pPr>
        <w:ind w:left="2160" w:firstLine="0"/>
      </w:pPr>
      <w:rPr>
        <w:u w:val="none"/>
      </w:rPr>
    </w:lvl>
    <w:lvl w:ilvl="4" w:tplc="6F4E9D80">
      <w:start w:val="1"/>
      <w:numFmt w:val="decimal"/>
      <w:lvlText w:val="(%5)"/>
      <w:lvlJc w:val="left"/>
      <w:pPr>
        <w:ind w:left="2880" w:firstLine="0"/>
      </w:pPr>
      <w:rPr>
        <w:u w:val="none"/>
      </w:rPr>
    </w:lvl>
    <w:lvl w:ilvl="5" w:tplc="CF941270">
      <w:start w:val="1"/>
      <w:numFmt w:val="lowerLetter"/>
      <w:lvlText w:val="(%6)"/>
      <w:lvlJc w:val="left"/>
      <w:pPr>
        <w:ind w:left="3600" w:firstLine="0"/>
      </w:pPr>
      <w:rPr>
        <w:u w:val="none"/>
      </w:rPr>
    </w:lvl>
    <w:lvl w:ilvl="6" w:tplc="AF34EE92">
      <w:start w:val="1"/>
      <w:numFmt w:val="lowerRoman"/>
      <w:lvlText w:val="(%7)"/>
      <w:lvlJc w:val="left"/>
      <w:pPr>
        <w:ind w:left="4320" w:firstLine="0"/>
      </w:pPr>
      <w:rPr>
        <w:u w:val="none"/>
      </w:rPr>
    </w:lvl>
    <w:lvl w:ilvl="7" w:tplc="D86ADBC4">
      <w:start w:val="1"/>
      <w:numFmt w:val="lowerLetter"/>
      <w:lvlText w:val="(%8)"/>
      <w:lvlJc w:val="left"/>
      <w:pPr>
        <w:ind w:left="5040" w:firstLine="0"/>
      </w:pPr>
      <w:rPr>
        <w:u w:val="none"/>
      </w:rPr>
    </w:lvl>
    <w:lvl w:ilvl="8" w:tplc="B0DC879A">
      <w:start w:val="1"/>
      <w:numFmt w:val="lowerRoman"/>
      <w:lvlText w:val="(%9)"/>
      <w:lvlJc w:val="left"/>
      <w:pPr>
        <w:ind w:left="5760" w:firstLine="0"/>
      </w:pPr>
      <w:rPr>
        <w:u w:val="none"/>
      </w:rPr>
    </w:lvl>
  </w:abstractNum>
  <w:num w:numId="1" w16cid:durableId="544215778">
    <w:abstractNumId w:val="7"/>
  </w:num>
  <w:num w:numId="2" w16cid:durableId="553585912">
    <w:abstractNumId w:val="12"/>
  </w:num>
  <w:num w:numId="3" w16cid:durableId="1219634117">
    <w:abstractNumId w:val="5"/>
  </w:num>
  <w:num w:numId="4" w16cid:durableId="1139346756">
    <w:abstractNumId w:val="3"/>
  </w:num>
  <w:num w:numId="5" w16cid:durableId="588469741">
    <w:abstractNumId w:val="9"/>
  </w:num>
  <w:num w:numId="6" w16cid:durableId="2135827063">
    <w:abstractNumId w:val="2"/>
  </w:num>
  <w:num w:numId="7" w16cid:durableId="1221209139">
    <w:abstractNumId w:val="10"/>
  </w:num>
  <w:num w:numId="8" w16cid:durableId="2011987063">
    <w:abstractNumId w:val="11"/>
  </w:num>
  <w:num w:numId="9" w16cid:durableId="845707741">
    <w:abstractNumId w:val="8"/>
  </w:num>
  <w:num w:numId="10" w16cid:durableId="2063627834">
    <w:abstractNumId w:val="6"/>
  </w:num>
  <w:num w:numId="11" w16cid:durableId="417020244">
    <w:abstractNumId w:val="1"/>
  </w:num>
  <w:num w:numId="12" w16cid:durableId="162287258">
    <w:abstractNumId w:val="4"/>
  </w:num>
  <w:num w:numId="13" w16cid:durableId="1527331074">
    <w:abstractNumId w:val="0"/>
  </w:num>
  <w:num w:numId="14" w16cid:durableId="56981336">
    <w:abstractNumId w:val="4"/>
  </w:num>
  <w:num w:numId="15" w16cid:durableId="760416695">
    <w:abstractNumId w:val="0"/>
  </w:num>
  <w:num w:numId="16" w16cid:durableId="1660962446">
    <w:abstractNumId w:val="6"/>
  </w:num>
  <w:num w:numId="17" w16cid:durableId="48117227">
    <w:abstractNumId w:val="4"/>
  </w:num>
  <w:num w:numId="18" w16cid:durableId="468089097">
    <w:abstractNumId w:val="7"/>
  </w:num>
  <w:num w:numId="19" w16cid:durableId="487133417">
    <w:abstractNumId w:val="7"/>
  </w:num>
  <w:num w:numId="20" w16cid:durableId="236206559">
    <w:abstractNumId w:val="7"/>
  </w:num>
  <w:num w:numId="21" w16cid:durableId="1133918">
    <w:abstractNumId w:val="7"/>
  </w:num>
  <w:num w:numId="22" w16cid:durableId="379406572">
    <w:abstractNumId w:val="7"/>
    <w:lvlOverride w:ilvl="0">
      <w:startOverride w:val="2"/>
    </w:lvlOverride>
    <w:lvlOverride w:ilvl="1">
      <w:startOverride w:val="2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2824748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09738656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43970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stylePaneSortMethod w:val="0000"/>
  <w:documentProtection w:formatting="1" w:enforcement="1" w:cryptProviderType="rsaAES" w:cryptAlgorithmClass="hash" w:cryptAlgorithmType="typeAny" w:cryptAlgorithmSid="14" w:cryptSpinCount="100000" w:hash="+k1UqYnyLivf5wPNH+g7wSWR/U7MJb9woEq0cfVFW+Pk5nnpv6WkoS/1IiuuVk9U81vuLYxWKXF8S8Q7673SMg==" w:salt="jR9Vwk/5BuCfoo2PO6VOxQ=="/>
  <w:styleLockTheme/>
  <w:styleLockQFSet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41B"/>
    <w:rsid w:val="0000006E"/>
    <w:rsid w:val="00000592"/>
    <w:rsid w:val="000007CA"/>
    <w:rsid w:val="0000081F"/>
    <w:rsid w:val="0000094E"/>
    <w:rsid w:val="00000ACB"/>
    <w:rsid w:val="00001027"/>
    <w:rsid w:val="00001085"/>
    <w:rsid w:val="00001086"/>
    <w:rsid w:val="0000109E"/>
    <w:rsid w:val="000011A4"/>
    <w:rsid w:val="00002160"/>
    <w:rsid w:val="0000218D"/>
    <w:rsid w:val="000024DA"/>
    <w:rsid w:val="000024E3"/>
    <w:rsid w:val="0000283A"/>
    <w:rsid w:val="000028D6"/>
    <w:rsid w:val="00002FC7"/>
    <w:rsid w:val="00003081"/>
    <w:rsid w:val="0000323F"/>
    <w:rsid w:val="00003732"/>
    <w:rsid w:val="00003ABA"/>
    <w:rsid w:val="0000426E"/>
    <w:rsid w:val="00004350"/>
    <w:rsid w:val="00004CBF"/>
    <w:rsid w:val="00004E8F"/>
    <w:rsid w:val="00005674"/>
    <w:rsid w:val="00005BB7"/>
    <w:rsid w:val="00006530"/>
    <w:rsid w:val="00006628"/>
    <w:rsid w:val="00006779"/>
    <w:rsid w:val="00006992"/>
    <w:rsid w:val="00006A12"/>
    <w:rsid w:val="00006D63"/>
    <w:rsid w:val="00006F4F"/>
    <w:rsid w:val="000076AE"/>
    <w:rsid w:val="000079C2"/>
    <w:rsid w:val="00007A09"/>
    <w:rsid w:val="00007F28"/>
    <w:rsid w:val="00007FD6"/>
    <w:rsid w:val="000103E1"/>
    <w:rsid w:val="00010523"/>
    <w:rsid w:val="00010AC6"/>
    <w:rsid w:val="00010DC6"/>
    <w:rsid w:val="000112EF"/>
    <w:rsid w:val="00011CF5"/>
    <w:rsid w:val="00012D6A"/>
    <w:rsid w:val="00012EC5"/>
    <w:rsid w:val="0001302C"/>
    <w:rsid w:val="000137BA"/>
    <w:rsid w:val="00013BBA"/>
    <w:rsid w:val="00013D52"/>
    <w:rsid w:val="0001408E"/>
    <w:rsid w:val="00014119"/>
    <w:rsid w:val="00014459"/>
    <w:rsid w:val="00014B00"/>
    <w:rsid w:val="00014C59"/>
    <w:rsid w:val="00014D3F"/>
    <w:rsid w:val="0001568D"/>
    <w:rsid w:val="00015E2E"/>
    <w:rsid w:val="000160D1"/>
    <w:rsid w:val="0001623D"/>
    <w:rsid w:val="0001666B"/>
    <w:rsid w:val="000166AC"/>
    <w:rsid w:val="00017334"/>
    <w:rsid w:val="00020034"/>
    <w:rsid w:val="0002037D"/>
    <w:rsid w:val="00020386"/>
    <w:rsid w:val="00020BBF"/>
    <w:rsid w:val="00020BF4"/>
    <w:rsid w:val="0002164B"/>
    <w:rsid w:val="0002167F"/>
    <w:rsid w:val="000224EA"/>
    <w:rsid w:val="000225CA"/>
    <w:rsid w:val="00022ABD"/>
    <w:rsid w:val="00022B00"/>
    <w:rsid w:val="00022CA6"/>
    <w:rsid w:val="00022CCB"/>
    <w:rsid w:val="00022FEC"/>
    <w:rsid w:val="0002345B"/>
    <w:rsid w:val="000239E0"/>
    <w:rsid w:val="000245D6"/>
    <w:rsid w:val="00024695"/>
    <w:rsid w:val="000247C5"/>
    <w:rsid w:val="0002481F"/>
    <w:rsid w:val="00025132"/>
    <w:rsid w:val="0002526F"/>
    <w:rsid w:val="000257E3"/>
    <w:rsid w:val="00025E6E"/>
    <w:rsid w:val="0002683E"/>
    <w:rsid w:val="00026940"/>
    <w:rsid w:val="00026E4E"/>
    <w:rsid w:val="00027367"/>
    <w:rsid w:val="000277FE"/>
    <w:rsid w:val="00027C4E"/>
    <w:rsid w:val="00027C82"/>
    <w:rsid w:val="00027CBB"/>
    <w:rsid w:val="00027DA3"/>
    <w:rsid w:val="00030240"/>
    <w:rsid w:val="000303C6"/>
    <w:rsid w:val="000308F1"/>
    <w:rsid w:val="00030E40"/>
    <w:rsid w:val="00031671"/>
    <w:rsid w:val="00031708"/>
    <w:rsid w:val="00031A22"/>
    <w:rsid w:val="00031F07"/>
    <w:rsid w:val="00032531"/>
    <w:rsid w:val="00032871"/>
    <w:rsid w:val="00032FB1"/>
    <w:rsid w:val="000330E4"/>
    <w:rsid w:val="000337FF"/>
    <w:rsid w:val="00033B5C"/>
    <w:rsid w:val="0003524B"/>
    <w:rsid w:val="000369D7"/>
    <w:rsid w:val="000370DC"/>
    <w:rsid w:val="000373FF"/>
    <w:rsid w:val="00037744"/>
    <w:rsid w:val="000400BF"/>
    <w:rsid w:val="000404F1"/>
    <w:rsid w:val="00040A54"/>
    <w:rsid w:val="00040E12"/>
    <w:rsid w:val="00041978"/>
    <w:rsid w:val="00042152"/>
    <w:rsid w:val="00042AF4"/>
    <w:rsid w:val="000437DF"/>
    <w:rsid w:val="000439DF"/>
    <w:rsid w:val="0004412C"/>
    <w:rsid w:val="00044FF8"/>
    <w:rsid w:val="00045117"/>
    <w:rsid w:val="000458CF"/>
    <w:rsid w:val="0004595D"/>
    <w:rsid w:val="0004598C"/>
    <w:rsid w:val="00045CD4"/>
    <w:rsid w:val="00046497"/>
    <w:rsid w:val="000465D2"/>
    <w:rsid w:val="00046E47"/>
    <w:rsid w:val="00047086"/>
    <w:rsid w:val="000473F1"/>
    <w:rsid w:val="0004741A"/>
    <w:rsid w:val="00047487"/>
    <w:rsid w:val="000477DE"/>
    <w:rsid w:val="00047848"/>
    <w:rsid w:val="00047CBD"/>
    <w:rsid w:val="00047F74"/>
    <w:rsid w:val="00047FBA"/>
    <w:rsid w:val="0005018C"/>
    <w:rsid w:val="000507B4"/>
    <w:rsid w:val="000508DC"/>
    <w:rsid w:val="0005095E"/>
    <w:rsid w:val="0005119A"/>
    <w:rsid w:val="00051419"/>
    <w:rsid w:val="000520AD"/>
    <w:rsid w:val="00052B7B"/>
    <w:rsid w:val="0005330A"/>
    <w:rsid w:val="00053694"/>
    <w:rsid w:val="00053787"/>
    <w:rsid w:val="000537F6"/>
    <w:rsid w:val="000539E1"/>
    <w:rsid w:val="00053B0B"/>
    <w:rsid w:val="00053BCC"/>
    <w:rsid w:val="00053F8D"/>
    <w:rsid w:val="0005407F"/>
    <w:rsid w:val="000540AC"/>
    <w:rsid w:val="000543ED"/>
    <w:rsid w:val="0005456B"/>
    <w:rsid w:val="000548C2"/>
    <w:rsid w:val="00054AD9"/>
    <w:rsid w:val="00055130"/>
    <w:rsid w:val="00055B99"/>
    <w:rsid w:val="00055E32"/>
    <w:rsid w:val="00056698"/>
    <w:rsid w:val="0005679D"/>
    <w:rsid w:val="00056AF7"/>
    <w:rsid w:val="00056F7B"/>
    <w:rsid w:val="0006005E"/>
    <w:rsid w:val="000603F0"/>
    <w:rsid w:val="000606F6"/>
    <w:rsid w:val="000608B0"/>
    <w:rsid w:val="00060F60"/>
    <w:rsid w:val="00061071"/>
    <w:rsid w:val="0006123F"/>
    <w:rsid w:val="00061851"/>
    <w:rsid w:val="00062764"/>
    <w:rsid w:val="000634B1"/>
    <w:rsid w:val="00063608"/>
    <w:rsid w:val="000636F3"/>
    <w:rsid w:val="00063B24"/>
    <w:rsid w:val="00064958"/>
    <w:rsid w:val="00064AA5"/>
    <w:rsid w:val="00064EBA"/>
    <w:rsid w:val="00065797"/>
    <w:rsid w:val="000658F2"/>
    <w:rsid w:val="00065EAD"/>
    <w:rsid w:val="000663B8"/>
    <w:rsid w:val="00066511"/>
    <w:rsid w:val="00066980"/>
    <w:rsid w:val="00066A8F"/>
    <w:rsid w:val="000671A1"/>
    <w:rsid w:val="0006723D"/>
    <w:rsid w:val="00067633"/>
    <w:rsid w:val="000676A0"/>
    <w:rsid w:val="00067B21"/>
    <w:rsid w:val="00067D09"/>
    <w:rsid w:val="00067D79"/>
    <w:rsid w:val="00067DAA"/>
    <w:rsid w:val="00070124"/>
    <w:rsid w:val="000701F8"/>
    <w:rsid w:val="00070906"/>
    <w:rsid w:val="00070A75"/>
    <w:rsid w:val="00070CB6"/>
    <w:rsid w:val="00070D89"/>
    <w:rsid w:val="00070DC5"/>
    <w:rsid w:val="00070FBF"/>
    <w:rsid w:val="000714D9"/>
    <w:rsid w:val="000714FE"/>
    <w:rsid w:val="00071677"/>
    <w:rsid w:val="000717D0"/>
    <w:rsid w:val="000717E7"/>
    <w:rsid w:val="000720EB"/>
    <w:rsid w:val="000723D4"/>
    <w:rsid w:val="00072792"/>
    <w:rsid w:val="000727CE"/>
    <w:rsid w:val="00072F46"/>
    <w:rsid w:val="00072F82"/>
    <w:rsid w:val="000730A5"/>
    <w:rsid w:val="00073337"/>
    <w:rsid w:val="0007422B"/>
    <w:rsid w:val="000749C2"/>
    <w:rsid w:val="00074CE5"/>
    <w:rsid w:val="00074D19"/>
    <w:rsid w:val="000750BB"/>
    <w:rsid w:val="0007513F"/>
    <w:rsid w:val="0007575B"/>
    <w:rsid w:val="00075A7D"/>
    <w:rsid w:val="00075B78"/>
    <w:rsid w:val="00075E37"/>
    <w:rsid w:val="00075E70"/>
    <w:rsid w:val="00075EAF"/>
    <w:rsid w:val="000765F3"/>
    <w:rsid w:val="0007677E"/>
    <w:rsid w:val="00076D45"/>
    <w:rsid w:val="00076EAA"/>
    <w:rsid w:val="00076EE4"/>
    <w:rsid w:val="00077247"/>
    <w:rsid w:val="000779DA"/>
    <w:rsid w:val="00077A32"/>
    <w:rsid w:val="00077BBA"/>
    <w:rsid w:val="00077D97"/>
    <w:rsid w:val="00080002"/>
    <w:rsid w:val="000800CC"/>
    <w:rsid w:val="000802B9"/>
    <w:rsid w:val="00080926"/>
    <w:rsid w:val="00080C34"/>
    <w:rsid w:val="00080E13"/>
    <w:rsid w:val="0008112C"/>
    <w:rsid w:val="00081562"/>
    <w:rsid w:val="000817AD"/>
    <w:rsid w:val="0008184B"/>
    <w:rsid w:val="00082B38"/>
    <w:rsid w:val="00082CA0"/>
    <w:rsid w:val="00082D4D"/>
    <w:rsid w:val="0008393A"/>
    <w:rsid w:val="00083D28"/>
    <w:rsid w:val="00084265"/>
    <w:rsid w:val="00084B48"/>
    <w:rsid w:val="000853EC"/>
    <w:rsid w:val="000854EF"/>
    <w:rsid w:val="000858B2"/>
    <w:rsid w:val="00086012"/>
    <w:rsid w:val="00087523"/>
    <w:rsid w:val="00087566"/>
    <w:rsid w:val="0008768B"/>
    <w:rsid w:val="00087936"/>
    <w:rsid w:val="00087D11"/>
    <w:rsid w:val="0009029A"/>
    <w:rsid w:val="00090C5D"/>
    <w:rsid w:val="00090C70"/>
    <w:rsid w:val="00091650"/>
    <w:rsid w:val="00091D01"/>
    <w:rsid w:val="00091E49"/>
    <w:rsid w:val="00091E9A"/>
    <w:rsid w:val="00092042"/>
    <w:rsid w:val="00092326"/>
    <w:rsid w:val="00092707"/>
    <w:rsid w:val="000932F5"/>
    <w:rsid w:val="0009335C"/>
    <w:rsid w:val="00093524"/>
    <w:rsid w:val="00093535"/>
    <w:rsid w:val="000936F9"/>
    <w:rsid w:val="00093730"/>
    <w:rsid w:val="000938CA"/>
    <w:rsid w:val="00093BA3"/>
    <w:rsid w:val="00093DE7"/>
    <w:rsid w:val="0009422E"/>
    <w:rsid w:val="000942F0"/>
    <w:rsid w:val="0009479B"/>
    <w:rsid w:val="00094B0A"/>
    <w:rsid w:val="00094C42"/>
    <w:rsid w:val="00094F00"/>
    <w:rsid w:val="00094F55"/>
    <w:rsid w:val="000952A6"/>
    <w:rsid w:val="00095589"/>
    <w:rsid w:val="000957EB"/>
    <w:rsid w:val="00096437"/>
    <w:rsid w:val="000965BC"/>
    <w:rsid w:val="000968EE"/>
    <w:rsid w:val="00096B2C"/>
    <w:rsid w:val="000970DE"/>
    <w:rsid w:val="0009734C"/>
    <w:rsid w:val="0009750B"/>
    <w:rsid w:val="00097905"/>
    <w:rsid w:val="00097A0A"/>
    <w:rsid w:val="000A00BA"/>
    <w:rsid w:val="000A0397"/>
    <w:rsid w:val="000A0A3D"/>
    <w:rsid w:val="000A0AB3"/>
    <w:rsid w:val="000A0C34"/>
    <w:rsid w:val="000A0F7D"/>
    <w:rsid w:val="000A1072"/>
    <w:rsid w:val="000A14F2"/>
    <w:rsid w:val="000A1639"/>
    <w:rsid w:val="000A1892"/>
    <w:rsid w:val="000A1C0B"/>
    <w:rsid w:val="000A25FD"/>
    <w:rsid w:val="000A278B"/>
    <w:rsid w:val="000A2939"/>
    <w:rsid w:val="000A2C40"/>
    <w:rsid w:val="000A2F60"/>
    <w:rsid w:val="000A36AF"/>
    <w:rsid w:val="000A39FE"/>
    <w:rsid w:val="000A3A29"/>
    <w:rsid w:val="000A3A9A"/>
    <w:rsid w:val="000A3E29"/>
    <w:rsid w:val="000A450C"/>
    <w:rsid w:val="000A48CA"/>
    <w:rsid w:val="000A496D"/>
    <w:rsid w:val="000A56A5"/>
    <w:rsid w:val="000A58A7"/>
    <w:rsid w:val="000A5B5A"/>
    <w:rsid w:val="000A5B9E"/>
    <w:rsid w:val="000A66BA"/>
    <w:rsid w:val="000A6712"/>
    <w:rsid w:val="000A6EF7"/>
    <w:rsid w:val="000A6F6C"/>
    <w:rsid w:val="000A788D"/>
    <w:rsid w:val="000A7F99"/>
    <w:rsid w:val="000B0490"/>
    <w:rsid w:val="000B15C1"/>
    <w:rsid w:val="000B1A0C"/>
    <w:rsid w:val="000B1A82"/>
    <w:rsid w:val="000B1E63"/>
    <w:rsid w:val="000B2B25"/>
    <w:rsid w:val="000B2B54"/>
    <w:rsid w:val="000B2DA2"/>
    <w:rsid w:val="000B2FB1"/>
    <w:rsid w:val="000B31D6"/>
    <w:rsid w:val="000B36DE"/>
    <w:rsid w:val="000B36FB"/>
    <w:rsid w:val="000B3826"/>
    <w:rsid w:val="000B391F"/>
    <w:rsid w:val="000B39A0"/>
    <w:rsid w:val="000B3AD0"/>
    <w:rsid w:val="000B3EB4"/>
    <w:rsid w:val="000B438C"/>
    <w:rsid w:val="000B4537"/>
    <w:rsid w:val="000B47B1"/>
    <w:rsid w:val="000B48A6"/>
    <w:rsid w:val="000B4B59"/>
    <w:rsid w:val="000B54E7"/>
    <w:rsid w:val="000B5783"/>
    <w:rsid w:val="000B586C"/>
    <w:rsid w:val="000B5D7B"/>
    <w:rsid w:val="000B5E2E"/>
    <w:rsid w:val="000B63A8"/>
    <w:rsid w:val="000B6526"/>
    <w:rsid w:val="000B65B4"/>
    <w:rsid w:val="000B710F"/>
    <w:rsid w:val="000B75FE"/>
    <w:rsid w:val="000B796D"/>
    <w:rsid w:val="000B7C13"/>
    <w:rsid w:val="000B7DAD"/>
    <w:rsid w:val="000C0138"/>
    <w:rsid w:val="000C01B6"/>
    <w:rsid w:val="000C0B64"/>
    <w:rsid w:val="000C0C8F"/>
    <w:rsid w:val="000C0D95"/>
    <w:rsid w:val="000C10C1"/>
    <w:rsid w:val="000C14E4"/>
    <w:rsid w:val="000C172C"/>
    <w:rsid w:val="000C2091"/>
    <w:rsid w:val="000C2334"/>
    <w:rsid w:val="000C2E68"/>
    <w:rsid w:val="000C2FFD"/>
    <w:rsid w:val="000C3C63"/>
    <w:rsid w:val="000C45B9"/>
    <w:rsid w:val="000C45FA"/>
    <w:rsid w:val="000C4A25"/>
    <w:rsid w:val="000C4B13"/>
    <w:rsid w:val="000C5376"/>
    <w:rsid w:val="000C5B23"/>
    <w:rsid w:val="000C6250"/>
    <w:rsid w:val="000C6405"/>
    <w:rsid w:val="000C64D9"/>
    <w:rsid w:val="000C6B80"/>
    <w:rsid w:val="000C7034"/>
    <w:rsid w:val="000C7288"/>
    <w:rsid w:val="000C72EF"/>
    <w:rsid w:val="000C76C1"/>
    <w:rsid w:val="000C7BEA"/>
    <w:rsid w:val="000C7C16"/>
    <w:rsid w:val="000C7E83"/>
    <w:rsid w:val="000D0B0F"/>
    <w:rsid w:val="000D0B3B"/>
    <w:rsid w:val="000D0B51"/>
    <w:rsid w:val="000D14F2"/>
    <w:rsid w:val="000D151D"/>
    <w:rsid w:val="000D1603"/>
    <w:rsid w:val="000D1E6D"/>
    <w:rsid w:val="000D1F59"/>
    <w:rsid w:val="000D2242"/>
    <w:rsid w:val="000D23C8"/>
    <w:rsid w:val="000D24DE"/>
    <w:rsid w:val="000D2689"/>
    <w:rsid w:val="000D2690"/>
    <w:rsid w:val="000D26B1"/>
    <w:rsid w:val="000D2F9F"/>
    <w:rsid w:val="000D32B4"/>
    <w:rsid w:val="000D3824"/>
    <w:rsid w:val="000D3F29"/>
    <w:rsid w:val="000D4600"/>
    <w:rsid w:val="000D4B54"/>
    <w:rsid w:val="000D5523"/>
    <w:rsid w:val="000D55B8"/>
    <w:rsid w:val="000D57C0"/>
    <w:rsid w:val="000D59A1"/>
    <w:rsid w:val="000D5B56"/>
    <w:rsid w:val="000D5D27"/>
    <w:rsid w:val="000D620E"/>
    <w:rsid w:val="000D651D"/>
    <w:rsid w:val="000D6A3D"/>
    <w:rsid w:val="000D6A49"/>
    <w:rsid w:val="000D6C9A"/>
    <w:rsid w:val="000D727E"/>
    <w:rsid w:val="000D7348"/>
    <w:rsid w:val="000D7A46"/>
    <w:rsid w:val="000D7D82"/>
    <w:rsid w:val="000D7E65"/>
    <w:rsid w:val="000D7EB9"/>
    <w:rsid w:val="000E0108"/>
    <w:rsid w:val="000E0523"/>
    <w:rsid w:val="000E08E3"/>
    <w:rsid w:val="000E0CEE"/>
    <w:rsid w:val="000E0D63"/>
    <w:rsid w:val="000E1071"/>
    <w:rsid w:val="000E1081"/>
    <w:rsid w:val="000E16DD"/>
    <w:rsid w:val="000E1784"/>
    <w:rsid w:val="000E1822"/>
    <w:rsid w:val="000E19D2"/>
    <w:rsid w:val="000E1A80"/>
    <w:rsid w:val="000E1B63"/>
    <w:rsid w:val="000E1B9E"/>
    <w:rsid w:val="000E1D82"/>
    <w:rsid w:val="000E2031"/>
    <w:rsid w:val="000E2054"/>
    <w:rsid w:val="000E2071"/>
    <w:rsid w:val="000E2218"/>
    <w:rsid w:val="000E2E56"/>
    <w:rsid w:val="000E3119"/>
    <w:rsid w:val="000E3146"/>
    <w:rsid w:val="000E34F7"/>
    <w:rsid w:val="000E35C9"/>
    <w:rsid w:val="000E3CA2"/>
    <w:rsid w:val="000E3F71"/>
    <w:rsid w:val="000E4F06"/>
    <w:rsid w:val="000E50BB"/>
    <w:rsid w:val="000E51AA"/>
    <w:rsid w:val="000E556C"/>
    <w:rsid w:val="000E5C49"/>
    <w:rsid w:val="000E5D7D"/>
    <w:rsid w:val="000E6152"/>
    <w:rsid w:val="000E63A5"/>
    <w:rsid w:val="000E7569"/>
    <w:rsid w:val="000E786D"/>
    <w:rsid w:val="000E7BFE"/>
    <w:rsid w:val="000F0633"/>
    <w:rsid w:val="000F069A"/>
    <w:rsid w:val="000F0E0C"/>
    <w:rsid w:val="000F1A9A"/>
    <w:rsid w:val="000F1DF9"/>
    <w:rsid w:val="000F1F2F"/>
    <w:rsid w:val="000F21CE"/>
    <w:rsid w:val="000F2451"/>
    <w:rsid w:val="000F28DA"/>
    <w:rsid w:val="000F296E"/>
    <w:rsid w:val="000F2D75"/>
    <w:rsid w:val="000F33C9"/>
    <w:rsid w:val="000F3E6E"/>
    <w:rsid w:val="000F40CA"/>
    <w:rsid w:val="000F4385"/>
    <w:rsid w:val="000F4AC4"/>
    <w:rsid w:val="000F5113"/>
    <w:rsid w:val="000F53A9"/>
    <w:rsid w:val="000F561B"/>
    <w:rsid w:val="000F64D2"/>
    <w:rsid w:val="000F6592"/>
    <w:rsid w:val="000F66F4"/>
    <w:rsid w:val="000F6931"/>
    <w:rsid w:val="000F6BE2"/>
    <w:rsid w:val="000F6F77"/>
    <w:rsid w:val="000F6FEA"/>
    <w:rsid w:val="000F7576"/>
    <w:rsid w:val="000F7FAD"/>
    <w:rsid w:val="001005DF"/>
    <w:rsid w:val="001007A0"/>
    <w:rsid w:val="00100D8F"/>
    <w:rsid w:val="00100EFE"/>
    <w:rsid w:val="001018E8"/>
    <w:rsid w:val="0010190E"/>
    <w:rsid w:val="00101BBD"/>
    <w:rsid w:val="00101C7F"/>
    <w:rsid w:val="00101EFD"/>
    <w:rsid w:val="001023C7"/>
    <w:rsid w:val="00102454"/>
    <w:rsid w:val="00102C68"/>
    <w:rsid w:val="001033A6"/>
    <w:rsid w:val="00103442"/>
    <w:rsid w:val="00103BA6"/>
    <w:rsid w:val="00103F05"/>
    <w:rsid w:val="0010490D"/>
    <w:rsid w:val="00104916"/>
    <w:rsid w:val="00104FD0"/>
    <w:rsid w:val="00105224"/>
    <w:rsid w:val="001056FE"/>
    <w:rsid w:val="00105884"/>
    <w:rsid w:val="00105D9A"/>
    <w:rsid w:val="00106800"/>
    <w:rsid w:val="00106DF1"/>
    <w:rsid w:val="00106E82"/>
    <w:rsid w:val="001070CD"/>
    <w:rsid w:val="0010767A"/>
    <w:rsid w:val="00107BFA"/>
    <w:rsid w:val="00107F94"/>
    <w:rsid w:val="00110135"/>
    <w:rsid w:val="00110978"/>
    <w:rsid w:val="00110BE8"/>
    <w:rsid w:val="00111455"/>
    <w:rsid w:val="00111489"/>
    <w:rsid w:val="00111890"/>
    <w:rsid w:val="001119E7"/>
    <w:rsid w:val="00111CCB"/>
    <w:rsid w:val="00111ED4"/>
    <w:rsid w:val="00111FA1"/>
    <w:rsid w:val="00112460"/>
    <w:rsid w:val="001125A0"/>
    <w:rsid w:val="001126B8"/>
    <w:rsid w:val="00112A35"/>
    <w:rsid w:val="00112A3D"/>
    <w:rsid w:val="00112E3D"/>
    <w:rsid w:val="001130F5"/>
    <w:rsid w:val="00113580"/>
    <w:rsid w:val="0011379F"/>
    <w:rsid w:val="00113C1A"/>
    <w:rsid w:val="001140F3"/>
    <w:rsid w:val="001151E0"/>
    <w:rsid w:val="00115281"/>
    <w:rsid w:val="00116087"/>
    <w:rsid w:val="00116453"/>
    <w:rsid w:val="0011697C"/>
    <w:rsid w:val="00116BA5"/>
    <w:rsid w:val="00116EB1"/>
    <w:rsid w:val="00117254"/>
    <w:rsid w:val="0011732B"/>
    <w:rsid w:val="001178F7"/>
    <w:rsid w:val="00117AAA"/>
    <w:rsid w:val="0012018C"/>
    <w:rsid w:val="00120456"/>
    <w:rsid w:val="00120C3C"/>
    <w:rsid w:val="001217E1"/>
    <w:rsid w:val="00121C0C"/>
    <w:rsid w:val="00122D01"/>
    <w:rsid w:val="00123425"/>
    <w:rsid w:val="001235DC"/>
    <w:rsid w:val="0012372C"/>
    <w:rsid w:val="00123B6F"/>
    <w:rsid w:val="00123EFB"/>
    <w:rsid w:val="001248A6"/>
    <w:rsid w:val="00124B17"/>
    <w:rsid w:val="00125069"/>
    <w:rsid w:val="00125869"/>
    <w:rsid w:val="00125C2E"/>
    <w:rsid w:val="00125CAF"/>
    <w:rsid w:val="00126241"/>
    <w:rsid w:val="00126491"/>
    <w:rsid w:val="001266FC"/>
    <w:rsid w:val="00126A9B"/>
    <w:rsid w:val="001273F7"/>
    <w:rsid w:val="00127907"/>
    <w:rsid w:val="001279CE"/>
    <w:rsid w:val="00127BF9"/>
    <w:rsid w:val="0013084E"/>
    <w:rsid w:val="00130B55"/>
    <w:rsid w:val="001313B4"/>
    <w:rsid w:val="00131607"/>
    <w:rsid w:val="00131C1A"/>
    <w:rsid w:val="00131DAA"/>
    <w:rsid w:val="00131F13"/>
    <w:rsid w:val="00131F40"/>
    <w:rsid w:val="00131FF7"/>
    <w:rsid w:val="0013235D"/>
    <w:rsid w:val="00132826"/>
    <w:rsid w:val="0013296A"/>
    <w:rsid w:val="00133062"/>
    <w:rsid w:val="001332CB"/>
    <w:rsid w:val="001333E0"/>
    <w:rsid w:val="001334D0"/>
    <w:rsid w:val="0013355F"/>
    <w:rsid w:val="001339EC"/>
    <w:rsid w:val="00133E7E"/>
    <w:rsid w:val="00134940"/>
    <w:rsid w:val="00135B35"/>
    <w:rsid w:val="00136268"/>
    <w:rsid w:val="0013642D"/>
    <w:rsid w:val="00136771"/>
    <w:rsid w:val="00136A6B"/>
    <w:rsid w:val="0013762F"/>
    <w:rsid w:val="00140027"/>
    <w:rsid w:val="0014019F"/>
    <w:rsid w:val="00140462"/>
    <w:rsid w:val="00140764"/>
    <w:rsid w:val="00140929"/>
    <w:rsid w:val="001409B5"/>
    <w:rsid w:val="00140A7B"/>
    <w:rsid w:val="00140C34"/>
    <w:rsid w:val="00141B96"/>
    <w:rsid w:val="00141DF0"/>
    <w:rsid w:val="00141EC9"/>
    <w:rsid w:val="0014200E"/>
    <w:rsid w:val="0014209A"/>
    <w:rsid w:val="00142B34"/>
    <w:rsid w:val="00142CEB"/>
    <w:rsid w:val="001433D1"/>
    <w:rsid w:val="001436D7"/>
    <w:rsid w:val="0014389C"/>
    <w:rsid w:val="00143CB9"/>
    <w:rsid w:val="00143FD1"/>
    <w:rsid w:val="00144CCE"/>
    <w:rsid w:val="00144F48"/>
    <w:rsid w:val="0014558D"/>
    <w:rsid w:val="001456DE"/>
    <w:rsid w:val="00145CE3"/>
    <w:rsid w:val="00145F1C"/>
    <w:rsid w:val="001462F2"/>
    <w:rsid w:val="00146881"/>
    <w:rsid w:val="00146AD7"/>
    <w:rsid w:val="00146CC7"/>
    <w:rsid w:val="00147009"/>
    <w:rsid w:val="00147188"/>
    <w:rsid w:val="001505E9"/>
    <w:rsid w:val="0015093D"/>
    <w:rsid w:val="00151529"/>
    <w:rsid w:val="00151664"/>
    <w:rsid w:val="00151747"/>
    <w:rsid w:val="001518DC"/>
    <w:rsid w:val="00151991"/>
    <w:rsid w:val="00151EC1"/>
    <w:rsid w:val="001527BF"/>
    <w:rsid w:val="00152C18"/>
    <w:rsid w:val="00153615"/>
    <w:rsid w:val="00153799"/>
    <w:rsid w:val="00153B67"/>
    <w:rsid w:val="00153CFA"/>
    <w:rsid w:val="00153E4B"/>
    <w:rsid w:val="001542DC"/>
    <w:rsid w:val="001544D1"/>
    <w:rsid w:val="001545AA"/>
    <w:rsid w:val="00154747"/>
    <w:rsid w:val="001549B7"/>
    <w:rsid w:val="00154B47"/>
    <w:rsid w:val="00155512"/>
    <w:rsid w:val="00155658"/>
    <w:rsid w:val="00155B6B"/>
    <w:rsid w:val="00155C71"/>
    <w:rsid w:val="001562D5"/>
    <w:rsid w:val="00156EE7"/>
    <w:rsid w:val="001574A7"/>
    <w:rsid w:val="001603A0"/>
    <w:rsid w:val="00160AC3"/>
    <w:rsid w:val="0016169D"/>
    <w:rsid w:val="00161F8D"/>
    <w:rsid w:val="00162196"/>
    <w:rsid w:val="00162252"/>
    <w:rsid w:val="001629DC"/>
    <w:rsid w:val="001629F2"/>
    <w:rsid w:val="00163716"/>
    <w:rsid w:val="0016407F"/>
    <w:rsid w:val="00164649"/>
    <w:rsid w:val="001647BE"/>
    <w:rsid w:val="00164C41"/>
    <w:rsid w:val="0016555C"/>
    <w:rsid w:val="0016575A"/>
    <w:rsid w:val="00165E8F"/>
    <w:rsid w:val="001664E3"/>
    <w:rsid w:val="0016666E"/>
    <w:rsid w:val="0016673D"/>
    <w:rsid w:val="0016676F"/>
    <w:rsid w:val="00166BD6"/>
    <w:rsid w:val="00166C6B"/>
    <w:rsid w:val="00166EE0"/>
    <w:rsid w:val="00167039"/>
    <w:rsid w:val="00167134"/>
    <w:rsid w:val="00167A7A"/>
    <w:rsid w:val="00167C60"/>
    <w:rsid w:val="001701ED"/>
    <w:rsid w:val="001705E6"/>
    <w:rsid w:val="0017103D"/>
    <w:rsid w:val="0017152A"/>
    <w:rsid w:val="00171758"/>
    <w:rsid w:val="00171993"/>
    <w:rsid w:val="00171C20"/>
    <w:rsid w:val="00171FB5"/>
    <w:rsid w:val="001720BD"/>
    <w:rsid w:val="001722A1"/>
    <w:rsid w:val="00172560"/>
    <w:rsid w:val="00172665"/>
    <w:rsid w:val="001727B4"/>
    <w:rsid w:val="001729A5"/>
    <w:rsid w:val="00172A95"/>
    <w:rsid w:val="00172AAB"/>
    <w:rsid w:val="0017331B"/>
    <w:rsid w:val="00173830"/>
    <w:rsid w:val="001738C3"/>
    <w:rsid w:val="00173E58"/>
    <w:rsid w:val="00173FC6"/>
    <w:rsid w:val="0017404D"/>
    <w:rsid w:val="001746E1"/>
    <w:rsid w:val="00174A33"/>
    <w:rsid w:val="001751FA"/>
    <w:rsid w:val="001758EA"/>
    <w:rsid w:val="00175A90"/>
    <w:rsid w:val="00176A56"/>
    <w:rsid w:val="00177D59"/>
    <w:rsid w:val="00177F5B"/>
    <w:rsid w:val="001802D0"/>
    <w:rsid w:val="00180529"/>
    <w:rsid w:val="001807AF"/>
    <w:rsid w:val="00180B0E"/>
    <w:rsid w:val="00180E4D"/>
    <w:rsid w:val="00181770"/>
    <w:rsid w:val="00181935"/>
    <w:rsid w:val="00181E86"/>
    <w:rsid w:val="0018203C"/>
    <w:rsid w:val="00182181"/>
    <w:rsid w:val="001823EC"/>
    <w:rsid w:val="001826D9"/>
    <w:rsid w:val="00182995"/>
    <w:rsid w:val="00182AF1"/>
    <w:rsid w:val="00182C1F"/>
    <w:rsid w:val="00182F47"/>
    <w:rsid w:val="0018309A"/>
    <w:rsid w:val="00183A1A"/>
    <w:rsid w:val="00183D81"/>
    <w:rsid w:val="001840A8"/>
    <w:rsid w:val="001840C3"/>
    <w:rsid w:val="0018428A"/>
    <w:rsid w:val="001842F1"/>
    <w:rsid w:val="001843A4"/>
    <w:rsid w:val="0018442A"/>
    <w:rsid w:val="001845FD"/>
    <w:rsid w:val="00184C9F"/>
    <w:rsid w:val="00184D1B"/>
    <w:rsid w:val="00185D5E"/>
    <w:rsid w:val="0018609E"/>
    <w:rsid w:val="0018610D"/>
    <w:rsid w:val="00186149"/>
    <w:rsid w:val="001863F2"/>
    <w:rsid w:val="00186499"/>
    <w:rsid w:val="001866CD"/>
    <w:rsid w:val="00186B34"/>
    <w:rsid w:val="0018736E"/>
    <w:rsid w:val="0018740F"/>
    <w:rsid w:val="00187468"/>
    <w:rsid w:val="00187588"/>
    <w:rsid w:val="00187589"/>
    <w:rsid w:val="0018770D"/>
    <w:rsid w:val="00187729"/>
    <w:rsid w:val="00187C01"/>
    <w:rsid w:val="001902BA"/>
    <w:rsid w:val="00191264"/>
    <w:rsid w:val="001913A4"/>
    <w:rsid w:val="0019145E"/>
    <w:rsid w:val="00191B7B"/>
    <w:rsid w:val="00191D94"/>
    <w:rsid w:val="00191F8E"/>
    <w:rsid w:val="00192B0A"/>
    <w:rsid w:val="00192F1C"/>
    <w:rsid w:val="00192FC4"/>
    <w:rsid w:val="00192FD1"/>
    <w:rsid w:val="001932C0"/>
    <w:rsid w:val="00193477"/>
    <w:rsid w:val="00193853"/>
    <w:rsid w:val="00193BA8"/>
    <w:rsid w:val="00193CF5"/>
    <w:rsid w:val="00193EB4"/>
    <w:rsid w:val="00193EEF"/>
    <w:rsid w:val="00193FA0"/>
    <w:rsid w:val="0019436F"/>
    <w:rsid w:val="00194C8D"/>
    <w:rsid w:val="001957E6"/>
    <w:rsid w:val="00195985"/>
    <w:rsid w:val="00195C5B"/>
    <w:rsid w:val="00196172"/>
    <w:rsid w:val="001962EC"/>
    <w:rsid w:val="00196464"/>
    <w:rsid w:val="001967CA"/>
    <w:rsid w:val="00196EE9"/>
    <w:rsid w:val="0019789D"/>
    <w:rsid w:val="001978D9"/>
    <w:rsid w:val="00197987"/>
    <w:rsid w:val="00197E5B"/>
    <w:rsid w:val="001A02B7"/>
    <w:rsid w:val="001A066B"/>
    <w:rsid w:val="001A08AA"/>
    <w:rsid w:val="001A09D1"/>
    <w:rsid w:val="001A11DC"/>
    <w:rsid w:val="001A1409"/>
    <w:rsid w:val="001A14C3"/>
    <w:rsid w:val="001A177E"/>
    <w:rsid w:val="001A1858"/>
    <w:rsid w:val="001A190A"/>
    <w:rsid w:val="001A192C"/>
    <w:rsid w:val="001A1A90"/>
    <w:rsid w:val="001A1DD8"/>
    <w:rsid w:val="001A2421"/>
    <w:rsid w:val="001A266F"/>
    <w:rsid w:val="001A2677"/>
    <w:rsid w:val="001A2D81"/>
    <w:rsid w:val="001A2DB8"/>
    <w:rsid w:val="001A2FF2"/>
    <w:rsid w:val="001A322B"/>
    <w:rsid w:val="001A337A"/>
    <w:rsid w:val="001A35AF"/>
    <w:rsid w:val="001A3B1A"/>
    <w:rsid w:val="001A4296"/>
    <w:rsid w:val="001A44D7"/>
    <w:rsid w:val="001A45EC"/>
    <w:rsid w:val="001A4790"/>
    <w:rsid w:val="001A4EAA"/>
    <w:rsid w:val="001A53C1"/>
    <w:rsid w:val="001A54F7"/>
    <w:rsid w:val="001A5627"/>
    <w:rsid w:val="001A5844"/>
    <w:rsid w:val="001A5B05"/>
    <w:rsid w:val="001A5BF8"/>
    <w:rsid w:val="001A6274"/>
    <w:rsid w:val="001A6439"/>
    <w:rsid w:val="001A6591"/>
    <w:rsid w:val="001A6660"/>
    <w:rsid w:val="001A6A05"/>
    <w:rsid w:val="001A75BF"/>
    <w:rsid w:val="001A7700"/>
    <w:rsid w:val="001A77AC"/>
    <w:rsid w:val="001A786A"/>
    <w:rsid w:val="001A7934"/>
    <w:rsid w:val="001A7CA3"/>
    <w:rsid w:val="001A7CC2"/>
    <w:rsid w:val="001B0048"/>
    <w:rsid w:val="001B0B81"/>
    <w:rsid w:val="001B0D77"/>
    <w:rsid w:val="001B0F02"/>
    <w:rsid w:val="001B1386"/>
    <w:rsid w:val="001B1A63"/>
    <w:rsid w:val="001B1F04"/>
    <w:rsid w:val="001B25DD"/>
    <w:rsid w:val="001B2D53"/>
    <w:rsid w:val="001B35A0"/>
    <w:rsid w:val="001B3FC1"/>
    <w:rsid w:val="001B401B"/>
    <w:rsid w:val="001B41E8"/>
    <w:rsid w:val="001B5B70"/>
    <w:rsid w:val="001B62AC"/>
    <w:rsid w:val="001B6703"/>
    <w:rsid w:val="001B6CFB"/>
    <w:rsid w:val="001B7299"/>
    <w:rsid w:val="001B74FD"/>
    <w:rsid w:val="001B78B9"/>
    <w:rsid w:val="001B7E4D"/>
    <w:rsid w:val="001C0210"/>
    <w:rsid w:val="001C0303"/>
    <w:rsid w:val="001C0703"/>
    <w:rsid w:val="001C07D5"/>
    <w:rsid w:val="001C0ECB"/>
    <w:rsid w:val="001C191C"/>
    <w:rsid w:val="001C1D82"/>
    <w:rsid w:val="001C1DA9"/>
    <w:rsid w:val="001C2650"/>
    <w:rsid w:val="001C2827"/>
    <w:rsid w:val="001C2AEA"/>
    <w:rsid w:val="001C31D8"/>
    <w:rsid w:val="001C3551"/>
    <w:rsid w:val="001C39FC"/>
    <w:rsid w:val="001C3ABC"/>
    <w:rsid w:val="001C407E"/>
    <w:rsid w:val="001C4757"/>
    <w:rsid w:val="001C47C7"/>
    <w:rsid w:val="001C47DD"/>
    <w:rsid w:val="001C4EFF"/>
    <w:rsid w:val="001C5255"/>
    <w:rsid w:val="001C5AF7"/>
    <w:rsid w:val="001C5BC8"/>
    <w:rsid w:val="001C5D44"/>
    <w:rsid w:val="001C61C9"/>
    <w:rsid w:val="001C66FC"/>
    <w:rsid w:val="001C6899"/>
    <w:rsid w:val="001C6BE8"/>
    <w:rsid w:val="001C6DE3"/>
    <w:rsid w:val="001C7B68"/>
    <w:rsid w:val="001C7D48"/>
    <w:rsid w:val="001D0256"/>
    <w:rsid w:val="001D031C"/>
    <w:rsid w:val="001D0C60"/>
    <w:rsid w:val="001D0CB9"/>
    <w:rsid w:val="001D0DA7"/>
    <w:rsid w:val="001D0EEA"/>
    <w:rsid w:val="001D1086"/>
    <w:rsid w:val="001D18C7"/>
    <w:rsid w:val="001D19E2"/>
    <w:rsid w:val="001D3C94"/>
    <w:rsid w:val="001D4239"/>
    <w:rsid w:val="001D4582"/>
    <w:rsid w:val="001D4590"/>
    <w:rsid w:val="001D49A1"/>
    <w:rsid w:val="001D4A3F"/>
    <w:rsid w:val="001D4B1F"/>
    <w:rsid w:val="001D541B"/>
    <w:rsid w:val="001D5646"/>
    <w:rsid w:val="001D599D"/>
    <w:rsid w:val="001D5C93"/>
    <w:rsid w:val="001D62A8"/>
    <w:rsid w:val="001D6316"/>
    <w:rsid w:val="001D6509"/>
    <w:rsid w:val="001D6AF3"/>
    <w:rsid w:val="001D73C7"/>
    <w:rsid w:val="001D78EE"/>
    <w:rsid w:val="001D79E1"/>
    <w:rsid w:val="001DCCE9"/>
    <w:rsid w:val="001E0169"/>
    <w:rsid w:val="001E02AB"/>
    <w:rsid w:val="001E0A8C"/>
    <w:rsid w:val="001E0B81"/>
    <w:rsid w:val="001E1101"/>
    <w:rsid w:val="001E1442"/>
    <w:rsid w:val="001E14E0"/>
    <w:rsid w:val="001E16A4"/>
    <w:rsid w:val="001E1F13"/>
    <w:rsid w:val="001E20E9"/>
    <w:rsid w:val="001E2143"/>
    <w:rsid w:val="001E334E"/>
    <w:rsid w:val="001E36CE"/>
    <w:rsid w:val="001E3BBA"/>
    <w:rsid w:val="001E4004"/>
    <w:rsid w:val="001E4124"/>
    <w:rsid w:val="001E4715"/>
    <w:rsid w:val="001E492F"/>
    <w:rsid w:val="001E4EB7"/>
    <w:rsid w:val="001E5260"/>
    <w:rsid w:val="001E54D6"/>
    <w:rsid w:val="001E5707"/>
    <w:rsid w:val="001E5C68"/>
    <w:rsid w:val="001E5DE5"/>
    <w:rsid w:val="001E5DF7"/>
    <w:rsid w:val="001E613D"/>
    <w:rsid w:val="001E6520"/>
    <w:rsid w:val="001E686C"/>
    <w:rsid w:val="001E70B4"/>
    <w:rsid w:val="001E7365"/>
    <w:rsid w:val="001E7645"/>
    <w:rsid w:val="001E7CD6"/>
    <w:rsid w:val="001E7ECC"/>
    <w:rsid w:val="001E7FA0"/>
    <w:rsid w:val="001F0074"/>
    <w:rsid w:val="001F022A"/>
    <w:rsid w:val="001F087B"/>
    <w:rsid w:val="001F167A"/>
    <w:rsid w:val="001F1C1B"/>
    <w:rsid w:val="001F2170"/>
    <w:rsid w:val="001F2258"/>
    <w:rsid w:val="001F22AB"/>
    <w:rsid w:val="001F265F"/>
    <w:rsid w:val="001F28CE"/>
    <w:rsid w:val="001F29A4"/>
    <w:rsid w:val="001F2B91"/>
    <w:rsid w:val="001F3EA7"/>
    <w:rsid w:val="001F4168"/>
    <w:rsid w:val="001F4533"/>
    <w:rsid w:val="001F4C9A"/>
    <w:rsid w:val="001F52B3"/>
    <w:rsid w:val="001F55F7"/>
    <w:rsid w:val="001F579C"/>
    <w:rsid w:val="001F57ED"/>
    <w:rsid w:val="001F5B56"/>
    <w:rsid w:val="001F5E0A"/>
    <w:rsid w:val="001F5EDD"/>
    <w:rsid w:val="001F5F63"/>
    <w:rsid w:val="001F65D7"/>
    <w:rsid w:val="001F6900"/>
    <w:rsid w:val="001F6A76"/>
    <w:rsid w:val="001F6CBA"/>
    <w:rsid w:val="001F6FE0"/>
    <w:rsid w:val="001F7234"/>
    <w:rsid w:val="001F739C"/>
    <w:rsid w:val="001F7A2A"/>
    <w:rsid w:val="001F7B37"/>
    <w:rsid w:val="002009B9"/>
    <w:rsid w:val="00200CD9"/>
    <w:rsid w:val="00200F2E"/>
    <w:rsid w:val="0020106D"/>
    <w:rsid w:val="0020185C"/>
    <w:rsid w:val="0020190C"/>
    <w:rsid w:val="00201C1B"/>
    <w:rsid w:val="0020269B"/>
    <w:rsid w:val="0020306E"/>
    <w:rsid w:val="002032A1"/>
    <w:rsid w:val="002033DF"/>
    <w:rsid w:val="00203446"/>
    <w:rsid w:val="00203657"/>
    <w:rsid w:val="002038F7"/>
    <w:rsid w:val="00203DC8"/>
    <w:rsid w:val="002040B6"/>
    <w:rsid w:val="00204227"/>
    <w:rsid w:val="00204718"/>
    <w:rsid w:val="00204932"/>
    <w:rsid w:val="00204AD8"/>
    <w:rsid w:val="00205530"/>
    <w:rsid w:val="0020576F"/>
    <w:rsid w:val="00205BEC"/>
    <w:rsid w:val="00205CAF"/>
    <w:rsid w:val="002066BD"/>
    <w:rsid w:val="00206D70"/>
    <w:rsid w:val="00206F44"/>
    <w:rsid w:val="00207600"/>
    <w:rsid w:val="0020770E"/>
    <w:rsid w:val="00207E8F"/>
    <w:rsid w:val="00207FFC"/>
    <w:rsid w:val="00210127"/>
    <w:rsid w:val="0021082C"/>
    <w:rsid w:val="00210945"/>
    <w:rsid w:val="00210D48"/>
    <w:rsid w:val="00210DE0"/>
    <w:rsid w:val="0021103D"/>
    <w:rsid w:val="0021128A"/>
    <w:rsid w:val="002115E8"/>
    <w:rsid w:val="0021255D"/>
    <w:rsid w:val="00212B65"/>
    <w:rsid w:val="00212BA2"/>
    <w:rsid w:val="00212C9B"/>
    <w:rsid w:val="00212F75"/>
    <w:rsid w:val="0021327A"/>
    <w:rsid w:val="0021346E"/>
    <w:rsid w:val="00213552"/>
    <w:rsid w:val="00213C8F"/>
    <w:rsid w:val="00214B75"/>
    <w:rsid w:val="0021534D"/>
    <w:rsid w:val="0021556F"/>
    <w:rsid w:val="002155FE"/>
    <w:rsid w:val="00215A3F"/>
    <w:rsid w:val="00215FC4"/>
    <w:rsid w:val="00216365"/>
    <w:rsid w:val="0021643D"/>
    <w:rsid w:val="0021657B"/>
    <w:rsid w:val="002168C9"/>
    <w:rsid w:val="00216AC2"/>
    <w:rsid w:val="00216B4E"/>
    <w:rsid w:val="00216C48"/>
    <w:rsid w:val="00216DC2"/>
    <w:rsid w:val="00220086"/>
    <w:rsid w:val="002202B9"/>
    <w:rsid w:val="002204F8"/>
    <w:rsid w:val="0022061C"/>
    <w:rsid w:val="0022157C"/>
    <w:rsid w:val="00221FD2"/>
    <w:rsid w:val="002222D8"/>
    <w:rsid w:val="002226BA"/>
    <w:rsid w:val="002227C0"/>
    <w:rsid w:val="002227EC"/>
    <w:rsid w:val="00222B96"/>
    <w:rsid w:val="00222D2E"/>
    <w:rsid w:val="0022306C"/>
    <w:rsid w:val="002230EE"/>
    <w:rsid w:val="00223190"/>
    <w:rsid w:val="00224319"/>
    <w:rsid w:val="00225003"/>
    <w:rsid w:val="002250D1"/>
    <w:rsid w:val="00225797"/>
    <w:rsid w:val="00225817"/>
    <w:rsid w:val="00225E97"/>
    <w:rsid w:val="0022631D"/>
    <w:rsid w:val="00226388"/>
    <w:rsid w:val="00226479"/>
    <w:rsid w:val="00226B43"/>
    <w:rsid w:val="00227212"/>
    <w:rsid w:val="00227356"/>
    <w:rsid w:val="00230105"/>
    <w:rsid w:val="002301F4"/>
    <w:rsid w:val="00230661"/>
    <w:rsid w:val="00230C35"/>
    <w:rsid w:val="00230C55"/>
    <w:rsid w:val="00230FD8"/>
    <w:rsid w:val="0023129E"/>
    <w:rsid w:val="00231445"/>
    <w:rsid w:val="00231A1D"/>
    <w:rsid w:val="00231CF6"/>
    <w:rsid w:val="00232B04"/>
    <w:rsid w:val="002334C3"/>
    <w:rsid w:val="0023473F"/>
    <w:rsid w:val="002348BC"/>
    <w:rsid w:val="00234AA4"/>
    <w:rsid w:val="00234FB1"/>
    <w:rsid w:val="002350F6"/>
    <w:rsid w:val="0023548D"/>
    <w:rsid w:val="002359DC"/>
    <w:rsid w:val="00235D19"/>
    <w:rsid w:val="00235DF2"/>
    <w:rsid w:val="00236518"/>
    <w:rsid w:val="002366B0"/>
    <w:rsid w:val="002368B0"/>
    <w:rsid w:val="00236DC6"/>
    <w:rsid w:val="00236F86"/>
    <w:rsid w:val="00237301"/>
    <w:rsid w:val="0023749E"/>
    <w:rsid w:val="002379E7"/>
    <w:rsid w:val="0024002E"/>
    <w:rsid w:val="00240465"/>
    <w:rsid w:val="002407B9"/>
    <w:rsid w:val="002416DC"/>
    <w:rsid w:val="002417BE"/>
    <w:rsid w:val="002419A0"/>
    <w:rsid w:val="002419F1"/>
    <w:rsid w:val="00241A25"/>
    <w:rsid w:val="00241A43"/>
    <w:rsid w:val="0024357C"/>
    <w:rsid w:val="00243675"/>
    <w:rsid w:val="00243795"/>
    <w:rsid w:val="00243B89"/>
    <w:rsid w:val="00243FBC"/>
    <w:rsid w:val="00244244"/>
    <w:rsid w:val="002443DD"/>
    <w:rsid w:val="002449EC"/>
    <w:rsid w:val="00244E55"/>
    <w:rsid w:val="00245097"/>
    <w:rsid w:val="00245203"/>
    <w:rsid w:val="00245445"/>
    <w:rsid w:val="002456EA"/>
    <w:rsid w:val="00245E76"/>
    <w:rsid w:val="00245EB1"/>
    <w:rsid w:val="00246437"/>
    <w:rsid w:val="002465D6"/>
    <w:rsid w:val="002469B9"/>
    <w:rsid w:val="00246A6B"/>
    <w:rsid w:val="0024708E"/>
    <w:rsid w:val="002475C8"/>
    <w:rsid w:val="0024794B"/>
    <w:rsid w:val="00247BE5"/>
    <w:rsid w:val="00247C96"/>
    <w:rsid w:val="00247E9A"/>
    <w:rsid w:val="002506A3"/>
    <w:rsid w:val="00250717"/>
    <w:rsid w:val="00250C6B"/>
    <w:rsid w:val="002511E0"/>
    <w:rsid w:val="00251927"/>
    <w:rsid w:val="00251C7B"/>
    <w:rsid w:val="00251D96"/>
    <w:rsid w:val="00252A7A"/>
    <w:rsid w:val="00253193"/>
    <w:rsid w:val="00253251"/>
    <w:rsid w:val="0025363A"/>
    <w:rsid w:val="0025392B"/>
    <w:rsid w:val="00254850"/>
    <w:rsid w:val="00254BB3"/>
    <w:rsid w:val="00256382"/>
    <w:rsid w:val="00256493"/>
    <w:rsid w:val="00256A11"/>
    <w:rsid w:val="002576B7"/>
    <w:rsid w:val="00257A2F"/>
    <w:rsid w:val="00260015"/>
    <w:rsid w:val="00260608"/>
    <w:rsid w:val="00260CD8"/>
    <w:rsid w:val="00260CF4"/>
    <w:rsid w:val="00260F57"/>
    <w:rsid w:val="00261279"/>
    <w:rsid w:val="0026165F"/>
    <w:rsid w:val="0026174E"/>
    <w:rsid w:val="00261861"/>
    <w:rsid w:val="002619D8"/>
    <w:rsid w:val="00261F73"/>
    <w:rsid w:val="00262189"/>
    <w:rsid w:val="0026219F"/>
    <w:rsid w:val="00262463"/>
    <w:rsid w:val="0026283F"/>
    <w:rsid w:val="00262A31"/>
    <w:rsid w:val="00262A7A"/>
    <w:rsid w:val="00262CFB"/>
    <w:rsid w:val="00262EFD"/>
    <w:rsid w:val="00263009"/>
    <w:rsid w:val="002630BC"/>
    <w:rsid w:val="00263C8D"/>
    <w:rsid w:val="00264266"/>
    <w:rsid w:val="00264355"/>
    <w:rsid w:val="00264872"/>
    <w:rsid w:val="002652E9"/>
    <w:rsid w:val="0026556A"/>
    <w:rsid w:val="002655F0"/>
    <w:rsid w:val="00266981"/>
    <w:rsid w:val="00266CCD"/>
    <w:rsid w:val="00266E32"/>
    <w:rsid w:val="00266F83"/>
    <w:rsid w:val="0026762D"/>
    <w:rsid w:val="00267772"/>
    <w:rsid w:val="00267AB6"/>
    <w:rsid w:val="00270149"/>
    <w:rsid w:val="00270181"/>
    <w:rsid w:val="00270AA7"/>
    <w:rsid w:val="0027148B"/>
    <w:rsid w:val="002717A7"/>
    <w:rsid w:val="00271F94"/>
    <w:rsid w:val="002721B7"/>
    <w:rsid w:val="00272608"/>
    <w:rsid w:val="0027302D"/>
    <w:rsid w:val="00273171"/>
    <w:rsid w:val="00273D0D"/>
    <w:rsid w:val="0027404C"/>
    <w:rsid w:val="00274763"/>
    <w:rsid w:val="00274A7A"/>
    <w:rsid w:val="00275BF3"/>
    <w:rsid w:val="00276568"/>
    <w:rsid w:val="002768EB"/>
    <w:rsid w:val="00276E10"/>
    <w:rsid w:val="002770B3"/>
    <w:rsid w:val="002772FA"/>
    <w:rsid w:val="00277302"/>
    <w:rsid w:val="002774E1"/>
    <w:rsid w:val="002778A1"/>
    <w:rsid w:val="002802F9"/>
    <w:rsid w:val="00280426"/>
    <w:rsid w:val="002804BD"/>
    <w:rsid w:val="00280666"/>
    <w:rsid w:val="002806E6"/>
    <w:rsid w:val="00280EBF"/>
    <w:rsid w:val="00280EC3"/>
    <w:rsid w:val="00281635"/>
    <w:rsid w:val="0028175F"/>
    <w:rsid w:val="00281A47"/>
    <w:rsid w:val="002827B4"/>
    <w:rsid w:val="0028283B"/>
    <w:rsid w:val="00282DCF"/>
    <w:rsid w:val="00283298"/>
    <w:rsid w:val="002836D4"/>
    <w:rsid w:val="00283B57"/>
    <w:rsid w:val="00283F23"/>
    <w:rsid w:val="0028480C"/>
    <w:rsid w:val="00284A2D"/>
    <w:rsid w:val="00284D09"/>
    <w:rsid w:val="00284F63"/>
    <w:rsid w:val="002852D1"/>
    <w:rsid w:val="00285392"/>
    <w:rsid w:val="00285893"/>
    <w:rsid w:val="00285D8E"/>
    <w:rsid w:val="00285E5B"/>
    <w:rsid w:val="00285E9D"/>
    <w:rsid w:val="00285F28"/>
    <w:rsid w:val="0028636C"/>
    <w:rsid w:val="0028648F"/>
    <w:rsid w:val="00286605"/>
    <w:rsid w:val="0028688F"/>
    <w:rsid w:val="00286D91"/>
    <w:rsid w:val="00286F51"/>
    <w:rsid w:val="002870E2"/>
    <w:rsid w:val="00287378"/>
    <w:rsid w:val="002873D9"/>
    <w:rsid w:val="002875BB"/>
    <w:rsid w:val="00287750"/>
    <w:rsid w:val="002879FC"/>
    <w:rsid w:val="002901CC"/>
    <w:rsid w:val="00290660"/>
    <w:rsid w:val="00290AAA"/>
    <w:rsid w:val="00290ABC"/>
    <w:rsid w:val="00290C98"/>
    <w:rsid w:val="00291391"/>
    <w:rsid w:val="00291516"/>
    <w:rsid w:val="00291520"/>
    <w:rsid w:val="00291849"/>
    <w:rsid w:val="00291ACA"/>
    <w:rsid w:val="00291F67"/>
    <w:rsid w:val="0029217B"/>
    <w:rsid w:val="0029249A"/>
    <w:rsid w:val="002926A7"/>
    <w:rsid w:val="00292C60"/>
    <w:rsid w:val="0029365D"/>
    <w:rsid w:val="00293743"/>
    <w:rsid w:val="00293779"/>
    <w:rsid w:val="00293B99"/>
    <w:rsid w:val="00293CBA"/>
    <w:rsid w:val="00294501"/>
    <w:rsid w:val="00294587"/>
    <w:rsid w:val="00294BE4"/>
    <w:rsid w:val="00295B43"/>
    <w:rsid w:val="0029653C"/>
    <w:rsid w:val="00296AD6"/>
    <w:rsid w:val="00296AF2"/>
    <w:rsid w:val="00296CC0"/>
    <w:rsid w:val="00296FF5"/>
    <w:rsid w:val="00297167"/>
    <w:rsid w:val="00297256"/>
    <w:rsid w:val="0029739F"/>
    <w:rsid w:val="0029784A"/>
    <w:rsid w:val="0029793D"/>
    <w:rsid w:val="00297A31"/>
    <w:rsid w:val="00297CB8"/>
    <w:rsid w:val="002A052A"/>
    <w:rsid w:val="002A0624"/>
    <w:rsid w:val="002A07FC"/>
    <w:rsid w:val="002A08DE"/>
    <w:rsid w:val="002A09AA"/>
    <w:rsid w:val="002A0BAF"/>
    <w:rsid w:val="002A0DFD"/>
    <w:rsid w:val="002A1496"/>
    <w:rsid w:val="002A1662"/>
    <w:rsid w:val="002A232F"/>
    <w:rsid w:val="002A2C34"/>
    <w:rsid w:val="002A2F68"/>
    <w:rsid w:val="002A3F7A"/>
    <w:rsid w:val="002A43E5"/>
    <w:rsid w:val="002A48FB"/>
    <w:rsid w:val="002A5058"/>
    <w:rsid w:val="002A56E1"/>
    <w:rsid w:val="002A586D"/>
    <w:rsid w:val="002A60B0"/>
    <w:rsid w:val="002A66EF"/>
    <w:rsid w:val="002A68D8"/>
    <w:rsid w:val="002A6E8B"/>
    <w:rsid w:val="002A6F1B"/>
    <w:rsid w:val="002A74A4"/>
    <w:rsid w:val="002A75A3"/>
    <w:rsid w:val="002A7662"/>
    <w:rsid w:val="002A7742"/>
    <w:rsid w:val="002A7B7C"/>
    <w:rsid w:val="002A7F91"/>
    <w:rsid w:val="002B05DC"/>
    <w:rsid w:val="002B06A8"/>
    <w:rsid w:val="002B07B6"/>
    <w:rsid w:val="002B0AFD"/>
    <w:rsid w:val="002B0D82"/>
    <w:rsid w:val="002B0F67"/>
    <w:rsid w:val="002B0FEE"/>
    <w:rsid w:val="002B106E"/>
    <w:rsid w:val="002B1380"/>
    <w:rsid w:val="002B21C5"/>
    <w:rsid w:val="002B24B7"/>
    <w:rsid w:val="002B2BA6"/>
    <w:rsid w:val="002B3102"/>
    <w:rsid w:val="002B31DC"/>
    <w:rsid w:val="002B336F"/>
    <w:rsid w:val="002B385F"/>
    <w:rsid w:val="002B38F9"/>
    <w:rsid w:val="002B3DC2"/>
    <w:rsid w:val="002B4B32"/>
    <w:rsid w:val="002B4FCF"/>
    <w:rsid w:val="002B503A"/>
    <w:rsid w:val="002B5089"/>
    <w:rsid w:val="002B5B18"/>
    <w:rsid w:val="002B5DA6"/>
    <w:rsid w:val="002B66AE"/>
    <w:rsid w:val="002B6CBD"/>
    <w:rsid w:val="002B6D4C"/>
    <w:rsid w:val="002B7229"/>
    <w:rsid w:val="002B7851"/>
    <w:rsid w:val="002B7907"/>
    <w:rsid w:val="002B79CC"/>
    <w:rsid w:val="002B7B65"/>
    <w:rsid w:val="002B7D28"/>
    <w:rsid w:val="002C031C"/>
    <w:rsid w:val="002C097B"/>
    <w:rsid w:val="002C1752"/>
    <w:rsid w:val="002C1A30"/>
    <w:rsid w:val="002C1A4D"/>
    <w:rsid w:val="002C1D34"/>
    <w:rsid w:val="002C1D73"/>
    <w:rsid w:val="002C1F2C"/>
    <w:rsid w:val="002C25DE"/>
    <w:rsid w:val="002C288F"/>
    <w:rsid w:val="002C28C9"/>
    <w:rsid w:val="002C31A0"/>
    <w:rsid w:val="002C324C"/>
    <w:rsid w:val="002C409A"/>
    <w:rsid w:val="002C40F2"/>
    <w:rsid w:val="002C460C"/>
    <w:rsid w:val="002C4854"/>
    <w:rsid w:val="002C58EE"/>
    <w:rsid w:val="002C6525"/>
    <w:rsid w:val="002C66EA"/>
    <w:rsid w:val="002C6731"/>
    <w:rsid w:val="002C6898"/>
    <w:rsid w:val="002C68E6"/>
    <w:rsid w:val="002C6EE0"/>
    <w:rsid w:val="002C6EEA"/>
    <w:rsid w:val="002C7153"/>
    <w:rsid w:val="002C72F3"/>
    <w:rsid w:val="002C76F6"/>
    <w:rsid w:val="002C7879"/>
    <w:rsid w:val="002C7B4D"/>
    <w:rsid w:val="002C7CFB"/>
    <w:rsid w:val="002C7D28"/>
    <w:rsid w:val="002C7F5C"/>
    <w:rsid w:val="002D02CA"/>
    <w:rsid w:val="002D0637"/>
    <w:rsid w:val="002D082E"/>
    <w:rsid w:val="002D08B3"/>
    <w:rsid w:val="002D0C88"/>
    <w:rsid w:val="002D0F73"/>
    <w:rsid w:val="002D12C6"/>
    <w:rsid w:val="002D191B"/>
    <w:rsid w:val="002D1D12"/>
    <w:rsid w:val="002D1D3C"/>
    <w:rsid w:val="002D2024"/>
    <w:rsid w:val="002D2181"/>
    <w:rsid w:val="002D2C07"/>
    <w:rsid w:val="002D2EC2"/>
    <w:rsid w:val="002D2EE4"/>
    <w:rsid w:val="002D2F60"/>
    <w:rsid w:val="002D3554"/>
    <w:rsid w:val="002D35E7"/>
    <w:rsid w:val="002D3A7F"/>
    <w:rsid w:val="002D3B56"/>
    <w:rsid w:val="002D4392"/>
    <w:rsid w:val="002D44AD"/>
    <w:rsid w:val="002D4DB4"/>
    <w:rsid w:val="002D5AA2"/>
    <w:rsid w:val="002D5F5D"/>
    <w:rsid w:val="002D69EE"/>
    <w:rsid w:val="002D6BA7"/>
    <w:rsid w:val="002E01A7"/>
    <w:rsid w:val="002E05CA"/>
    <w:rsid w:val="002E0D4B"/>
    <w:rsid w:val="002E0D56"/>
    <w:rsid w:val="002E1035"/>
    <w:rsid w:val="002E1157"/>
    <w:rsid w:val="002E1236"/>
    <w:rsid w:val="002E1B83"/>
    <w:rsid w:val="002E30FF"/>
    <w:rsid w:val="002E3713"/>
    <w:rsid w:val="002E383A"/>
    <w:rsid w:val="002E3C41"/>
    <w:rsid w:val="002E4DEF"/>
    <w:rsid w:val="002E5069"/>
    <w:rsid w:val="002E5347"/>
    <w:rsid w:val="002E5CC2"/>
    <w:rsid w:val="002E5D79"/>
    <w:rsid w:val="002E62C1"/>
    <w:rsid w:val="002E66BB"/>
    <w:rsid w:val="002E6CA5"/>
    <w:rsid w:val="002E6DAD"/>
    <w:rsid w:val="002E6FA1"/>
    <w:rsid w:val="002E71F4"/>
    <w:rsid w:val="002E76D0"/>
    <w:rsid w:val="002F1036"/>
    <w:rsid w:val="002F1206"/>
    <w:rsid w:val="002F1227"/>
    <w:rsid w:val="002F12B7"/>
    <w:rsid w:val="002F178A"/>
    <w:rsid w:val="002F1B49"/>
    <w:rsid w:val="002F1DCF"/>
    <w:rsid w:val="002F20C9"/>
    <w:rsid w:val="002F2FB7"/>
    <w:rsid w:val="002F399C"/>
    <w:rsid w:val="002F3B4A"/>
    <w:rsid w:val="002F3DD4"/>
    <w:rsid w:val="002F4026"/>
    <w:rsid w:val="002F40C4"/>
    <w:rsid w:val="002F44B9"/>
    <w:rsid w:val="002F4F0E"/>
    <w:rsid w:val="002F546F"/>
    <w:rsid w:val="002F58F4"/>
    <w:rsid w:val="002F5935"/>
    <w:rsid w:val="002F59F5"/>
    <w:rsid w:val="002F5D92"/>
    <w:rsid w:val="002F67BC"/>
    <w:rsid w:val="002F7081"/>
    <w:rsid w:val="002F72A6"/>
    <w:rsid w:val="002F79C7"/>
    <w:rsid w:val="002F7C9E"/>
    <w:rsid w:val="00300180"/>
    <w:rsid w:val="003008DC"/>
    <w:rsid w:val="00301605"/>
    <w:rsid w:val="003017FB"/>
    <w:rsid w:val="00302019"/>
    <w:rsid w:val="00302094"/>
    <w:rsid w:val="00302C56"/>
    <w:rsid w:val="00302D70"/>
    <w:rsid w:val="003041FD"/>
    <w:rsid w:val="0030425A"/>
    <w:rsid w:val="003042C5"/>
    <w:rsid w:val="0030443F"/>
    <w:rsid w:val="00304F3C"/>
    <w:rsid w:val="00305271"/>
    <w:rsid w:val="00305292"/>
    <w:rsid w:val="0030540C"/>
    <w:rsid w:val="0030654E"/>
    <w:rsid w:val="00306E44"/>
    <w:rsid w:val="00307461"/>
    <w:rsid w:val="0030746F"/>
    <w:rsid w:val="00307E3E"/>
    <w:rsid w:val="00307F2B"/>
    <w:rsid w:val="0031026E"/>
    <w:rsid w:val="00310571"/>
    <w:rsid w:val="00310A01"/>
    <w:rsid w:val="00310DA6"/>
    <w:rsid w:val="003110B7"/>
    <w:rsid w:val="003111CB"/>
    <w:rsid w:val="00311929"/>
    <w:rsid w:val="00311CEC"/>
    <w:rsid w:val="00311D0A"/>
    <w:rsid w:val="003123A7"/>
    <w:rsid w:val="00312691"/>
    <w:rsid w:val="003127A0"/>
    <w:rsid w:val="0031438C"/>
    <w:rsid w:val="003145FE"/>
    <w:rsid w:val="00314630"/>
    <w:rsid w:val="0031474A"/>
    <w:rsid w:val="003148B8"/>
    <w:rsid w:val="00314954"/>
    <w:rsid w:val="003149C1"/>
    <w:rsid w:val="00314BA1"/>
    <w:rsid w:val="0031509A"/>
    <w:rsid w:val="00315A68"/>
    <w:rsid w:val="00315E60"/>
    <w:rsid w:val="00316256"/>
    <w:rsid w:val="0031667D"/>
    <w:rsid w:val="0031769D"/>
    <w:rsid w:val="00317708"/>
    <w:rsid w:val="00317B6F"/>
    <w:rsid w:val="003206F6"/>
    <w:rsid w:val="003214CE"/>
    <w:rsid w:val="0032186F"/>
    <w:rsid w:val="003218EA"/>
    <w:rsid w:val="003221DC"/>
    <w:rsid w:val="003225F6"/>
    <w:rsid w:val="003227AA"/>
    <w:rsid w:val="00322AE8"/>
    <w:rsid w:val="00322C70"/>
    <w:rsid w:val="00322DD9"/>
    <w:rsid w:val="00322E22"/>
    <w:rsid w:val="00322EEE"/>
    <w:rsid w:val="0032305E"/>
    <w:rsid w:val="003230BE"/>
    <w:rsid w:val="0032355F"/>
    <w:rsid w:val="00323E14"/>
    <w:rsid w:val="00323F1D"/>
    <w:rsid w:val="0032400B"/>
    <w:rsid w:val="00324CF2"/>
    <w:rsid w:val="0032503C"/>
    <w:rsid w:val="00325399"/>
    <w:rsid w:val="0032561F"/>
    <w:rsid w:val="00325901"/>
    <w:rsid w:val="00325AF3"/>
    <w:rsid w:val="00325C46"/>
    <w:rsid w:val="003266ED"/>
    <w:rsid w:val="0032680A"/>
    <w:rsid w:val="00326D69"/>
    <w:rsid w:val="00326FFC"/>
    <w:rsid w:val="003273C3"/>
    <w:rsid w:val="00327C22"/>
    <w:rsid w:val="00327C63"/>
    <w:rsid w:val="00327CF1"/>
    <w:rsid w:val="00327DB6"/>
    <w:rsid w:val="00327E5B"/>
    <w:rsid w:val="00327FED"/>
    <w:rsid w:val="0033006F"/>
    <w:rsid w:val="00330079"/>
    <w:rsid w:val="00330260"/>
    <w:rsid w:val="00331253"/>
    <w:rsid w:val="00331997"/>
    <w:rsid w:val="00331A0D"/>
    <w:rsid w:val="00331BAE"/>
    <w:rsid w:val="00332363"/>
    <w:rsid w:val="003324DD"/>
    <w:rsid w:val="00332773"/>
    <w:rsid w:val="00332C6A"/>
    <w:rsid w:val="00333A62"/>
    <w:rsid w:val="003342C4"/>
    <w:rsid w:val="003345B2"/>
    <w:rsid w:val="00334ADD"/>
    <w:rsid w:val="0033518B"/>
    <w:rsid w:val="00335558"/>
    <w:rsid w:val="00335749"/>
    <w:rsid w:val="003357DE"/>
    <w:rsid w:val="00335A47"/>
    <w:rsid w:val="00335A66"/>
    <w:rsid w:val="00335A92"/>
    <w:rsid w:val="00335EB1"/>
    <w:rsid w:val="003362FF"/>
    <w:rsid w:val="0033636D"/>
    <w:rsid w:val="0033650E"/>
    <w:rsid w:val="003365BE"/>
    <w:rsid w:val="003367B4"/>
    <w:rsid w:val="003367B6"/>
    <w:rsid w:val="00336983"/>
    <w:rsid w:val="00337123"/>
    <w:rsid w:val="00337D61"/>
    <w:rsid w:val="00337F2A"/>
    <w:rsid w:val="003403FF"/>
    <w:rsid w:val="00340488"/>
    <w:rsid w:val="00340AE1"/>
    <w:rsid w:val="00340AFB"/>
    <w:rsid w:val="0034217C"/>
    <w:rsid w:val="0034251B"/>
    <w:rsid w:val="00342B7E"/>
    <w:rsid w:val="00343431"/>
    <w:rsid w:val="003435F4"/>
    <w:rsid w:val="00343A85"/>
    <w:rsid w:val="003440D9"/>
    <w:rsid w:val="003441C5"/>
    <w:rsid w:val="0034577F"/>
    <w:rsid w:val="003458EA"/>
    <w:rsid w:val="00345D20"/>
    <w:rsid w:val="00345EE6"/>
    <w:rsid w:val="003461A0"/>
    <w:rsid w:val="00346561"/>
    <w:rsid w:val="00346B3D"/>
    <w:rsid w:val="00347178"/>
    <w:rsid w:val="00347232"/>
    <w:rsid w:val="0034734A"/>
    <w:rsid w:val="0034768C"/>
    <w:rsid w:val="003479F8"/>
    <w:rsid w:val="00347D36"/>
    <w:rsid w:val="003502DA"/>
    <w:rsid w:val="0035104C"/>
    <w:rsid w:val="00351799"/>
    <w:rsid w:val="00351ED5"/>
    <w:rsid w:val="00352107"/>
    <w:rsid w:val="0035215E"/>
    <w:rsid w:val="00352490"/>
    <w:rsid w:val="00352DED"/>
    <w:rsid w:val="0035311A"/>
    <w:rsid w:val="003533ED"/>
    <w:rsid w:val="00353696"/>
    <w:rsid w:val="003536A8"/>
    <w:rsid w:val="00353927"/>
    <w:rsid w:val="00354829"/>
    <w:rsid w:val="00354EBF"/>
    <w:rsid w:val="00354EF8"/>
    <w:rsid w:val="003553A0"/>
    <w:rsid w:val="0035545A"/>
    <w:rsid w:val="0035570E"/>
    <w:rsid w:val="0035589B"/>
    <w:rsid w:val="00355BC3"/>
    <w:rsid w:val="00355FB6"/>
    <w:rsid w:val="0035610F"/>
    <w:rsid w:val="00356663"/>
    <w:rsid w:val="003566FF"/>
    <w:rsid w:val="003569F3"/>
    <w:rsid w:val="00357253"/>
    <w:rsid w:val="00357314"/>
    <w:rsid w:val="003576D8"/>
    <w:rsid w:val="00357CA1"/>
    <w:rsid w:val="003601F5"/>
    <w:rsid w:val="00360B98"/>
    <w:rsid w:val="003612C8"/>
    <w:rsid w:val="0036180F"/>
    <w:rsid w:val="00361A59"/>
    <w:rsid w:val="00362035"/>
    <w:rsid w:val="003621FE"/>
    <w:rsid w:val="00362239"/>
    <w:rsid w:val="003628CC"/>
    <w:rsid w:val="00362A52"/>
    <w:rsid w:val="00362CA5"/>
    <w:rsid w:val="00362F26"/>
    <w:rsid w:val="0036304C"/>
    <w:rsid w:val="003638DF"/>
    <w:rsid w:val="00364AA7"/>
    <w:rsid w:val="003650F1"/>
    <w:rsid w:val="003650FA"/>
    <w:rsid w:val="00365C10"/>
    <w:rsid w:val="00365FDC"/>
    <w:rsid w:val="00365FF5"/>
    <w:rsid w:val="003665FB"/>
    <w:rsid w:val="00366915"/>
    <w:rsid w:val="0036718A"/>
    <w:rsid w:val="00367225"/>
    <w:rsid w:val="003674A8"/>
    <w:rsid w:val="00367D00"/>
    <w:rsid w:val="00370C12"/>
    <w:rsid w:val="00371AA1"/>
    <w:rsid w:val="00371E03"/>
    <w:rsid w:val="0037206E"/>
    <w:rsid w:val="00372268"/>
    <w:rsid w:val="00372EFB"/>
    <w:rsid w:val="00373250"/>
    <w:rsid w:val="003732C6"/>
    <w:rsid w:val="00373B9C"/>
    <w:rsid w:val="00373E79"/>
    <w:rsid w:val="003745BC"/>
    <w:rsid w:val="00374C6E"/>
    <w:rsid w:val="00375195"/>
    <w:rsid w:val="0037551B"/>
    <w:rsid w:val="00375708"/>
    <w:rsid w:val="00375754"/>
    <w:rsid w:val="00375B5B"/>
    <w:rsid w:val="003761D2"/>
    <w:rsid w:val="003763D4"/>
    <w:rsid w:val="003763FD"/>
    <w:rsid w:val="0037683E"/>
    <w:rsid w:val="00376A12"/>
    <w:rsid w:val="00377014"/>
    <w:rsid w:val="003773D7"/>
    <w:rsid w:val="00377417"/>
    <w:rsid w:val="00377420"/>
    <w:rsid w:val="0037744B"/>
    <w:rsid w:val="003775F6"/>
    <w:rsid w:val="00381233"/>
    <w:rsid w:val="00381A48"/>
    <w:rsid w:val="00381E26"/>
    <w:rsid w:val="003826CF"/>
    <w:rsid w:val="00382C28"/>
    <w:rsid w:val="00382D56"/>
    <w:rsid w:val="00382FD9"/>
    <w:rsid w:val="00383320"/>
    <w:rsid w:val="00383778"/>
    <w:rsid w:val="00383B74"/>
    <w:rsid w:val="0038470C"/>
    <w:rsid w:val="0038478C"/>
    <w:rsid w:val="00384D3E"/>
    <w:rsid w:val="00384DC2"/>
    <w:rsid w:val="00385078"/>
    <w:rsid w:val="00385D33"/>
    <w:rsid w:val="0038616E"/>
    <w:rsid w:val="00386559"/>
    <w:rsid w:val="0038655C"/>
    <w:rsid w:val="0038696B"/>
    <w:rsid w:val="00386CB2"/>
    <w:rsid w:val="00386EE6"/>
    <w:rsid w:val="00386F2B"/>
    <w:rsid w:val="00387556"/>
    <w:rsid w:val="00387C55"/>
    <w:rsid w:val="003900FE"/>
    <w:rsid w:val="00390302"/>
    <w:rsid w:val="0039091A"/>
    <w:rsid w:val="00390C3A"/>
    <w:rsid w:val="003911E8"/>
    <w:rsid w:val="00391AAD"/>
    <w:rsid w:val="00391C28"/>
    <w:rsid w:val="00391CB4"/>
    <w:rsid w:val="00391D16"/>
    <w:rsid w:val="00392873"/>
    <w:rsid w:val="00392E5C"/>
    <w:rsid w:val="00393058"/>
    <w:rsid w:val="003932D5"/>
    <w:rsid w:val="00393C7D"/>
    <w:rsid w:val="00393CE7"/>
    <w:rsid w:val="00394756"/>
    <w:rsid w:val="00394790"/>
    <w:rsid w:val="00394843"/>
    <w:rsid w:val="00394861"/>
    <w:rsid w:val="00394A87"/>
    <w:rsid w:val="00394D5F"/>
    <w:rsid w:val="0039523C"/>
    <w:rsid w:val="003953B1"/>
    <w:rsid w:val="003953CB"/>
    <w:rsid w:val="0039574D"/>
    <w:rsid w:val="0039574F"/>
    <w:rsid w:val="00395937"/>
    <w:rsid w:val="00395A42"/>
    <w:rsid w:val="00395BC6"/>
    <w:rsid w:val="003961BF"/>
    <w:rsid w:val="003964F0"/>
    <w:rsid w:val="00396CBE"/>
    <w:rsid w:val="00396CD6"/>
    <w:rsid w:val="00397A39"/>
    <w:rsid w:val="00397D62"/>
    <w:rsid w:val="003A001E"/>
    <w:rsid w:val="003A0498"/>
    <w:rsid w:val="003A0641"/>
    <w:rsid w:val="003A0DC4"/>
    <w:rsid w:val="003A15A7"/>
    <w:rsid w:val="003A1F32"/>
    <w:rsid w:val="003A20D1"/>
    <w:rsid w:val="003A23A2"/>
    <w:rsid w:val="003A28F9"/>
    <w:rsid w:val="003A29FA"/>
    <w:rsid w:val="003A2A22"/>
    <w:rsid w:val="003A2C99"/>
    <w:rsid w:val="003A2DB8"/>
    <w:rsid w:val="003A3216"/>
    <w:rsid w:val="003A3531"/>
    <w:rsid w:val="003A3C9A"/>
    <w:rsid w:val="003A4F5C"/>
    <w:rsid w:val="003A4FBF"/>
    <w:rsid w:val="003A5482"/>
    <w:rsid w:val="003A57AD"/>
    <w:rsid w:val="003A5922"/>
    <w:rsid w:val="003A5B73"/>
    <w:rsid w:val="003A5BCE"/>
    <w:rsid w:val="003A5BE0"/>
    <w:rsid w:val="003A5E33"/>
    <w:rsid w:val="003A5F2C"/>
    <w:rsid w:val="003A6055"/>
    <w:rsid w:val="003A616E"/>
    <w:rsid w:val="003A6260"/>
    <w:rsid w:val="003A677E"/>
    <w:rsid w:val="003A6A80"/>
    <w:rsid w:val="003A7202"/>
    <w:rsid w:val="003B018C"/>
    <w:rsid w:val="003B0254"/>
    <w:rsid w:val="003B04DD"/>
    <w:rsid w:val="003B0CCF"/>
    <w:rsid w:val="003B19AA"/>
    <w:rsid w:val="003B1A26"/>
    <w:rsid w:val="003B1CBA"/>
    <w:rsid w:val="003B1FA7"/>
    <w:rsid w:val="003B230E"/>
    <w:rsid w:val="003B2450"/>
    <w:rsid w:val="003B26D5"/>
    <w:rsid w:val="003B2A75"/>
    <w:rsid w:val="003B2E14"/>
    <w:rsid w:val="003B38DE"/>
    <w:rsid w:val="003B3F36"/>
    <w:rsid w:val="003B47A9"/>
    <w:rsid w:val="003B47EB"/>
    <w:rsid w:val="003B47F1"/>
    <w:rsid w:val="003B4DB4"/>
    <w:rsid w:val="003B5DB0"/>
    <w:rsid w:val="003B61C8"/>
    <w:rsid w:val="003B6637"/>
    <w:rsid w:val="003B664D"/>
    <w:rsid w:val="003B6951"/>
    <w:rsid w:val="003B6C27"/>
    <w:rsid w:val="003B7168"/>
    <w:rsid w:val="003B72C8"/>
    <w:rsid w:val="003B7671"/>
    <w:rsid w:val="003B7766"/>
    <w:rsid w:val="003B7BDB"/>
    <w:rsid w:val="003B7D96"/>
    <w:rsid w:val="003B7F26"/>
    <w:rsid w:val="003C0598"/>
    <w:rsid w:val="003C05DE"/>
    <w:rsid w:val="003C06FD"/>
    <w:rsid w:val="003C06FF"/>
    <w:rsid w:val="003C097A"/>
    <w:rsid w:val="003C1C4D"/>
    <w:rsid w:val="003C274F"/>
    <w:rsid w:val="003C2826"/>
    <w:rsid w:val="003C28FF"/>
    <w:rsid w:val="003C2902"/>
    <w:rsid w:val="003C29EC"/>
    <w:rsid w:val="003C2DC3"/>
    <w:rsid w:val="003C2FCE"/>
    <w:rsid w:val="003C32A5"/>
    <w:rsid w:val="003C32FE"/>
    <w:rsid w:val="003C3576"/>
    <w:rsid w:val="003C35C2"/>
    <w:rsid w:val="003C3902"/>
    <w:rsid w:val="003C3C73"/>
    <w:rsid w:val="003C3D77"/>
    <w:rsid w:val="003C3EBA"/>
    <w:rsid w:val="003C44A5"/>
    <w:rsid w:val="003C488A"/>
    <w:rsid w:val="003C54DB"/>
    <w:rsid w:val="003C584C"/>
    <w:rsid w:val="003C59CE"/>
    <w:rsid w:val="003C5AB4"/>
    <w:rsid w:val="003C5D73"/>
    <w:rsid w:val="003C663D"/>
    <w:rsid w:val="003C708C"/>
    <w:rsid w:val="003C73CB"/>
    <w:rsid w:val="003C796E"/>
    <w:rsid w:val="003C7D6E"/>
    <w:rsid w:val="003D0481"/>
    <w:rsid w:val="003D0AE3"/>
    <w:rsid w:val="003D0C2D"/>
    <w:rsid w:val="003D11A5"/>
    <w:rsid w:val="003D22A0"/>
    <w:rsid w:val="003D2339"/>
    <w:rsid w:val="003D2B48"/>
    <w:rsid w:val="003D3084"/>
    <w:rsid w:val="003D31A9"/>
    <w:rsid w:val="003D3243"/>
    <w:rsid w:val="003D3317"/>
    <w:rsid w:val="003D340A"/>
    <w:rsid w:val="003D352B"/>
    <w:rsid w:val="003D35F2"/>
    <w:rsid w:val="003D3B16"/>
    <w:rsid w:val="003D3CF4"/>
    <w:rsid w:val="003D3DD0"/>
    <w:rsid w:val="003D44B0"/>
    <w:rsid w:val="003D4BAD"/>
    <w:rsid w:val="003D514D"/>
    <w:rsid w:val="003D521D"/>
    <w:rsid w:val="003D5445"/>
    <w:rsid w:val="003D597B"/>
    <w:rsid w:val="003D5F89"/>
    <w:rsid w:val="003D632D"/>
    <w:rsid w:val="003D661C"/>
    <w:rsid w:val="003D69B0"/>
    <w:rsid w:val="003D6E22"/>
    <w:rsid w:val="003D70AE"/>
    <w:rsid w:val="003D74E2"/>
    <w:rsid w:val="003D77D6"/>
    <w:rsid w:val="003D7944"/>
    <w:rsid w:val="003D7B4D"/>
    <w:rsid w:val="003D7C67"/>
    <w:rsid w:val="003D7D33"/>
    <w:rsid w:val="003E00E0"/>
    <w:rsid w:val="003E03C0"/>
    <w:rsid w:val="003E0983"/>
    <w:rsid w:val="003E0F1A"/>
    <w:rsid w:val="003E0FDE"/>
    <w:rsid w:val="003E12CA"/>
    <w:rsid w:val="003E1C4B"/>
    <w:rsid w:val="003E2131"/>
    <w:rsid w:val="003E215E"/>
    <w:rsid w:val="003E217C"/>
    <w:rsid w:val="003E2C1B"/>
    <w:rsid w:val="003E3623"/>
    <w:rsid w:val="003E36D6"/>
    <w:rsid w:val="003E4556"/>
    <w:rsid w:val="003E474F"/>
    <w:rsid w:val="003E4A88"/>
    <w:rsid w:val="003E4B29"/>
    <w:rsid w:val="003E5053"/>
    <w:rsid w:val="003E5A77"/>
    <w:rsid w:val="003E5CC0"/>
    <w:rsid w:val="003E649A"/>
    <w:rsid w:val="003E6B17"/>
    <w:rsid w:val="003E798E"/>
    <w:rsid w:val="003F07DA"/>
    <w:rsid w:val="003F09A6"/>
    <w:rsid w:val="003F09AE"/>
    <w:rsid w:val="003F0AC7"/>
    <w:rsid w:val="003F0E94"/>
    <w:rsid w:val="003F1834"/>
    <w:rsid w:val="003F1CFC"/>
    <w:rsid w:val="003F2632"/>
    <w:rsid w:val="003F2AB1"/>
    <w:rsid w:val="003F2D16"/>
    <w:rsid w:val="003F2E40"/>
    <w:rsid w:val="003F2F89"/>
    <w:rsid w:val="003F3212"/>
    <w:rsid w:val="003F32CA"/>
    <w:rsid w:val="003F3333"/>
    <w:rsid w:val="003F334E"/>
    <w:rsid w:val="003F341B"/>
    <w:rsid w:val="003F3AF3"/>
    <w:rsid w:val="003F3D30"/>
    <w:rsid w:val="003F3E02"/>
    <w:rsid w:val="003F4492"/>
    <w:rsid w:val="003F5028"/>
    <w:rsid w:val="003F53AB"/>
    <w:rsid w:val="003F5495"/>
    <w:rsid w:val="003F57EB"/>
    <w:rsid w:val="003F58C3"/>
    <w:rsid w:val="003F5DBB"/>
    <w:rsid w:val="003F5FF3"/>
    <w:rsid w:val="003F61FB"/>
    <w:rsid w:val="003F6648"/>
    <w:rsid w:val="003F6814"/>
    <w:rsid w:val="003F6872"/>
    <w:rsid w:val="003F6916"/>
    <w:rsid w:val="003F6986"/>
    <w:rsid w:val="003F6A99"/>
    <w:rsid w:val="003F6E2D"/>
    <w:rsid w:val="003F6E80"/>
    <w:rsid w:val="003F7D2F"/>
    <w:rsid w:val="003F7D67"/>
    <w:rsid w:val="003F7D7B"/>
    <w:rsid w:val="00400143"/>
    <w:rsid w:val="004005F4"/>
    <w:rsid w:val="00400625"/>
    <w:rsid w:val="00400631"/>
    <w:rsid w:val="00400A9C"/>
    <w:rsid w:val="00400CAA"/>
    <w:rsid w:val="00400CF7"/>
    <w:rsid w:val="00400DC4"/>
    <w:rsid w:val="00401034"/>
    <w:rsid w:val="004018FB"/>
    <w:rsid w:val="00401B3A"/>
    <w:rsid w:val="00402047"/>
    <w:rsid w:val="00402C2B"/>
    <w:rsid w:val="00402CF7"/>
    <w:rsid w:val="00403171"/>
    <w:rsid w:val="00403321"/>
    <w:rsid w:val="00403604"/>
    <w:rsid w:val="00403642"/>
    <w:rsid w:val="00403786"/>
    <w:rsid w:val="00403796"/>
    <w:rsid w:val="004039A7"/>
    <w:rsid w:val="00403C97"/>
    <w:rsid w:val="004040C9"/>
    <w:rsid w:val="00404BD0"/>
    <w:rsid w:val="00404C81"/>
    <w:rsid w:val="00404CE7"/>
    <w:rsid w:val="00404E68"/>
    <w:rsid w:val="00404F16"/>
    <w:rsid w:val="00404F86"/>
    <w:rsid w:val="00404FF2"/>
    <w:rsid w:val="00405215"/>
    <w:rsid w:val="0040537C"/>
    <w:rsid w:val="00405771"/>
    <w:rsid w:val="00405A41"/>
    <w:rsid w:val="00405F74"/>
    <w:rsid w:val="0040607A"/>
    <w:rsid w:val="00406140"/>
    <w:rsid w:val="0040646B"/>
    <w:rsid w:val="004078BD"/>
    <w:rsid w:val="004078BE"/>
    <w:rsid w:val="00407B5D"/>
    <w:rsid w:val="00407E24"/>
    <w:rsid w:val="00410434"/>
    <w:rsid w:val="00410B08"/>
    <w:rsid w:val="00410B5A"/>
    <w:rsid w:val="00410D9F"/>
    <w:rsid w:val="00410E9D"/>
    <w:rsid w:val="0041136A"/>
    <w:rsid w:val="004114A2"/>
    <w:rsid w:val="00411863"/>
    <w:rsid w:val="00411C1A"/>
    <w:rsid w:val="00412040"/>
    <w:rsid w:val="004122E6"/>
    <w:rsid w:val="00412526"/>
    <w:rsid w:val="004125FF"/>
    <w:rsid w:val="00412BEF"/>
    <w:rsid w:val="00412D3D"/>
    <w:rsid w:val="00412F1F"/>
    <w:rsid w:val="004138F2"/>
    <w:rsid w:val="00413A22"/>
    <w:rsid w:val="00413C0F"/>
    <w:rsid w:val="0041407D"/>
    <w:rsid w:val="004140E8"/>
    <w:rsid w:val="004141A2"/>
    <w:rsid w:val="00414421"/>
    <w:rsid w:val="004148B1"/>
    <w:rsid w:val="00414A18"/>
    <w:rsid w:val="00414AD1"/>
    <w:rsid w:val="0041541B"/>
    <w:rsid w:val="00415792"/>
    <w:rsid w:val="00415BC8"/>
    <w:rsid w:val="00415D0F"/>
    <w:rsid w:val="00415F4B"/>
    <w:rsid w:val="00416941"/>
    <w:rsid w:val="0041727A"/>
    <w:rsid w:val="00417313"/>
    <w:rsid w:val="004176C7"/>
    <w:rsid w:val="004176D4"/>
    <w:rsid w:val="004201C2"/>
    <w:rsid w:val="00420489"/>
    <w:rsid w:val="004209B3"/>
    <w:rsid w:val="004209E1"/>
    <w:rsid w:val="00420FE1"/>
    <w:rsid w:val="00421281"/>
    <w:rsid w:val="004212D5"/>
    <w:rsid w:val="00421554"/>
    <w:rsid w:val="004216D9"/>
    <w:rsid w:val="00421998"/>
    <w:rsid w:val="00422351"/>
    <w:rsid w:val="004223EC"/>
    <w:rsid w:val="0042250A"/>
    <w:rsid w:val="004225A2"/>
    <w:rsid w:val="004226DE"/>
    <w:rsid w:val="004236A9"/>
    <w:rsid w:val="00423865"/>
    <w:rsid w:val="00423A09"/>
    <w:rsid w:val="00423C4B"/>
    <w:rsid w:val="00423EB5"/>
    <w:rsid w:val="004247EB"/>
    <w:rsid w:val="00424A34"/>
    <w:rsid w:val="00425034"/>
    <w:rsid w:val="004256C1"/>
    <w:rsid w:val="0042605F"/>
    <w:rsid w:val="00426192"/>
    <w:rsid w:val="004272E0"/>
    <w:rsid w:val="00427456"/>
    <w:rsid w:val="004279BA"/>
    <w:rsid w:val="00427F8C"/>
    <w:rsid w:val="00430241"/>
    <w:rsid w:val="004305B2"/>
    <w:rsid w:val="004306BB"/>
    <w:rsid w:val="00430883"/>
    <w:rsid w:val="00430A64"/>
    <w:rsid w:val="00430CCF"/>
    <w:rsid w:val="00430DC2"/>
    <w:rsid w:val="0043128B"/>
    <w:rsid w:val="00431940"/>
    <w:rsid w:val="00432518"/>
    <w:rsid w:val="00432676"/>
    <w:rsid w:val="004330A6"/>
    <w:rsid w:val="00433373"/>
    <w:rsid w:val="00433EF1"/>
    <w:rsid w:val="00434980"/>
    <w:rsid w:val="004349D8"/>
    <w:rsid w:val="00434D6A"/>
    <w:rsid w:val="00435579"/>
    <w:rsid w:val="004359F2"/>
    <w:rsid w:val="00435D05"/>
    <w:rsid w:val="00436095"/>
    <w:rsid w:val="004361F8"/>
    <w:rsid w:val="00436783"/>
    <w:rsid w:val="00436A23"/>
    <w:rsid w:val="00436AF7"/>
    <w:rsid w:val="0043766A"/>
    <w:rsid w:val="00437866"/>
    <w:rsid w:val="004378EF"/>
    <w:rsid w:val="00437E92"/>
    <w:rsid w:val="00440C43"/>
    <w:rsid w:val="0044123D"/>
    <w:rsid w:val="00441513"/>
    <w:rsid w:val="004415FB"/>
    <w:rsid w:val="00441AF7"/>
    <w:rsid w:val="004423B8"/>
    <w:rsid w:val="004425E4"/>
    <w:rsid w:val="00442A9C"/>
    <w:rsid w:val="00442E6E"/>
    <w:rsid w:val="004433C8"/>
    <w:rsid w:val="0044370A"/>
    <w:rsid w:val="004441A6"/>
    <w:rsid w:val="00444CE5"/>
    <w:rsid w:val="004455F1"/>
    <w:rsid w:val="00445897"/>
    <w:rsid w:val="00445902"/>
    <w:rsid w:val="00445988"/>
    <w:rsid w:val="00446142"/>
    <w:rsid w:val="00446D8F"/>
    <w:rsid w:val="004472D4"/>
    <w:rsid w:val="00450309"/>
    <w:rsid w:val="00450B94"/>
    <w:rsid w:val="00450CE8"/>
    <w:rsid w:val="004517EA"/>
    <w:rsid w:val="0045198E"/>
    <w:rsid w:val="00451A06"/>
    <w:rsid w:val="004520AF"/>
    <w:rsid w:val="0045268D"/>
    <w:rsid w:val="00452EB3"/>
    <w:rsid w:val="004537A2"/>
    <w:rsid w:val="00454195"/>
    <w:rsid w:val="004549A1"/>
    <w:rsid w:val="00454C7F"/>
    <w:rsid w:val="004554CC"/>
    <w:rsid w:val="00455618"/>
    <w:rsid w:val="00455A1A"/>
    <w:rsid w:val="00455C5B"/>
    <w:rsid w:val="00456226"/>
    <w:rsid w:val="004563F8"/>
    <w:rsid w:val="00456530"/>
    <w:rsid w:val="00456E93"/>
    <w:rsid w:val="00456FB6"/>
    <w:rsid w:val="00457247"/>
    <w:rsid w:val="00457640"/>
    <w:rsid w:val="00457A15"/>
    <w:rsid w:val="004606DB"/>
    <w:rsid w:val="00460E20"/>
    <w:rsid w:val="00461043"/>
    <w:rsid w:val="00461844"/>
    <w:rsid w:val="00461A31"/>
    <w:rsid w:val="00461E02"/>
    <w:rsid w:val="00461E0F"/>
    <w:rsid w:val="00461F50"/>
    <w:rsid w:val="004622F4"/>
    <w:rsid w:val="00462A3F"/>
    <w:rsid w:val="004635B1"/>
    <w:rsid w:val="00464459"/>
    <w:rsid w:val="004645E1"/>
    <w:rsid w:val="0046482E"/>
    <w:rsid w:val="004649AD"/>
    <w:rsid w:val="00464CE5"/>
    <w:rsid w:val="00464FB0"/>
    <w:rsid w:val="0046559B"/>
    <w:rsid w:val="004655EE"/>
    <w:rsid w:val="0046576E"/>
    <w:rsid w:val="0046584A"/>
    <w:rsid w:val="004658A2"/>
    <w:rsid w:val="00465B43"/>
    <w:rsid w:val="00465E07"/>
    <w:rsid w:val="00465FA8"/>
    <w:rsid w:val="0046694A"/>
    <w:rsid w:val="004674E7"/>
    <w:rsid w:val="004705BB"/>
    <w:rsid w:val="00470ECA"/>
    <w:rsid w:val="004714C3"/>
    <w:rsid w:val="00471F8B"/>
    <w:rsid w:val="00472093"/>
    <w:rsid w:val="004725AC"/>
    <w:rsid w:val="004729A3"/>
    <w:rsid w:val="004730E9"/>
    <w:rsid w:val="0047422E"/>
    <w:rsid w:val="00474303"/>
    <w:rsid w:val="004743F4"/>
    <w:rsid w:val="00474788"/>
    <w:rsid w:val="00474FD3"/>
    <w:rsid w:val="004754ED"/>
    <w:rsid w:val="00475564"/>
    <w:rsid w:val="00475BD5"/>
    <w:rsid w:val="00476205"/>
    <w:rsid w:val="0047623D"/>
    <w:rsid w:val="004774E8"/>
    <w:rsid w:val="00477710"/>
    <w:rsid w:val="0047799F"/>
    <w:rsid w:val="0047B99E"/>
    <w:rsid w:val="00480237"/>
    <w:rsid w:val="004810B6"/>
    <w:rsid w:val="00481813"/>
    <w:rsid w:val="00481C2E"/>
    <w:rsid w:val="0048234C"/>
    <w:rsid w:val="0048237E"/>
    <w:rsid w:val="004830CF"/>
    <w:rsid w:val="00483401"/>
    <w:rsid w:val="0048390D"/>
    <w:rsid w:val="00483B3A"/>
    <w:rsid w:val="00483B4A"/>
    <w:rsid w:val="00483CC4"/>
    <w:rsid w:val="00483FC9"/>
    <w:rsid w:val="00484163"/>
    <w:rsid w:val="0048423B"/>
    <w:rsid w:val="004842E0"/>
    <w:rsid w:val="00484B0D"/>
    <w:rsid w:val="00484B10"/>
    <w:rsid w:val="00484B5B"/>
    <w:rsid w:val="00485352"/>
    <w:rsid w:val="0048535B"/>
    <w:rsid w:val="004864C0"/>
    <w:rsid w:val="004864FD"/>
    <w:rsid w:val="0048657F"/>
    <w:rsid w:val="004868E0"/>
    <w:rsid w:val="00486E0A"/>
    <w:rsid w:val="00486E8B"/>
    <w:rsid w:val="004872A2"/>
    <w:rsid w:val="0048731C"/>
    <w:rsid w:val="0048767E"/>
    <w:rsid w:val="00487C53"/>
    <w:rsid w:val="00487CBD"/>
    <w:rsid w:val="00490146"/>
    <w:rsid w:val="004906D9"/>
    <w:rsid w:val="004907E2"/>
    <w:rsid w:val="00490927"/>
    <w:rsid w:val="00491094"/>
    <w:rsid w:val="00491341"/>
    <w:rsid w:val="004913A8"/>
    <w:rsid w:val="0049165B"/>
    <w:rsid w:val="0049179D"/>
    <w:rsid w:val="00491944"/>
    <w:rsid w:val="0049197B"/>
    <w:rsid w:val="00491C39"/>
    <w:rsid w:val="00491F5C"/>
    <w:rsid w:val="00492E98"/>
    <w:rsid w:val="00493220"/>
    <w:rsid w:val="00493F43"/>
    <w:rsid w:val="00493F4E"/>
    <w:rsid w:val="004940E8"/>
    <w:rsid w:val="0049440D"/>
    <w:rsid w:val="00494DAA"/>
    <w:rsid w:val="004954E2"/>
    <w:rsid w:val="00495932"/>
    <w:rsid w:val="00496007"/>
    <w:rsid w:val="00496855"/>
    <w:rsid w:val="00497723"/>
    <w:rsid w:val="00497A9A"/>
    <w:rsid w:val="00497BFC"/>
    <w:rsid w:val="004A0154"/>
    <w:rsid w:val="004A0AC8"/>
    <w:rsid w:val="004A0D37"/>
    <w:rsid w:val="004A1105"/>
    <w:rsid w:val="004A14C4"/>
    <w:rsid w:val="004A2987"/>
    <w:rsid w:val="004A29C6"/>
    <w:rsid w:val="004A2D20"/>
    <w:rsid w:val="004A2F70"/>
    <w:rsid w:val="004A314D"/>
    <w:rsid w:val="004A318A"/>
    <w:rsid w:val="004A359D"/>
    <w:rsid w:val="004A3635"/>
    <w:rsid w:val="004A3AD4"/>
    <w:rsid w:val="004A3BF7"/>
    <w:rsid w:val="004A3D36"/>
    <w:rsid w:val="004A3E5F"/>
    <w:rsid w:val="004A3EFB"/>
    <w:rsid w:val="004A3F07"/>
    <w:rsid w:val="004A4085"/>
    <w:rsid w:val="004A40FD"/>
    <w:rsid w:val="004A42D4"/>
    <w:rsid w:val="004A4491"/>
    <w:rsid w:val="004A45CF"/>
    <w:rsid w:val="004A4664"/>
    <w:rsid w:val="004A52BF"/>
    <w:rsid w:val="004A535A"/>
    <w:rsid w:val="004A55D8"/>
    <w:rsid w:val="004A5757"/>
    <w:rsid w:val="004A5B48"/>
    <w:rsid w:val="004A5E85"/>
    <w:rsid w:val="004A5F37"/>
    <w:rsid w:val="004A6213"/>
    <w:rsid w:val="004A6478"/>
    <w:rsid w:val="004A69AF"/>
    <w:rsid w:val="004A77FA"/>
    <w:rsid w:val="004A7D12"/>
    <w:rsid w:val="004A7FA6"/>
    <w:rsid w:val="004B037A"/>
    <w:rsid w:val="004B0493"/>
    <w:rsid w:val="004B070F"/>
    <w:rsid w:val="004B0E0E"/>
    <w:rsid w:val="004B10C3"/>
    <w:rsid w:val="004B1256"/>
    <w:rsid w:val="004B162D"/>
    <w:rsid w:val="004B17F7"/>
    <w:rsid w:val="004B1839"/>
    <w:rsid w:val="004B190B"/>
    <w:rsid w:val="004B1C54"/>
    <w:rsid w:val="004B1F5B"/>
    <w:rsid w:val="004B28E8"/>
    <w:rsid w:val="004B2971"/>
    <w:rsid w:val="004B2BE0"/>
    <w:rsid w:val="004B2DFB"/>
    <w:rsid w:val="004B32A6"/>
    <w:rsid w:val="004B3EB1"/>
    <w:rsid w:val="004B3EBC"/>
    <w:rsid w:val="004B45EC"/>
    <w:rsid w:val="004B4662"/>
    <w:rsid w:val="004B470E"/>
    <w:rsid w:val="004B476E"/>
    <w:rsid w:val="004B5022"/>
    <w:rsid w:val="004B5299"/>
    <w:rsid w:val="004B5473"/>
    <w:rsid w:val="004B5486"/>
    <w:rsid w:val="004B54F8"/>
    <w:rsid w:val="004B5724"/>
    <w:rsid w:val="004B57CC"/>
    <w:rsid w:val="004B662C"/>
    <w:rsid w:val="004B668D"/>
    <w:rsid w:val="004B67E7"/>
    <w:rsid w:val="004B6838"/>
    <w:rsid w:val="004B68C8"/>
    <w:rsid w:val="004B78CF"/>
    <w:rsid w:val="004B7974"/>
    <w:rsid w:val="004C0665"/>
    <w:rsid w:val="004C074A"/>
    <w:rsid w:val="004C0866"/>
    <w:rsid w:val="004C08F1"/>
    <w:rsid w:val="004C0BDA"/>
    <w:rsid w:val="004C1583"/>
    <w:rsid w:val="004C1FF8"/>
    <w:rsid w:val="004C274D"/>
    <w:rsid w:val="004C2879"/>
    <w:rsid w:val="004C2C1F"/>
    <w:rsid w:val="004C2CA2"/>
    <w:rsid w:val="004C2D73"/>
    <w:rsid w:val="004C3752"/>
    <w:rsid w:val="004C3E7F"/>
    <w:rsid w:val="004C4550"/>
    <w:rsid w:val="004C4A19"/>
    <w:rsid w:val="004C4FD1"/>
    <w:rsid w:val="004C534F"/>
    <w:rsid w:val="004C58C9"/>
    <w:rsid w:val="004C59BC"/>
    <w:rsid w:val="004C5AEA"/>
    <w:rsid w:val="004C6192"/>
    <w:rsid w:val="004C67CE"/>
    <w:rsid w:val="004C67FE"/>
    <w:rsid w:val="004C6B61"/>
    <w:rsid w:val="004C7150"/>
    <w:rsid w:val="004C7E41"/>
    <w:rsid w:val="004C7F07"/>
    <w:rsid w:val="004D05F9"/>
    <w:rsid w:val="004D138E"/>
    <w:rsid w:val="004D1550"/>
    <w:rsid w:val="004D1A54"/>
    <w:rsid w:val="004D1F2C"/>
    <w:rsid w:val="004D2843"/>
    <w:rsid w:val="004D34D9"/>
    <w:rsid w:val="004D4345"/>
    <w:rsid w:val="004D44C6"/>
    <w:rsid w:val="004D45BE"/>
    <w:rsid w:val="004D4798"/>
    <w:rsid w:val="004D4833"/>
    <w:rsid w:val="004D4991"/>
    <w:rsid w:val="004D4D6F"/>
    <w:rsid w:val="004D5840"/>
    <w:rsid w:val="004D5C27"/>
    <w:rsid w:val="004D5E17"/>
    <w:rsid w:val="004D5F0D"/>
    <w:rsid w:val="004D6433"/>
    <w:rsid w:val="004D657F"/>
    <w:rsid w:val="004D6700"/>
    <w:rsid w:val="004D6923"/>
    <w:rsid w:val="004D69E9"/>
    <w:rsid w:val="004D7002"/>
    <w:rsid w:val="004D767B"/>
    <w:rsid w:val="004D7B4E"/>
    <w:rsid w:val="004D7DFA"/>
    <w:rsid w:val="004E03D1"/>
    <w:rsid w:val="004E12B5"/>
    <w:rsid w:val="004E1AD3"/>
    <w:rsid w:val="004E1E55"/>
    <w:rsid w:val="004E2773"/>
    <w:rsid w:val="004E2873"/>
    <w:rsid w:val="004E28A1"/>
    <w:rsid w:val="004E2CAF"/>
    <w:rsid w:val="004E2DCA"/>
    <w:rsid w:val="004E2F6F"/>
    <w:rsid w:val="004E2FB9"/>
    <w:rsid w:val="004E330D"/>
    <w:rsid w:val="004E3B1E"/>
    <w:rsid w:val="004E3C5E"/>
    <w:rsid w:val="004E3EEA"/>
    <w:rsid w:val="004E3F5A"/>
    <w:rsid w:val="004E41C2"/>
    <w:rsid w:val="004E422C"/>
    <w:rsid w:val="004E44CA"/>
    <w:rsid w:val="004E4780"/>
    <w:rsid w:val="004E4849"/>
    <w:rsid w:val="004E501E"/>
    <w:rsid w:val="004E5141"/>
    <w:rsid w:val="004E5229"/>
    <w:rsid w:val="004E5544"/>
    <w:rsid w:val="004E59E7"/>
    <w:rsid w:val="004E5B11"/>
    <w:rsid w:val="004E5F47"/>
    <w:rsid w:val="004E6513"/>
    <w:rsid w:val="004E717E"/>
    <w:rsid w:val="004E72C7"/>
    <w:rsid w:val="004E7B1E"/>
    <w:rsid w:val="004E7C63"/>
    <w:rsid w:val="004E7F21"/>
    <w:rsid w:val="004F0112"/>
    <w:rsid w:val="004F0171"/>
    <w:rsid w:val="004F0D53"/>
    <w:rsid w:val="004F0FC8"/>
    <w:rsid w:val="004F15D2"/>
    <w:rsid w:val="004F1737"/>
    <w:rsid w:val="004F1801"/>
    <w:rsid w:val="004F1A55"/>
    <w:rsid w:val="004F1C16"/>
    <w:rsid w:val="004F27E5"/>
    <w:rsid w:val="004F2D2F"/>
    <w:rsid w:val="004F3098"/>
    <w:rsid w:val="004F34F7"/>
    <w:rsid w:val="004F3709"/>
    <w:rsid w:val="004F3B61"/>
    <w:rsid w:val="004F3F8E"/>
    <w:rsid w:val="004F3FA3"/>
    <w:rsid w:val="004F4A54"/>
    <w:rsid w:val="004F4FEE"/>
    <w:rsid w:val="004F5BE9"/>
    <w:rsid w:val="004F5BF9"/>
    <w:rsid w:val="004F6EB5"/>
    <w:rsid w:val="004F6FBA"/>
    <w:rsid w:val="004F78C2"/>
    <w:rsid w:val="004F794E"/>
    <w:rsid w:val="004F79F0"/>
    <w:rsid w:val="00500108"/>
    <w:rsid w:val="005005E7"/>
    <w:rsid w:val="005006C3"/>
    <w:rsid w:val="0050084D"/>
    <w:rsid w:val="00500E03"/>
    <w:rsid w:val="0050243A"/>
    <w:rsid w:val="005024E3"/>
    <w:rsid w:val="005025EA"/>
    <w:rsid w:val="00502722"/>
    <w:rsid w:val="00502FAA"/>
    <w:rsid w:val="005032AC"/>
    <w:rsid w:val="00503D5D"/>
    <w:rsid w:val="00503DC7"/>
    <w:rsid w:val="005041E9"/>
    <w:rsid w:val="00504363"/>
    <w:rsid w:val="0050470C"/>
    <w:rsid w:val="00504BAB"/>
    <w:rsid w:val="00505311"/>
    <w:rsid w:val="00505759"/>
    <w:rsid w:val="00506603"/>
    <w:rsid w:val="005067C8"/>
    <w:rsid w:val="00506EF5"/>
    <w:rsid w:val="0050710B"/>
    <w:rsid w:val="00507566"/>
    <w:rsid w:val="005075BC"/>
    <w:rsid w:val="005075EB"/>
    <w:rsid w:val="00507A6B"/>
    <w:rsid w:val="00507D58"/>
    <w:rsid w:val="0051087D"/>
    <w:rsid w:val="00510942"/>
    <w:rsid w:val="00510B39"/>
    <w:rsid w:val="0051102A"/>
    <w:rsid w:val="00511216"/>
    <w:rsid w:val="00511460"/>
    <w:rsid w:val="00511A40"/>
    <w:rsid w:val="00512095"/>
    <w:rsid w:val="00512342"/>
    <w:rsid w:val="00512ABB"/>
    <w:rsid w:val="00512DB1"/>
    <w:rsid w:val="00513094"/>
    <w:rsid w:val="00513155"/>
    <w:rsid w:val="005136DF"/>
    <w:rsid w:val="00513810"/>
    <w:rsid w:val="00513B6F"/>
    <w:rsid w:val="00513EAF"/>
    <w:rsid w:val="0051448C"/>
    <w:rsid w:val="005144FA"/>
    <w:rsid w:val="005146FC"/>
    <w:rsid w:val="005149BD"/>
    <w:rsid w:val="00514C96"/>
    <w:rsid w:val="00514FAF"/>
    <w:rsid w:val="005151F3"/>
    <w:rsid w:val="005155E0"/>
    <w:rsid w:val="00515BAF"/>
    <w:rsid w:val="0051608A"/>
    <w:rsid w:val="005161E0"/>
    <w:rsid w:val="00516328"/>
    <w:rsid w:val="00516579"/>
    <w:rsid w:val="005167A0"/>
    <w:rsid w:val="00516811"/>
    <w:rsid w:val="00516A6D"/>
    <w:rsid w:val="0051766E"/>
    <w:rsid w:val="00517887"/>
    <w:rsid w:val="0051799F"/>
    <w:rsid w:val="005179B4"/>
    <w:rsid w:val="00517E05"/>
    <w:rsid w:val="005201C9"/>
    <w:rsid w:val="0052024C"/>
    <w:rsid w:val="00520AC5"/>
    <w:rsid w:val="0052156B"/>
    <w:rsid w:val="005224A4"/>
    <w:rsid w:val="00522589"/>
    <w:rsid w:val="00522BB4"/>
    <w:rsid w:val="00522CB7"/>
    <w:rsid w:val="00522D0F"/>
    <w:rsid w:val="00522EDF"/>
    <w:rsid w:val="005231C5"/>
    <w:rsid w:val="00523818"/>
    <w:rsid w:val="00523917"/>
    <w:rsid w:val="00523C37"/>
    <w:rsid w:val="0052410E"/>
    <w:rsid w:val="005241EF"/>
    <w:rsid w:val="00524241"/>
    <w:rsid w:val="005243C9"/>
    <w:rsid w:val="00524403"/>
    <w:rsid w:val="00524B7C"/>
    <w:rsid w:val="00524C57"/>
    <w:rsid w:val="00524C65"/>
    <w:rsid w:val="005259B6"/>
    <w:rsid w:val="00525AD8"/>
    <w:rsid w:val="00526089"/>
    <w:rsid w:val="00526452"/>
    <w:rsid w:val="00526D58"/>
    <w:rsid w:val="0052704B"/>
    <w:rsid w:val="005271B5"/>
    <w:rsid w:val="00527A8F"/>
    <w:rsid w:val="0053010C"/>
    <w:rsid w:val="00530227"/>
    <w:rsid w:val="00530FC7"/>
    <w:rsid w:val="005310CA"/>
    <w:rsid w:val="005314AA"/>
    <w:rsid w:val="00531532"/>
    <w:rsid w:val="00531AEA"/>
    <w:rsid w:val="00531B1A"/>
    <w:rsid w:val="00531B3A"/>
    <w:rsid w:val="00532911"/>
    <w:rsid w:val="00532FDF"/>
    <w:rsid w:val="005330E2"/>
    <w:rsid w:val="0053320D"/>
    <w:rsid w:val="005337E2"/>
    <w:rsid w:val="005337EE"/>
    <w:rsid w:val="005340A5"/>
    <w:rsid w:val="00534106"/>
    <w:rsid w:val="00534438"/>
    <w:rsid w:val="005347B2"/>
    <w:rsid w:val="00534BD8"/>
    <w:rsid w:val="00535ABE"/>
    <w:rsid w:val="00535C3C"/>
    <w:rsid w:val="005361C4"/>
    <w:rsid w:val="005365E2"/>
    <w:rsid w:val="00536655"/>
    <w:rsid w:val="005367E9"/>
    <w:rsid w:val="00536B18"/>
    <w:rsid w:val="00536DDF"/>
    <w:rsid w:val="00536F60"/>
    <w:rsid w:val="00540170"/>
    <w:rsid w:val="0054061D"/>
    <w:rsid w:val="0054075E"/>
    <w:rsid w:val="00540822"/>
    <w:rsid w:val="005408B5"/>
    <w:rsid w:val="00540CD9"/>
    <w:rsid w:val="00540F6C"/>
    <w:rsid w:val="00541446"/>
    <w:rsid w:val="005416D6"/>
    <w:rsid w:val="0054182E"/>
    <w:rsid w:val="00541FBC"/>
    <w:rsid w:val="00542070"/>
    <w:rsid w:val="0054267F"/>
    <w:rsid w:val="005429AC"/>
    <w:rsid w:val="00542E9C"/>
    <w:rsid w:val="00544017"/>
    <w:rsid w:val="005441AD"/>
    <w:rsid w:val="00544C58"/>
    <w:rsid w:val="00544C91"/>
    <w:rsid w:val="00544D7B"/>
    <w:rsid w:val="00544DB5"/>
    <w:rsid w:val="00544EB1"/>
    <w:rsid w:val="00545204"/>
    <w:rsid w:val="00546A2C"/>
    <w:rsid w:val="00546BD8"/>
    <w:rsid w:val="00546C65"/>
    <w:rsid w:val="00546F9A"/>
    <w:rsid w:val="0054702A"/>
    <w:rsid w:val="00547081"/>
    <w:rsid w:val="0054714A"/>
    <w:rsid w:val="005474EC"/>
    <w:rsid w:val="005476FD"/>
    <w:rsid w:val="00547735"/>
    <w:rsid w:val="00550027"/>
    <w:rsid w:val="0055015E"/>
    <w:rsid w:val="005501B4"/>
    <w:rsid w:val="00550452"/>
    <w:rsid w:val="0055074A"/>
    <w:rsid w:val="00550B6A"/>
    <w:rsid w:val="00550CA2"/>
    <w:rsid w:val="00551452"/>
    <w:rsid w:val="00551B8D"/>
    <w:rsid w:val="00552160"/>
    <w:rsid w:val="005529F5"/>
    <w:rsid w:val="00552C58"/>
    <w:rsid w:val="00552FFC"/>
    <w:rsid w:val="00553161"/>
    <w:rsid w:val="0055317B"/>
    <w:rsid w:val="00553551"/>
    <w:rsid w:val="005535C2"/>
    <w:rsid w:val="0055392C"/>
    <w:rsid w:val="00553C11"/>
    <w:rsid w:val="00554142"/>
    <w:rsid w:val="005541BE"/>
    <w:rsid w:val="0055481C"/>
    <w:rsid w:val="00554CD8"/>
    <w:rsid w:val="005553AA"/>
    <w:rsid w:val="00556184"/>
    <w:rsid w:val="0055658D"/>
    <w:rsid w:val="00556736"/>
    <w:rsid w:val="0055797C"/>
    <w:rsid w:val="0055E6D6"/>
    <w:rsid w:val="005609D7"/>
    <w:rsid w:val="00560C9A"/>
    <w:rsid w:val="0056100B"/>
    <w:rsid w:val="0056107A"/>
    <w:rsid w:val="00561A6C"/>
    <w:rsid w:val="00561C3C"/>
    <w:rsid w:val="00561CCF"/>
    <w:rsid w:val="00561D8E"/>
    <w:rsid w:val="005623A9"/>
    <w:rsid w:val="0056295C"/>
    <w:rsid w:val="00562B84"/>
    <w:rsid w:val="00562BA4"/>
    <w:rsid w:val="00562BAF"/>
    <w:rsid w:val="00562C0C"/>
    <w:rsid w:val="00563012"/>
    <w:rsid w:val="00563190"/>
    <w:rsid w:val="005631CC"/>
    <w:rsid w:val="00563C55"/>
    <w:rsid w:val="00563F79"/>
    <w:rsid w:val="00563F92"/>
    <w:rsid w:val="005645A2"/>
    <w:rsid w:val="005650C0"/>
    <w:rsid w:val="00565203"/>
    <w:rsid w:val="00565D02"/>
    <w:rsid w:val="0056602B"/>
    <w:rsid w:val="0056603F"/>
    <w:rsid w:val="00567305"/>
    <w:rsid w:val="00567761"/>
    <w:rsid w:val="00567AC4"/>
    <w:rsid w:val="00567BAE"/>
    <w:rsid w:val="005706EC"/>
    <w:rsid w:val="005707F8"/>
    <w:rsid w:val="0057121F"/>
    <w:rsid w:val="00571464"/>
    <w:rsid w:val="00571502"/>
    <w:rsid w:val="005720CB"/>
    <w:rsid w:val="00572245"/>
    <w:rsid w:val="00572A13"/>
    <w:rsid w:val="00572AE2"/>
    <w:rsid w:val="00573153"/>
    <w:rsid w:val="005734D7"/>
    <w:rsid w:val="0057374F"/>
    <w:rsid w:val="005739CB"/>
    <w:rsid w:val="0057408C"/>
    <w:rsid w:val="005741E1"/>
    <w:rsid w:val="005743EC"/>
    <w:rsid w:val="00574563"/>
    <w:rsid w:val="00574588"/>
    <w:rsid w:val="00574870"/>
    <w:rsid w:val="005748AA"/>
    <w:rsid w:val="00574A1E"/>
    <w:rsid w:val="00574EE5"/>
    <w:rsid w:val="0057531A"/>
    <w:rsid w:val="00575353"/>
    <w:rsid w:val="00575509"/>
    <w:rsid w:val="00575863"/>
    <w:rsid w:val="005758A4"/>
    <w:rsid w:val="0057593B"/>
    <w:rsid w:val="00575E79"/>
    <w:rsid w:val="005762A5"/>
    <w:rsid w:val="00576BDF"/>
    <w:rsid w:val="00576E3F"/>
    <w:rsid w:val="00577AD5"/>
    <w:rsid w:val="00577DDA"/>
    <w:rsid w:val="0058033F"/>
    <w:rsid w:val="005804A2"/>
    <w:rsid w:val="00580705"/>
    <w:rsid w:val="00580724"/>
    <w:rsid w:val="00580BB3"/>
    <w:rsid w:val="00581807"/>
    <w:rsid w:val="005821C9"/>
    <w:rsid w:val="005824D2"/>
    <w:rsid w:val="005828F7"/>
    <w:rsid w:val="00583717"/>
    <w:rsid w:val="0058453F"/>
    <w:rsid w:val="0058489D"/>
    <w:rsid w:val="00584EF2"/>
    <w:rsid w:val="00585155"/>
    <w:rsid w:val="0058540F"/>
    <w:rsid w:val="0058575A"/>
    <w:rsid w:val="005858CE"/>
    <w:rsid w:val="00585A93"/>
    <w:rsid w:val="00585AFE"/>
    <w:rsid w:val="005866AE"/>
    <w:rsid w:val="0058691C"/>
    <w:rsid w:val="00586C14"/>
    <w:rsid w:val="00586E1B"/>
    <w:rsid w:val="0058740D"/>
    <w:rsid w:val="00587452"/>
    <w:rsid w:val="005875CE"/>
    <w:rsid w:val="0058794D"/>
    <w:rsid w:val="00587D1F"/>
    <w:rsid w:val="00587E15"/>
    <w:rsid w:val="00587FA7"/>
    <w:rsid w:val="00590452"/>
    <w:rsid w:val="00590AD3"/>
    <w:rsid w:val="00590C74"/>
    <w:rsid w:val="00591149"/>
    <w:rsid w:val="005912DE"/>
    <w:rsid w:val="00591DCA"/>
    <w:rsid w:val="00592351"/>
    <w:rsid w:val="005923B1"/>
    <w:rsid w:val="00592661"/>
    <w:rsid w:val="00592730"/>
    <w:rsid w:val="00592A9E"/>
    <w:rsid w:val="00592B8A"/>
    <w:rsid w:val="00592EE1"/>
    <w:rsid w:val="005930DD"/>
    <w:rsid w:val="005933AB"/>
    <w:rsid w:val="005933E5"/>
    <w:rsid w:val="00593954"/>
    <w:rsid w:val="00593C2C"/>
    <w:rsid w:val="00593C33"/>
    <w:rsid w:val="00593F00"/>
    <w:rsid w:val="00593F66"/>
    <w:rsid w:val="00593FAA"/>
    <w:rsid w:val="00594642"/>
    <w:rsid w:val="00594E9B"/>
    <w:rsid w:val="00594ED5"/>
    <w:rsid w:val="00595F8F"/>
    <w:rsid w:val="00595FD8"/>
    <w:rsid w:val="0059608A"/>
    <w:rsid w:val="00596ADE"/>
    <w:rsid w:val="00596AE6"/>
    <w:rsid w:val="005976FB"/>
    <w:rsid w:val="00597D21"/>
    <w:rsid w:val="00597DA1"/>
    <w:rsid w:val="005A0C87"/>
    <w:rsid w:val="005A0FAB"/>
    <w:rsid w:val="005A1185"/>
    <w:rsid w:val="005A17ED"/>
    <w:rsid w:val="005A1D55"/>
    <w:rsid w:val="005A209F"/>
    <w:rsid w:val="005A23F2"/>
    <w:rsid w:val="005A24C8"/>
    <w:rsid w:val="005A2A16"/>
    <w:rsid w:val="005A3025"/>
    <w:rsid w:val="005A36B3"/>
    <w:rsid w:val="005A3A3C"/>
    <w:rsid w:val="005A3B97"/>
    <w:rsid w:val="005A4269"/>
    <w:rsid w:val="005A4500"/>
    <w:rsid w:val="005A4D84"/>
    <w:rsid w:val="005A53EB"/>
    <w:rsid w:val="005A5747"/>
    <w:rsid w:val="005A57C4"/>
    <w:rsid w:val="005A656B"/>
    <w:rsid w:val="005A65A0"/>
    <w:rsid w:val="005A65AB"/>
    <w:rsid w:val="005A6719"/>
    <w:rsid w:val="005A6AC8"/>
    <w:rsid w:val="005A6BD2"/>
    <w:rsid w:val="005A7287"/>
    <w:rsid w:val="005A768D"/>
    <w:rsid w:val="005A78BD"/>
    <w:rsid w:val="005A7FEA"/>
    <w:rsid w:val="005B0F07"/>
    <w:rsid w:val="005B1077"/>
    <w:rsid w:val="005B15C8"/>
    <w:rsid w:val="005B1EA0"/>
    <w:rsid w:val="005B1EF1"/>
    <w:rsid w:val="005B1F2A"/>
    <w:rsid w:val="005B20BA"/>
    <w:rsid w:val="005B243C"/>
    <w:rsid w:val="005B2A61"/>
    <w:rsid w:val="005B321D"/>
    <w:rsid w:val="005B37C4"/>
    <w:rsid w:val="005B3948"/>
    <w:rsid w:val="005B3B19"/>
    <w:rsid w:val="005B3FD5"/>
    <w:rsid w:val="005B3FEF"/>
    <w:rsid w:val="005B44CE"/>
    <w:rsid w:val="005B45D7"/>
    <w:rsid w:val="005B46A2"/>
    <w:rsid w:val="005B4868"/>
    <w:rsid w:val="005B4890"/>
    <w:rsid w:val="005B5AF0"/>
    <w:rsid w:val="005B5C80"/>
    <w:rsid w:val="005B654A"/>
    <w:rsid w:val="005B72F5"/>
    <w:rsid w:val="005B75A9"/>
    <w:rsid w:val="005B76C8"/>
    <w:rsid w:val="005B79D8"/>
    <w:rsid w:val="005B7AC7"/>
    <w:rsid w:val="005B7B48"/>
    <w:rsid w:val="005C01F8"/>
    <w:rsid w:val="005C0668"/>
    <w:rsid w:val="005C066B"/>
    <w:rsid w:val="005C06D2"/>
    <w:rsid w:val="005C0DE0"/>
    <w:rsid w:val="005C10CB"/>
    <w:rsid w:val="005C1237"/>
    <w:rsid w:val="005C132A"/>
    <w:rsid w:val="005C15BC"/>
    <w:rsid w:val="005C1848"/>
    <w:rsid w:val="005C2748"/>
    <w:rsid w:val="005C297B"/>
    <w:rsid w:val="005C2BB5"/>
    <w:rsid w:val="005C2DD9"/>
    <w:rsid w:val="005C35E2"/>
    <w:rsid w:val="005C3C06"/>
    <w:rsid w:val="005C3C68"/>
    <w:rsid w:val="005C3CFB"/>
    <w:rsid w:val="005C3E96"/>
    <w:rsid w:val="005C42DA"/>
    <w:rsid w:val="005C480A"/>
    <w:rsid w:val="005C483F"/>
    <w:rsid w:val="005C4F95"/>
    <w:rsid w:val="005C5426"/>
    <w:rsid w:val="005C5708"/>
    <w:rsid w:val="005C59FD"/>
    <w:rsid w:val="005C5BF9"/>
    <w:rsid w:val="005C5D20"/>
    <w:rsid w:val="005C64F1"/>
    <w:rsid w:val="005C6711"/>
    <w:rsid w:val="005C70C8"/>
    <w:rsid w:val="005C7F58"/>
    <w:rsid w:val="005D054A"/>
    <w:rsid w:val="005D05A7"/>
    <w:rsid w:val="005D0791"/>
    <w:rsid w:val="005D0A63"/>
    <w:rsid w:val="005D0D79"/>
    <w:rsid w:val="005D193D"/>
    <w:rsid w:val="005D1BA7"/>
    <w:rsid w:val="005D207B"/>
    <w:rsid w:val="005D2B57"/>
    <w:rsid w:val="005D2B78"/>
    <w:rsid w:val="005D32B2"/>
    <w:rsid w:val="005D40C4"/>
    <w:rsid w:val="005D4742"/>
    <w:rsid w:val="005D4983"/>
    <w:rsid w:val="005D55DA"/>
    <w:rsid w:val="005D589F"/>
    <w:rsid w:val="005D5ECF"/>
    <w:rsid w:val="005D694B"/>
    <w:rsid w:val="005D6ADC"/>
    <w:rsid w:val="005D6D2A"/>
    <w:rsid w:val="005D6E5F"/>
    <w:rsid w:val="005D75CC"/>
    <w:rsid w:val="005D7CAD"/>
    <w:rsid w:val="005D7CBE"/>
    <w:rsid w:val="005E01E4"/>
    <w:rsid w:val="005E0256"/>
    <w:rsid w:val="005E027D"/>
    <w:rsid w:val="005E03B0"/>
    <w:rsid w:val="005E1001"/>
    <w:rsid w:val="005E10F7"/>
    <w:rsid w:val="005E1277"/>
    <w:rsid w:val="005E19CA"/>
    <w:rsid w:val="005E1BD2"/>
    <w:rsid w:val="005E1DDF"/>
    <w:rsid w:val="005E2187"/>
    <w:rsid w:val="005E2276"/>
    <w:rsid w:val="005E2718"/>
    <w:rsid w:val="005E27E1"/>
    <w:rsid w:val="005E2812"/>
    <w:rsid w:val="005E2A55"/>
    <w:rsid w:val="005E2ABE"/>
    <w:rsid w:val="005E2EAB"/>
    <w:rsid w:val="005E3625"/>
    <w:rsid w:val="005E3CBF"/>
    <w:rsid w:val="005E3D84"/>
    <w:rsid w:val="005E4096"/>
    <w:rsid w:val="005E4149"/>
    <w:rsid w:val="005E45C1"/>
    <w:rsid w:val="005E4CE0"/>
    <w:rsid w:val="005E4E8D"/>
    <w:rsid w:val="005E53DB"/>
    <w:rsid w:val="005E55E8"/>
    <w:rsid w:val="005E613B"/>
    <w:rsid w:val="005E61AA"/>
    <w:rsid w:val="005E6E0F"/>
    <w:rsid w:val="005E6F6B"/>
    <w:rsid w:val="005E73C6"/>
    <w:rsid w:val="005E761A"/>
    <w:rsid w:val="005E7B59"/>
    <w:rsid w:val="005E7B64"/>
    <w:rsid w:val="005E7E1D"/>
    <w:rsid w:val="005E7F23"/>
    <w:rsid w:val="005F08D7"/>
    <w:rsid w:val="005F0C98"/>
    <w:rsid w:val="005F1D2A"/>
    <w:rsid w:val="005F2077"/>
    <w:rsid w:val="005F2196"/>
    <w:rsid w:val="005F2302"/>
    <w:rsid w:val="005F24EE"/>
    <w:rsid w:val="005F2BE8"/>
    <w:rsid w:val="005F30D5"/>
    <w:rsid w:val="005F32DA"/>
    <w:rsid w:val="005F3955"/>
    <w:rsid w:val="005F3E64"/>
    <w:rsid w:val="005F3F55"/>
    <w:rsid w:val="005F41A8"/>
    <w:rsid w:val="005F4447"/>
    <w:rsid w:val="005F4648"/>
    <w:rsid w:val="005F4E5D"/>
    <w:rsid w:val="005F51F6"/>
    <w:rsid w:val="005F5652"/>
    <w:rsid w:val="005F5820"/>
    <w:rsid w:val="005F5A16"/>
    <w:rsid w:val="005F61C2"/>
    <w:rsid w:val="005F6302"/>
    <w:rsid w:val="005F64E1"/>
    <w:rsid w:val="005F6553"/>
    <w:rsid w:val="005F7141"/>
    <w:rsid w:val="005F74A6"/>
    <w:rsid w:val="005F75A9"/>
    <w:rsid w:val="005F78D7"/>
    <w:rsid w:val="005F7BA9"/>
    <w:rsid w:val="005FBC6F"/>
    <w:rsid w:val="00600264"/>
    <w:rsid w:val="0060051C"/>
    <w:rsid w:val="006005B7"/>
    <w:rsid w:val="0060074A"/>
    <w:rsid w:val="00600BF9"/>
    <w:rsid w:val="00600DBB"/>
    <w:rsid w:val="00600EC2"/>
    <w:rsid w:val="0060119F"/>
    <w:rsid w:val="00601320"/>
    <w:rsid w:val="00601470"/>
    <w:rsid w:val="006016F4"/>
    <w:rsid w:val="00601D94"/>
    <w:rsid w:val="00602037"/>
    <w:rsid w:val="00602311"/>
    <w:rsid w:val="00602468"/>
    <w:rsid w:val="00602620"/>
    <w:rsid w:val="006031D9"/>
    <w:rsid w:val="00603B4B"/>
    <w:rsid w:val="00603DBE"/>
    <w:rsid w:val="006042E6"/>
    <w:rsid w:val="006048BB"/>
    <w:rsid w:val="00604A25"/>
    <w:rsid w:val="00605183"/>
    <w:rsid w:val="006059A4"/>
    <w:rsid w:val="00605F29"/>
    <w:rsid w:val="00605FB1"/>
    <w:rsid w:val="006065BE"/>
    <w:rsid w:val="006068B4"/>
    <w:rsid w:val="00606935"/>
    <w:rsid w:val="00606B6C"/>
    <w:rsid w:val="00607397"/>
    <w:rsid w:val="00607845"/>
    <w:rsid w:val="006078C0"/>
    <w:rsid w:val="00607BD4"/>
    <w:rsid w:val="00607FDE"/>
    <w:rsid w:val="00610015"/>
    <w:rsid w:val="006101BA"/>
    <w:rsid w:val="0061048A"/>
    <w:rsid w:val="006104E5"/>
    <w:rsid w:val="0061077E"/>
    <w:rsid w:val="00610924"/>
    <w:rsid w:val="00610BBD"/>
    <w:rsid w:val="00610D06"/>
    <w:rsid w:val="00610E51"/>
    <w:rsid w:val="0061176E"/>
    <w:rsid w:val="00611C51"/>
    <w:rsid w:val="00611C97"/>
    <w:rsid w:val="00611ECC"/>
    <w:rsid w:val="00611F59"/>
    <w:rsid w:val="00612952"/>
    <w:rsid w:val="00612AD6"/>
    <w:rsid w:val="00613042"/>
    <w:rsid w:val="006132CD"/>
    <w:rsid w:val="00613963"/>
    <w:rsid w:val="0061399C"/>
    <w:rsid w:val="00614243"/>
    <w:rsid w:val="00614715"/>
    <w:rsid w:val="006148DD"/>
    <w:rsid w:val="00614C80"/>
    <w:rsid w:val="00615570"/>
    <w:rsid w:val="00616036"/>
    <w:rsid w:val="006163C8"/>
    <w:rsid w:val="006163D7"/>
    <w:rsid w:val="0061647D"/>
    <w:rsid w:val="0061654E"/>
    <w:rsid w:val="006168B2"/>
    <w:rsid w:val="00616C55"/>
    <w:rsid w:val="00616D30"/>
    <w:rsid w:val="006173FE"/>
    <w:rsid w:val="00617F57"/>
    <w:rsid w:val="00617F7C"/>
    <w:rsid w:val="00617FC3"/>
    <w:rsid w:val="006204DF"/>
    <w:rsid w:val="0062056E"/>
    <w:rsid w:val="00620B15"/>
    <w:rsid w:val="00620B41"/>
    <w:rsid w:val="0062132E"/>
    <w:rsid w:val="006215B4"/>
    <w:rsid w:val="00621B7D"/>
    <w:rsid w:val="006220A4"/>
    <w:rsid w:val="00623F8F"/>
    <w:rsid w:val="0062443F"/>
    <w:rsid w:val="0062456D"/>
    <w:rsid w:val="00624788"/>
    <w:rsid w:val="00624893"/>
    <w:rsid w:val="006248E9"/>
    <w:rsid w:val="00624A77"/>
    <w:rsid w:val="00624CA4"/>
    <w:rsid w:val="00624D44"/>
    <w:rsid w:val="00624FB5"/>
    <w:rsid w:val="0062509A"/>
    <w:rsid w:val="00625CD1"/>
    <w:rsid w:val="00626185"/>
    <w:rsid w:val="00626686"/>
    <w:rsid w:val="00626A6C"/>
    <w:rsid w:val="00626AA5"/>
    <w:rsid w:val="00627062"/>
    <w:rsid w:val="00627322"/>
    <w:rsid w:val="00627A8B"/>
    <w:rsid w:val="00627B7E"/>
    <w:rsid w:val="006301DA"/>
    <w:rsid w:val="0063039A"/>
    <w:rsid w:val="0063052B"/>
    <w:rsid w:val="00630A00"/>
    <w:rsid w:val="00630A33"/>
    <w:rsid w:val="006317B7"/>
    <w:rsid w:val="00631DBE"/>
    <w:rsid w:val="00632639"/>
    <w:rsid w:val="0063277B"/>
    <w:rsid w:val="0063281A"/>
    <w:rsid w:val="00632A32"/>
    <w:rsid w:val="00632BA0"/>
    <w:rsid w:val="00632D7F"/>
    <w:rsid w:val="006331B8"/>
    <w:rsid w:val="00633539"/>
    <w:rsid w:val="0063363B"/>
    <w:rsid w:val="006336B9"/>
    <w:rsid w:val="00633884"/>
    <w:rsid w:val="00633BA5"/>
    <w:rsid w:val="00633BD2"/>
    <w:rsid w:val="00633EB9"/>
    <w:rsid w:val="0063408D"/>
    <w:rsid w:val="00635A44"/>
    <w:rsid w:val="00635D22"/>
    <w:rsid w:val="00636405"/>
    <w:rsid w:val="00636447"/>
    <w:rsid w:val="006366CB"/>
    <w:rsid w:val="00636704"/>
    <w:rsid w:val="00636DDA"/>
    <w:rsid w:val="0063723C"/>
    <w:rsid w:val="006372CE"/>
    <w:rsid w:val="00637547"/>
    <w:rsid w:val="00637664"/>
    <w:rsid w:val="00637CDD"/>
    <w:rsid w:val="006400BE"/>
    <w:rsid w:val="00640305"/>
    <w:rsid w:val="00640591"/>
    <w:rsid w:val="006405BD"/>
    <w:rsid w:val="006408E6"/>
    <w:rsid w:val="00640B4A"/>
    <w:rsid w:val="00640F63"/>
    <w:rsid w:val="0064154F"/>
    <w:rsid w:val="006416FC"/>
    <w:rsid w:val="00641865"/>
    <w:rsid w:val="0064195A"/>
    <w:rsid w:val="00641F04"/>
    <w:rsid w:val="006420D9"/>
    <w:rsid w:val="00642171"/>
    <w:rsid w:val="00642579"/>
    <w:rsid w:val="006427CC"/>
    <w:rsid w:val="00642B90"/>
    <w:rsid w:val="00642FE6"/>
    <w:rsid w:val="00643415"/>
    <w:rsid w:val="006434B3"/>
    <w:rsid w:val="00643534"/>
    <w:rsid w:val="00643F84"/>
    <w:rsid w:val="0064443B"/>
    <w:rsid w:val="00644A33"/>
    <w:rsid w:val="00644CAF"/>
    <w:rsid w:val="006450B9"/>
    <w:rsid w:val="00645309"/>
    <w:rsid w:val="006459A3"/>
    <w:rsid w:val="00645AB1"/>
    <w:rsid w:val="00645F80"/>
    <w:rsid w:val="00646348"/>
    <w:rsid w:val="00646756"/>
    <w:rsid w:val="006471E0"/>
    <w:rsid w:val="00647253"/>
    <w:rsid w:val="0064754E"/>
    <w:rsid w:val="00650A30"/>
    <w:rsid w:val="0065101E"/>
    <w:rsid w:val="00651024"/>
    <w:rsid w:val="00651120"/>
    <w:rsid w:val="0065115A"/>
    <w:rsid w:val="006513D8"/>
    <w:rsid w:val="006513F9"/>
    <w:rsid w:val="00651878"/>
    <w:rsid w:val="00651904"/>
    <w:rsid w:val="006522F5"/>
    <w:rsid w:val="0065252A"/>
    <w:rsid w:val="006527D4"/>
    <w:rsid w:val="00652B42"/>
    <w:rsid w:val="006534C9"/>
    <w:rsid w:val="006538C1"/>
    <w:rsid w:val="00653A41"/>
    <w:rsid w:val="00653BB9"/>
    <w:rsid w:val="00653D7F"/>
    <w:rsid w:val="00653F63"/>
    <w:rsid w:val="0065456F"/>
    <w:rsid w:val="00654663"/>
    <w:rsid w:val="006549F0"/>
    <w:rsid w:val="00655081"/>
    <w:rsid w:val="00655493"/>
    <w:rsid w:val="006557F7"/>
    <w:rsid w:val="006557FE"/>
    <w:rsid w:val="0065581D"/>
    <w:rsid w:val="006558DB"/>
    <w:rsid w:val="00655C62"/>
    <w:rsid w:val="00656520"/>
    <w:rsid w:val="00656686"/>
    <w:rsid w:val="006567DD"/>
    <w:rsid w:val="00656BF7"/>
    <w:rsid w:val="00656F8F"/>
    <w:rsid w:val="00657164"/>
    <w:rsid w:val="00657962"/>
    <w:rsid w:val="0066083E"/>
    <w:rsid w:val="006608F1"/>
    <w:rsid w:val="00660B04"/>
    <w:rsid w:val="006617BD"/>
    <w:rsid w:val="00661974"/>
    <w:rsid w:val="00661B4C"/>
    <w:rsid w:val="00662297"/>
    <w:rsid w:val="006622F2"/>
    <w:rsid w:val="006623A1"/>
    <w:rsid w:val="006623F4"/>
    <w:rsid w:val="006626C7"/>
    <w:rsid w:val="00662711"/>
    <w:rsid w:val="006628D3"/>
    <w:rsid w:val="00662B26"/>
    <w:rsid w:val="00662C7E"/>
    <w:rsid w:val="00664262"/>
    <w:rsid w:val="006646A0"/>
    <w:rsid w:val="00664714"/>
    <w:rsid w:val="00664B51"/>
    <w:rsid w:val="00664D3C"/>
    <w:rsid w:val="00664E3D"/>
    <w:rsid w:val="00664E60"/>
    <w:rsid w:val="00665BB5"/>
    <w:rsid w:val="00665C6A"/>
    <w:rsid w:val="00665FEE"/>
    <w:rsid w:val="00666109"/>
    <w:rsid w:val="00666842"/>
    <w:rsid w:val="00666A4C"/>
    <w:rsid w:val="00666B31"/>
    <w:rsid w:val="00666E98"/>
    <w:rsid w:val="0066721D"/>
    <w:rsid w:val="00667285"/>
    <w:rsid w:val="0066770F"/>
    <w:rsid w:val="00667A46"/>
    <w:rsid w:val="00667E08"/>
    <w:rsid w:val="00667FC8"/>
    <w:rsid w:val="006700F0"/>
    <w:rsid w:val="00670267"/>
    <w:rsid w:val="00670564"/>
    <w:rsid w:val="00670641"/>
    <w:rsid w:val="006708CA"/>
    <w:rsid w:val="00670B0A"/>
    <w:rsid w:val="00670EF2"/>
    <w:rsid w:val="00671092"/>
    <w:rsid w:val="006710C9"/>
    <w:rsid w:val="00671449"/>
    <w:rsid w:val="006714DE"/>
    <w:rsid w:val="006714F2"/>
    <w:rsid w:val="00671916"/>
    <w:rsid w:val="006730B4"/>
    <w:rsid w:val="00673522"/>
    <w:rsid w:val="00673FAD"/>
    <w:rsid w:val="0067429A"/>
    <w:rsid w:val="00674583"/>
    <w:rsid w:val="0067494D"/>
    <w:rsid w:val="00674973"/>
    <w:rsid w:val="00674D7E"/>
    <w:rsid w:val="0067563E"/>
    <w:rsid w:val="00675684"/>
    <w:rsid w:val="00675D39"/>
    <w:rsid w:val="006761D8"/>
    <w:rsid w:val="006767C7"/>
    <w:rsid w:val="00676BF6"/>
    <w:rsid w:val="00677003"/>
    <w:rsid w:val="006774E3"/>
    <w:rsid w:val="006776E3"/>
    <w:rsid w:val="00677925"/>
    <w:rsid w:val="00677947"/>
    <w:rsid w:val="00677972"/>
    <w:rsid w:val="00677C57"/>
    <w:rsid w:val="006800E5"/>
    <w:rsid w:val="00680370"/>
    <w:rsid w:val="00680379"/>
    <w:rsid w:val="00680AC6"/>
    <w:rsid w:val="00680C84"/>
    <w:rsid w:val="00682007"/>
    <w:rsid w:val="00682A0F"/>
    <w:rsid w:val="00682E30"/>
    <w:rsid w:val="00682F62"/>
    <w:rsid w:val="0068301C"/>
    <w:rsid w:val="00683478"/>
    <w:rsid w:val="00683672"/>
    <w:rsid w:val="00683F2C"/>
    <w:rsid w:val="00684131"/>
    <w:rsid w:val="0068463A"/>
    <w:rsid w:val="0068496A"/>
    <w:rsid w:val="006849F8"/>
    <w:rsid w:val="00684F8E"/>
    <w:rsid w:val="006855FF"/>
    <w:rsid w:val="006856CB"/>
    <w:rsid w:val="00685D94"/>
    <w:rsid w:val="00685DC2"/>
    <w:rsid w:val="00685F64"/>
    <w:rsid w:val="00686087"/>
    <w:rsid w:val="00687093"/>
    <w:rsid w:val="00687103"/>
    <w:rsid w:val="006871EA"/>
    <w:rsid w:val="0068753E"/>
    <w:rsid w:val="00687728"/>
    <w:rsid w:val="006877BA"/>
    <w:rsid w:val="00687EAC"/>
    <w:rsid w:val="0069022B"/>
    <w:rsid w:val="00691CA5"/>
    <w:rsid w:val="00692044"/>
    <w:rsid w:val="0069256D"/>
    <w:rsid w:val="006929A8"/>
    <w:rsid w:val="00692FC5"/>
    <w:rsid w:val="006936E9"/>
    <w:rsid w:val="006937E8"/>
    <w:rsid w:val="00693828"/>
    <w:rsid w:val="00693997"/>
    <w:rsid w:val="00693A23"/>
    <w:rsid w:val="00693AA7"/>
    <w:rsid w:val="00693CD4"/>
    <w:rsid w:val="00694301"/>
    <w:rsid w:val="00694738"/>
    <w:rsid w:val="00694B4A"/>
    <w:rsid w:val="00694B9C"/>
    <w:rsid w:val="0069535F"/>
    <w:rsid w:val="00695D6A"/>
    <w:rsid w:val="00695D7F"/>
    <w:rsid w:val="00695E9B"/>
    <w:rsid w:val="0069608A"/>
    <w:rsid w:val="006964E7"/>
    <w:rsid w:val="00696580"/>
    <w:rsid w:val="00697784"/>
    <w:rsid w:val="0069791B"/>
    <w:rsid w:val="00697B54"/>
    <w:rsid w:val="00697BB9"/>
    <w:rsid w:val="006A0183"/>
    <w:rsid w:val="006A02EE"/>
    <w:rsid w:val="006A0825"/>
    <w:rsid w:val="006A151B"/>
    <w:rsid w:val="006A1564"/>
    <w:rsid w:val="006A1991"/>
    <w:rsid w:val="006A21CF"/>
    <w:rsid w:val="006A2292"/>
    <w:rsid w:val="006A2783"/>
    <w:rsid w:val="006A2B46"/>
    <w:rsid w:val="006A2CD0"/>
    <w:rsid w:val="006A2D69"/>
    <w:rsid w:val="006A38B9"/>
    <w:rsid w:val="006A39A0"/>
    <w:rsid w:val="006A3D4D"/>
    <w:rsid w:val="006A451A"/>
    <w:rsid w:val="006A48E7"/>
    <w:rsid w:val="006A49B6"/>
    <w:rsid w:val="006A4A39"/>
    <w:rsid w:val="006A4A6F"/>
    <w:rsid w:val="006A4BDD"/>
    <w:rsid w:val="006A4C60"/>
    <w:rsid w:val="006A5302"/>
    <w:rsid w:val="006A62E1"/>
    <w:rsid w:val="006A6B88"/>
    <w:rsid w:val="006A6D04"/>
    <w:rsid w:val="006A6FF0"/>
    <w:rsid w:val="006A75D5"/>
    <w:rsid w:val="006A76E6"/>
    <w:rsid w:val="006A7EBE"/>
    <w:rsid w:val="006A7F7E"/>
    <w:rsid w:val="006B0249"/>
    <w:rsid w:val="006B03C8"/>
    <w:rsid w:val="006B03DD"/>
    <w:rsid w:val="006B075F"/>
    <w:rsid w:val="006B0C96"/>
    <w:rsid w:val="006B148B"/>
    <w:rsid w:val="006B1A7C"/>
    <w:rsid w:val="006B2402"/>
    <w:rsid w:val="006B32F3"/>
    <w:rsid w:val="006B36C7"/>
    <w:rsid w:val="006B39F4"/>
    <w:rsid w:val="006B3C27"/>
    <w:rsid w:val="006B3E57"/>
    <w:rsid w:val="006B4DF0"/>
    <w:rsid w:val="006B5416"/>
    <w:rsid w:val="006B54E3"/>
    <w:rsid w:val="006B5563"/>
    <w:rsid w:val="006B586B"/>
    <w:rsid w:val="006B58B0"/>
    <w:rsid w:val="006B5E53"/>
    <w:rsid w:val="006B6159"/>
    <w:rsid w:val="006B628D"/>
    <w:rsid w:val="006B64F3"/>
    <w:rsid w:val="006B6971"/>
    <w:rsid w:val="006B6A5A"/>
    <w:rsid w:val="006B6AC1"/>
    <w:rsid w:val="006B7356"/>
    <w:rsid w:val="006B75E3"/>
    <w:rsid w:val="006B79EB"/>
    <w:rsid w:val="006B7DE3"/>
    <w:rsid w:val="006C0264"/>
    <w:rsid w:val="006C0391"/>
    <w:rsid w:val="006C0929"/>
    <w:rsid w:val="006C0EDA"/>
    <w:rsid w:val="006C1797"/>
    <w:rsid w:val="006C1AFA"/>
    <w:rsid w:val="006C20CE"/>
    <w:rsid w:val="006C25B9"/>
    <w:rsid w:val="006C3150"/>
    <w:rsid w:val="006C42B6"/>
    <w:rsid w:val="006C43D5"/>
    <w:rsid w:val="006C4A2B"/>
    <w:rsid w:val="006C4C25"/>
    <w:rsid w:val="006C4CA6"/>
    <w:rsid w:val="006C56EE"/>
    <w:rsid w:val="006C58AA"/>
    <w:rsid w:val="006C6079"/>
    <w:rsid w:val="006C61DB"/>
    <w:rsid w:val="006C65DB"/>
    <w:rsid w:val="006C6717"/>
    <w:rsid w:val="006C7458"/>
    <w:rsid w:val="006C7A02"/>
    <w:rsid w:val="006D0D19"/>
    <w:rsid w:val="006D0F7D"/>
    <w:rsid w:val="006D105B"/>
    <w:rsid w:val="006D10B3"/>
    <w:rsid w:val="006D150C"/>
    <w:rsid w:val="006D18FB"/>
    <w:rsid w:val="006D1935"/>
    <w:rsid w:val="006D1D00"/>
    <w:rsid w:val="006D1D26"/>
    <w:rsid w:val="006D1FA0"/>
    <w:rsid w:val="006D246D"/>
    <w:rsid w:val="006D2D13"/>
    <w:rsid w:val="006D3351"/>
    <w:rsid w:val="006D3424"/>
    <w:rsid w:val="006D3B9E"/>
    <w:rsid w:val="006D3BEB"/>
    <w:rsid w:val="006D3F30"/>
    <w:rsid w:val="006D410A"/>
    <w:rsid w:val="006D4549"/>
    <w:rsid w:val="006D4D4F"/>
    <w:rsid w:val="006D4E5B"/>
    <w:rsid w:val="006D53CF"/>
    <w:rsid w:val="006D557C"/>
    <w:rsid w:val="006D55B3"/>
    <w:rsid w:val="006D59DB"/>
    <w:rsid w:val="006D5C57"/>
    <w:rsid w:val="006D5CBF"/>
    <w:rsid w:val="006D62BF"/>
    <w:rsid w:val="006D6516"/>
    <w:rsid w:val="006D6BD2"/>
    <w:rsid w:val="006D74F2"/>
    <w:rsid w:val="006D7667"/>
    <w:rsid w:val="006D78FB"/>
    <w:rsid w:val="006D7BB2"/>
    <w:rsid w:val="006E0959"/>
    <w:rsid w:val="006E0EC1"/>
    <w:rsid w:val="006E0EFA"/>
    <w:rsid w:val="006E10C9"/>
    <w:rsid w:val="006E11FA"/>
    <w:rsid w:val="006E1581"/>
    <w:rsid w:val="006E19F7"/>
    <w:rsid w:val="006E23C9"/>
    <w:rsid w:val="006E2C1A"/>
    <w:rsid w:val="006E2CB9"/>
    <w:rsid w:val="006E2D75"/>
    <w:rsid w:val="006E3B37"/>
    <w:rsid w:val="006E3CE1"/>
    <w:rsid w:val="006E3E81"/>
    <w:rsid w:val="006E40BA"/>
    <w:rsid w:val="006E45B4"/>
    <w:rsid w:val="006E4C34"/>
    <w:rsid w:val="006E4E9B"/>
    <w:rsid w:val="006E4FA4"/>
    <w:rsid w:val="006E5279"/>
    <w:rsid w:val="006E53EC"/>
    <w:rsid w:val="006E5597"/>
    <w:rsid w:val="006E5945"/>
    <w:rsid w:val="006E601F"/>
    <w:rsid w:val="006E652B"/>
    <w:rsid w:val="006E66D7"/>
    <w:rsid w:val="006E6767"/>
    <w:rsid w:val="006E69AA"/>
    <w:rsid w:val="006E6D1B"/>
    <w:rsid w:val="006E6EC8"/>
    <w:rsid w:val="006E7A1A"/>
    <w:rsid w:val="006E7B68"/>
    <w:rsid w:val="006E7F6D"/>
    <w:rsid w:val="006E7F6E"/>
    <w:rsid w:val="006F0323"/>
    <w:rsid w:val="006F0542"/>
    <w:rsid w:val="006F0634"/>
    <w:rsid w:val="006F09A0"/>
    <w:rsid w:val="006F09FC"/>
    <w:rsid w:val="006F0AC8"/>
    <w:rsid w:val="006F0BFE"/>
    <w:rsid w:val="006F0C81"/>
    <w:rsid w:val="006F0F95"/>
    <w:rsid w:val="006F10C5"/>
    <w:rsid w:val="006F143B"/>
    <w:rsid w:val="006F1A85"/>
    <w:rsid w:val="006F1D27"/>
    <w:rsid w:val="006F2005"/>
    <w:rsid w:val="006F2B3C"/>
    <w:rsid w:val="006F2BD7"/>
    <w:rsid w:val="006F3185"/>
    <w:rsid w:val="006F380E"/>
    <w:rsid w:val="006F4038"/>
    <w:rsid w:val="006F4275"/>
    <w:rsid w:val="006F42A1"/>
    <w:rsid w:val="006F433B"/>
    <w:rsid w:val="006F484A"/>
    <w:rsid w:val="006F510A"/>
    <w:rsid w:val="006F51E5"/>
    <w:rsid w:val="006F568F"/>
    <w:rsid w:val="006F577D"/>
    <w:rsid w:val="006F5B0F"/>
    <w:rsid w:val="006F5CA9"/>
    <w:rsid w:val="006F647F"/>
    <w:rsid w:val="006F64A2"/>
    <w:rsid w:val="006F6AAC"/>
    <w:rsid w:val="006F6E99"/>
    <w:rsid w:val="006F700F"/>
    <w:rsid w:val="006F73B4"/>
    <w:rsid w:val="006F74C9"/>
    <w:rsid w:val="006F7808"/>
    <w:rsid w:val="006F7D0A"/>
    <w:rsid w:val="006F7F62"/>
    <w:rsid w:val="00700402"/>
    <w:rsid w:val="0070053B"/>
    <w:rsid w:val="00700905"/>
    <w:rsid w:val="00701A93"/>
    <w:rsid w:val="00701EBB"/>
    <w:rsid w:val="007021FB"/>
    <w:rsid w:val="00702B60"/>
    <w:rsid w:val="00702BDD"/>
    <w:rsid w:val="00702C46"/>
    <w:rsid w:val="00702D2B"/>
    <w:rsid w:val="00703722"/>
    <w:rsid w:val="00703AF9"/>
    <w:rsid w:val="00703C8B"/>
    <w:rsid w:val="007046BA"/>
    <w:rsid w:val="00704F03"/>
    <w:rsid w:val="00705553"/>
    <w:rsid w:val="00705B5D"/>
    <w:rsid w:val="007060F6"/>
    <w:rsid w:val="00706294"/>
    <w:rsid w:val="0070634D"/>
    <w:rsid w:val="00706431"/>
    <w:rsid w:val="007064AF"/>
    <w:rsid w:val="007066C9"/>
    <w:rsid w:val="007067CC"/>
    <w:rsid w:val="007067FE"/>
    <w:rsid w:val="0070685D"/>
    <w:rsid w:val="00706D07"/>
    <w:rsid w:val="00706F39"/>
    <w:rsid w:val="00706FCD"/>
    <w:rsid w:val="00707068"/>
    <w:rsid w:val="0070736B"/>
    <w:rsid w:val="00707529"/>
    <w:rsid w:val="00707787"/>
    <w:rsid w:val="00707EC3"/>
    <w:rsid w:val="00710153"/>
    <w:rsid w:val="00710338"/>
    <w:rsid w:val="007103FC"/>
    <w:rsid w:val="00710CD5"/>
    <w:rsid w:val="00710D81"/>
    <w:rsid w:val="00710DAC"/>
    <w:rsid w:val="0071175C"/>
    <w:rsid w:val="00711A1E"/>
    <w:rsid w:val="00711B81"/>
    <w:rsid w:val="00712339"/>
    <w:rsid w:val="00712580"/>
    <w:rsid w:val="00712B8D"/>
    <w:rsid w:val="00712D73"/>
    <w:rsid w:val="00712F64"/>
    <w:rsid w:val="00713293"/>
    <w:rsid w:val="0071351A"/>
    <w:rsid w:val="0071352E"/>
    <w:rsid w:val="0071387C"/>
    <w:rsid w:val="00713C09"/>
    <w:rsid w:val="00714762"/>
    <w:rsid w:val="007153A1"/>
    <w:rsid w:val="0071548B"/>
    <w:rsid w:val="00715670"/>
    <w:rsid w:val="00715BC8"/>
    <w:rsid w:val="00715CE6"/>
    <w:rsid w:val="00715EAE"/>
    <w:rsid w:val="007160F1"/>
    <w:rsid w:val="007164F2"/>
    <w:rsid w:val="0071779C"/>
    <w:rsid w:val="00717C5A"/>
    <w:rsid w:val="007204F4"/>
    <w:rsid w:val="00720639"/>
    <w:rsid w:val="007206D2"/>
    <w:rsid w:val="00720DFC"/>
    <w:rsid w:val="00720F48"/>
    <w:rsid w:val="007210A2"/>
    <w:rsid w:val="0072125A"/>
    <w:rsid w:val="00721405"/>
    <w:rsid w:val="0072192E"/>
    <w:rsid w:val="00721B52"/>
    <w:rsid w:val="00721B57"/>
    <w:rsid w:val="00721DD3"/>
    <w:rsid w:val="00721E38"/>
    <w:rsid w:val="007222B3"/>
    <w:rsid w:val="00722FC7"/>
    <w:rsid w:val="007236D8"/>
    <w:rsid w:val="00724071"/>
    <w:rsid w:val="00724CA3"/>
    <w:rsid w:val="0072509A"/>
    <w:rsid w:val="00725477"/>
    <w:rsid w:val="007256D5"/>
    <w:rsid w:val="00725A3A"/>
    <w:rsid w:val="00725C7B"/>
    <w:rsid w:val="00725E1D"/>
    <w:rsid w:val="0072608F"/>
    <w:rsid w:val="007262A6"/>
    <w:rsid w:val="00726810"/>
    <w:rsid w:val="007268ED"/>
    <w:rsid w:val="0072764A"/>
    <w:rsid w:val="00727A9A"/>
    <w:rsid w:val="00727DDA"/>
    <w:rsid w:val="00727E96"/>
    <w:rsid w:val="00730357"/>
    <w:rsid w:val="00730370"/>
    <w:rsid w:val="00730F75"/>
    <w:rsid w:val="007313E9"/>
    <w:rsid w:val="007314DA"/>
    <w:rsid w:val="0073190C"/>
    <w:rsid w:val="007319D3"/>
    <w:rsid w:val="00731F6C"/>
    <w:rsid w:val="0073228A"/>
    <w:rsid w:val="007323D5"/>
    <w:rsid w:val="00733424"/>
    <w:rsid w:val="00733D6C"/>
    <w:rsid w:val="00733F48"/>
    <w:rsid w:val="00734805"/>
    <w:rsid w:val="00735031"/>
    <w:rsid w:val="007350C5"/>
    <w:rsid w:val="007350DF"/>
    <w:rsid w:val="007352E8"/>
    <w:rsid w:val="007357B4"/>
    <w:rsid w:val="0073597E"/>
    <w:rsid w:val="00735DB0"/>
    <w:rsid w:val="00735EAA"/>
    <w:rsid w:val="007360ED"/>
    <w:rsid w:val="00736332"/>
    <w:rsid w:val="00736540"/>
    <w:rsid w:val="00736589"/>
    <w:rsid w:val="0073694D"/>
    <w:rsid w:val="0073721C"/>
    <w:rsid w:val="0073760A"/>
    <w:rsid w:val="0073763D"/>
    <w:rsid w:val="0074000D"/>
    <w:rsid w:val="007400CA"/>
    <w:rsid w:val="00740668"/>
    <w:rsid w:val="007407CA"/>
    <w:rsid w:val="00740CBD"/>
    <w:rsid w:val="00740DEA"/>
    <w:rsid w:val="007413FD"/>
    <w:rsid w:val="007414B7"/>
    <w:rsid w:val="007416D7"/>
    <w:rsid w:val="00741CFB"/>
    <w:rsid w:val="00741E2C"/>
    <w:rsid w:val="0074201D"/>
    <w:rsid w:val="007420E0"/>
    <w:rsid w:val="0074218B"/>
    <w:rsid w:val="00742611"/>
    <w:rsid w:val="00742743"/>
    <w:rsid w:val="00742788"/>
    <w:rsid w:val="00742DE2"/>
    <w:rsid w:val="00742F6E"/>
    <w:rsid w:val="00743404"/>
    <w:rsid w:val="0074352B"/>
    <w:rsid w:val="00743561"/>
    <w:rsid w:val="007435F3"/>
    <w:rsid w:val="00743BF1"/>
    <w:rsid w:val="00743CB4"/>
    <w:rsid w:val="00743DD9"/>
    <w:rsid w:val="00743E13"/>
    <w:rsid w:val="00743EF5"/>
    <w:rsid w:val="007442D8"/>
    <w:rsid w:val="007443E5"/>
    <w:rsid w:val="00744DEB"/>
    <w:rsid w:val="00744E3C"/>
    <w:rsid w:val="00744E7D"/>
    <w:rsid w:val="00745082"/>
    <w:rsid w:val="007452B6"/>
    <w:rsid w:val="00745AB4"/>
    <w:rsid w:val="007469AD"/>
    <w:rsid w:val="00746ED0"/>
    <w:rsid w:val="00746F32"/>
    <w:rsid w:val="00746FB2"/>
    <w:rsid w:val="0074708C"/>
    <w:rsid w:val="007479A1"/>
    <w:rsid w:val="00747A99"/>
    <w:rsid w:val="007502A7"/>
    <w:rsid w:val="00750674"/>
    <w:rsid w:val="00750BC5"/>
    <w:rsid w:val="00750C51"/>
    <w:rsid w:val="00750D66"/>
    <w:rsid w:val="00751264"/>
    <w:rsid w:val="007512DF"/>
    <w:rsid w:val="00751817"/>
    <w:rsid w:val="00751C8B"/>
    <w:rsid w:val="007521F7"/>
    <w:rsid w:val="00752857"/>
    <w:rsid w:val="007539B2"/>
    <w:rsid w:val="00753B28"/>
    <w:rsid w:val="00753EB1"/>
    <w:rsid w:val="007545BC"/>
    <w:rsid w:val="00754937"/>
    <w:rsid w:val="00754AA6"/>
    <w:rsid w:val="00754B92"/>
    <w:rsid w:val="00754F89"/>
    <w:rsid w:val="00755129"/>
    <w:rsid w:val="00755957"/>
    <w:rsid w:val="00755E48"/>
    <w:rsid w:val="007563A0"/>
    <w:rsid w:val="00756C7B"/>
    <w:rsid w:val="007579F5"/>
    <w:rsid w:val="00757F03"/>
    <w:rsid w:val="00757F74"/>
    <w:rsid w:val="0076056F"/>
    <w:rsid w:val="00760607"/>
    <w:rsid w:val="007608ED"/>
    <w:rsid w:val="00760963"/>
    <w:rsid w:val="00760B83"/>
    <w:rsid w:val="007612D1"/>
    <w:rsid w:val="00761542"/>
    <w:rsid w:val="007615E8"/>
    <w:rsid w:val="00761655"/>
    <w:rsid w:val="007617ED"/>
    <w:rsid w:val="00761B64"/>
    <w:rsid w:val="00762936"/>
    <w:rsid w:val="00762B9F"/>
    <w:rsid w:val="00763107"/>
    <w:rsid w:val="0076321F"/>
    <w:rsid w:val="0076357F"/>
    <w:rsid w:val="007635EA"/>
    <w:rsid w:val="007640B4"/>
    <w:rsid w:val="007649C6"/>
    <w:rsid w:val="00764C93"/>
    <w:rsid w:val="00764F31"/>
    <w:rsid w:val="007650F8"/>
    <w:rsid w:val="0076557C"/>
    <w:rsid w:val="007655D5"/>
    <w:rsid w:val="00765D32"/>
    <w:rsid w:val="00765D39"/>
    <w:rsid w:val="00765DF1"/>
    <w:rsid w:val="007661D4"/>
    <w:rsid w:val="00766E71"/>
    <w:rsid w:val="0076739F"/>
    <w:rsid w:val="0076752E"/>
    <w:rsid w:val="007678C7"/>
    <w:rsid w:val="00767BEF"/>
    <w:rsid w:val="00767E2F"/>
    <w:rsid w:val="00770199"/>
    <w:rsid w:val="00770436"/>
    <w:rsid w:val="00771161"/>
    <w:rsid w:val="00771390"/>
    <w:rsid w:val="007713CB"/>
    <w:rsid w:val="00771E4A"/>
    <w:rsid w:val="00771EE6"/>
    <w:rsid w:val="00772530"/>
    <w:rsid w:val="007725F6"/>
    <w:rsid w:val="00772B70"/>
    <w:rsid w:val="00772EA0"/>
    <w:rsid w:val="007733D3"/>
    <w:rsid w:val="007734A4"/>
    <w:rsid w:val="00773634"/>
    <w:rsid w:val="00773840"/>
    <w:rsid w:val="00773898"/>
    <w:rsid w:val="00773965"/>
    <w:rsid w:val="00773E17"/>
    <w:rsid w:val="00774085"/>
    <w:rsid w:val="0077493F"/>
    <w:rsid w:val="00774B18"/>
    <w:rsid w:val="00774D59"/>
    <w:rsid w:val="00775246"/>
    <w:rsid w:val="007755A5"/>
    <w:rsid w:val="00775741"/>
    <w:rsid w:val="007758DA"/>
    <w:rsid w:val="007759B3"/>
    <w:rsid w:val="00775D85"/>
    <w:rsid w:val="0077613D"/>
    <w:rsid w:val="007766AA"/>
    <w:rsid w:val="007768FE"/>
    <w:rsid w:val="00776BA9"/>
    <w:rsid w:val="00777570"/>
    <w:rsid w:val="00777676"/>
    <w:rsid w:val="00777727"/>
    <w:rsid w:val="00777A04"/>
    <w:rsid w:val="00777D87"/>
    <w:rsid w:val="007803D9"/>
    <w:rsid w:val="007804BF"/>
    <w:rsid w:val="007805B0"/>
    <w:rsid w:val="00780A49"/>
    <w:rsid w:val="00780A56"/>
    <w:rsid w:val="00780E4A"/>
    <w:rsid w:val="007811D0"/>
    <w:rsid w:val="0078129C"/>
    <w:rsid w:val="00781313"/>
    <w:rsid w:val="0078149E"/>
    <w:rsid w:val="0078199E"/>
    <w:rsid w:val="00781B8D"/>
    <w:rsid w:val="00782239"/>
    <w:rsid w:val="007823BA"/>
    <w:rsid w:val="0078290B"/>
    <w:rsid w:val="0078296D"/>
    <w:rsid w:val="00782B2E"/>
    <w:rsid w:val="00782FE4"/>
    <w:rsid w:val="00783228"/>
    <w:rsid w:val="00783583"/>
    <w:rsid w:val="007836DA"/>
    <w:rsid w:val="00783737"/>
    <w:rsid w:val="00783859"/>
    <w:rsid w:val="007841A0"/>
    <w:rsid w:val="00784C7D"/>
    <w:rsid w:val="00784E5E"/>
    <w:rsid w:val="00784FFB"/>
    <w:rsid w:val="00785234"/>
    <w:rsid w:val="007853D8"/>
    <w:rsid w:val="0078575D"/>
    <w:rsid w:val="00785E9F"/>
    <w:rsid w:val="0078614C"/>
    <w:rsid w:val="007863C1"/>
    <w:rsid w:val="007863F5"/>
    <w:rsid w:val="007866B5"/>
    <w:rsid w:val="00786B16"/>
    <w:rsid w:val="00786BB6"/>
    <w:rsid w:val="00786F3E"/>
    <w:rsid w:val="007875E1"/>
    <w:rsid w:val="00787C33"/>
    <w:rsid w:val="007903B1"/>
    <w:rsid w:val="00790F30"/>
    <w:rsid w:val="007912CB"/>
    <w:rsid w:val="00791413"/>
    <w:rsid w:val="007920D3"/>
    <w:rsid w:val="00792165"/>
    <w:rsid w:val="00792368"/>
    <w:rsid w:val="0079274D"/>
    <w:rsid w:val="00792E7A"/>
    <w:rsid w:val="00792F65"/>
    <w:rsid w:val="007931E9"/>
    <w:rsid w:val="00793201"/>
    <w:rsid w:val="0079381C"/>
    <w:rsid w:val="00793CDF"/>
    <w:rsid w:val="00794024"/>
    <w:rsid w:val="00794B7B"/>
    <w:rsid w:val="00794C4B"/>
    <w:rsid w:val="00794EF6"/>
    <w:rsid w:val="00794FC6"/>
    <w:rsid w:val="007954C2"/>
    <w:rsid w:val="0079577D"/>
    <w:rsid w:val="00795EA8"/>
    <w:rsid w:val="0079676C"/>
    <w:rsid w:val="00797245"/>
    <w:rsid w:val="0079741C"/>
    <w:rsid w:val="00797D8B"/>
    <w:rsid w:val="00797DAA"/>
    <w:rsid w:val="00797E30"/>
    <w:rsid w:val="007A0122"/>
    <w:rsid w:val="007A09EF"/>
    <w:rsid w:val="007A0CBF"/>
    <w:rsid w:val="007A1018"/>
    <w:rsid w:val="007A11AA"/>
    <w:rsid w:val="007A1DB2"/>
    <w:rsid w:val="007A1F31"/>
    <w:rsid w:val="007A1FAB"/>
    <w:rsid w:val="007A20D2"/>
    <w:rsid w:val="007A30D6"/>
    <w:rsid w:val="007A316A"/>
    <w:rsid w:val="007A37B9"/>
    <w:rsid w:val="007A39AF"/>
    <w:rsid w:val="007A40CE"/>
    <w:rsid w:val="007A4254"/>
    <w:rsid w:val="007A44EA"/>
    <w:rsid w:val="007A4535"/>
    <w:rsid w:val="007A5554"/>
    <w:rsid w:val="007A5762"/>
    <w:rsid w:val="007A5C5E"/>
    <w:rsid w:val="007A5D8B"/>
    <w:rsid w:val="007A6819"/>
    <w:rsid w:val="007A6C98"/>
    <w:rsid w:val="007A6D20"/>
    <w:rsid w:val="007A7009"/>
    <w:rsid w:val="007A73F5"/>
    <w:rsid w:val="007A74F7"/>
    <w:rsid w:val="007A7A1D"/>
    <w:rsid w:val="007B09A4"/>
    <w:rsid w:val="007B1352"/>
    <w:rsid w:val="007B1818"/>
    <w:rsid w:val="007B1A5D"/>
    <w:rsid w:val="007B1D0B"/>
    <w:rsid w:val="007B1EF4"/>
    <w:rsid w:val="007B230E"/>
    <w:rsid w:val="007B248E"/>
    <w:rsid w:val="007B2BCD"/>
    <w:rsid w:val="007B37F7"/>
    <w:rsid w:val="007B4000"/>
    <w:rsid w:val="007B4213"/>
    <w:rsid w:val="007B4DB9"/>
    <w:rsid w:val="007B4E7B"/>
    <w:rsid w:val="007B4F2F"/>
    <w:rsid w:val="007B50AF"/>
    <w:rsid w:val="007B5385"/>
    <w:rsid w:val="007B5721"/>
    <w:rsid w:val="007B5863"/>
    <w:rsid w:val="007B58E6"/>
    <w:rsid w:val="007B6310"/>
    <w:rsid w:val="007B6545"/>
    <w:rsid w:val="007B71E4"/>
    <w:rsid w:val="007B732E"/>
    <w:rsid w:val="007B7331"/>
    <w:rsid w:val="007B7CFB"/>
    <w:rsid w:val="007B7E27"/>
    <w:rsid w:val="007C033A"/>
    <w:rsid w:val="007C0834"/>
    <w:rsid w:val="007C0E11"/>
    <w:rsid w:val="007C0FE4"/>
    <w:rsid w:val="007C122A"/>
    <w:rsid w:val="007C1EE8"/>
    <w:rsid w:val="007C208C"/>
    <w:rsid w:val="007C208F"/>
    <w:rsid w:val="007C21E2"/>
    <w:rsid w:val="007C2357"/>
    <w:rsid w:val="007C277A"/>
    <w:rsid w:val="007C2DED"/>
    <w:rsid w:val="007C2F62"/>
    <w:rsid w:val="007C343A"/>
    <w:rsid w:val="007C394D"/>
    <w:rsid w:val="007C48BC"/>
    <w:rsid w:val="007C496B"/>
    <w:rsid w:val="007C4BF5"/>
    <w:rsid w:val="007C51DA"/>
    <w:rsid w:val="007C549A"/>
    <w:rsid w:val="007C5820"/>
    <w:rsid w:val="007C5C5C"/>
    <w:rsid w:val="007C5E18"/>
    <w:rsid w:val="007C6239"/>
    <w:rsid w:val="007C679D"/>
    <w:rsid w:val="007C6B0D"/>
    <w:rsid w:val="007C727F"/>
    <w:rsid w:val="007C7653"/>
    <w:rsid w:val="007C7829"/>
    <w:rsid w:val="007C7DCB"/>
    <w:rsid w:val="007D06A2"/>
    <w:rsid w:val="007D0F98"/>
    <w:rsid w:val="007D0FB5"/>
    <w:rsid w:val="007D1297"/>
    <w:rsid w:val="007D15A2"/>
    <w:rsid w:val="007D1C2F"/>
    <w:rsid w:val="007D28D5"/>
    <w:rsid w:val="007D2B85"/>
    <w:rsid w:val="007D33DE"/>
    <w:rsid w:val="007D35D9"/>
    <w:rsid w:val="007D3971"/>
    <w:rsid w:val="007D3A0C"/>
    <w:rsid w:val="007D3AD3"/>
    <w:rsid w:val="007D3B97"/>
    <w:rsid w:val="007D48E9"/>
    <w:rsid w:val="007D4B07"/>
    <w:rsid w:val="007D536E"/>
    <w:rsid w:val="007D536F"/>
    <w:rsid w:val="007D5F99"/>
    <w:rsid w:val="007D643A"/>
    <w:rsid w:val="007D67F9"/>
    <w:rsid w:val="007D696B"/>
    <w:rsid w:val="007D7440"/>
    <w:rsid w:val="007D7752"/>
    <w:rsid w:val="007D785F"/>
    <w:rsid w:val="007D78EB"/>
    <w:rsid w:val="007D7E2F"/>
    <w:rsid w:val="007E01B6"/>
    <w:rsid w:val="007E0A99"/>
    <w:rsid w:val="007E0FD7"/>
    <w:rsid w:val="007E1D64"/>
    <w:rsid w:val="007E27D3"/>
    <w:rsid w:val="007E295D"/>
    <w:rsid w:val="007E2EE5"/>
    <w:rsid w:val="007E2FB6"/>
    <w:rsid w:val="007E3D1A"/>
    <w:rsid w:val="007E3D99"/>
    <w:rsid w:val="007E4193"/>
    <w:rsid w:val="007E4444"/>
    <w:rsid w:val="007E4664"/>
    <w:rsid w:val="007E5481"/>
    <w:rsid w:val="007E5BD5"/>
    <w:rsid w:val="007E5BDE"/>
    <w:rsid w:val="007E5D4C"/>
    <w:rsid w:val="007E5DCC"/>
    <w:rsid w:val="007E5FFD"/>
    <w:rsid w:val="007E620A"/>
    <w:rsid w:val="007E6457"/>
    <w:rsid w:val="007E67AD"/>
    <w:rsid w:val="007E6950"/>
    <w:rsid w:val="007E6C89"/>
    <w:rsid w:val="007E6CB0"/>
    <w:rsid w:val="007E77E1"/>
    <w:rsid w:val="007E79D3"/>
    <w:rsid w:val="007E7AAB"/>
    <w:rsid w:val="007E7C15"/>
    <w:rsid w:val="007F01BD"/>
    <w:rsid w:val="007F0CEC"/>
    <w:rsid w:val="007F1370"/>
    <w:rsid w:val="007F14BF"/>
    <w:rsid w:val="007F15B9"/>
    <w:rsid w:val="007F164A"/>
    <w:rsid w:val="007F220D"/>
    <w:rsid w:val="007F228D"/>
    <w:rsid w:val="007F258E"/>
    <w:rsid w:val="007F28F4"/>
    <w:rsid w:val="007F2953"/>
    <w:rsid w:val="007F2969"/>
    <w:rsid w:val="007F31D8"/>
    <w:rsid w:val="007F3233"/>
    <w:rsid w:val="007F3B48"/>
    <w:rsid w:val="007F3D71"/>
    <w:rsid w:val="007F42A3"/>
    <w:rsid w:val="007F4524"/>
    <w:rsid w:val="007F4669"/>
    <w:rsid w:val="007F4994"/>
    <w:rsid w:val="007F4ADE"/>
    <w:rsid w:val="007F4F4A"/>
    <w:rsid w:val="007F50C2"/>
    <w:rsid w:val="007F53F9"/>
    <w:rsid w:val="007F56C5"/>
    <w:rsid w:val="007F5798"/>
    <w:rsid w:val="007F5B5A"/>
    <w:rsid w:val="007F6483"/>
    <w:rsid w:val="007F6B17"/>
    <w:rsid w:val="007F6BF2"/>
    <w:rsid w:val="007F76C0"/>
    <w:rsid w:val="007F7E43"/>
    <w:rsid w:val="007F7FB3"/>
    <w:rsid w:val="007F7FE6"/>
    <w:rsid w:val="0080021B"/>
    <w:rsid w:val="008002D6"/>
    <w:rsid w:val="008004B3"/>
    <w:rsid w:val="008004C2"/>
    <w:rsid w:val="008010C0"/>
    <w:rsid w:val="00801854"/>
    <w:rsid w:val="00801BCA"/>
    <w:rsid w:val="00801F15"/>
    <w:rsid w:val="008025DA"/>
    <w:rsid w:val="008026C0"/>
    <w:rsid w:val="00802900"/>
    <w:rsid w:val="00802CBA"/>
    <w:rsid w:val="008037D9"/>
    <w:rsid w:val="0080387D"/>
    <w:rsid w:val="00803A3F"/>
    <w:rsid w:val="0080424C"/>
    <w:rsid w:val="00804473"/>
    <w:rsid w:val="0080519B"/>
    <w:rsid w:val="008053E8"/>
    <w:rsid w:val="00805D11"/>
    <w:rsid w:val="008061F1"/>
    <w:rsid w:val="00806300"/>
    <w:rsid w:val="00806403"/>
    <w:rsid w:val="008066E0"/>
    <w:rsid w:val="008067F2"/>
    <w:rsid w:val="00806B2E"/>
    <w:rsid w:val="00806C7C"/>
    <w:rsid w:val="00806D83"/>
    <w:rsid w:val="0080787C"/>
    <w:rsid w:val="00807AFC"/>
    <w:rsid w:val="00807CA2"/>
    <w:rsid w:val="00810154"/>
    <w:rsid w:val="0081015D"/>
    <w:rsid w:val="0081049D"/>
    <w:rsid w:val="00810576"/>
    <w:rsid w:val="00810EEC"/>
    <w:rsid w:val="00810FEB"/>
    <w:rsid w:val="008110EE"/>
    <w:rsid w:val="00812154"/>
    <w:rsid w:val="00812731"/>
    <w:rsid w:val="00812F1D"/>
    <w:rsid w:val="00813258"/>
    <w:rsid w:val="008138FB"/>
    <w:rsid w:val="00814532"/>
    <w:rsid w:val="00814A90"/>
    <w:rsid w:val="00814C6C"/>
    <w:rsid w:val="00815240"/>
    <w:rsid w:val="008155FE"/>
    <w:rsid w:val="00815766"/>
    <w:rsid w:val="00816071"/>
    <w:rsid w:val="0081665A"/>
    <w:rsid w:val="008168FD"/>
    <w:rsid w:val="00816C1B"/>
    <w:rsid w:val="00816E4E"/>
    <w:rsid w:val="00817DF1"/>
    <w:rsid w:val="00820306"/>
    <w:rsid w:val="00820A7F"/>
    <w:rsid w:val="00820B62"/>
    <w:rsid w:val="00820CB3"/>
    <w:rsid w:val="00821672"/>
    <w:rsid w:val="00821B37"/>
    <w:rsid w:val="00822586"/>
    <w:rsid w:val="00822D92"/>
    <w:rsid w:val="00823016"/>
    <w:rsid w:val="0082326A"/>
    <w:rsid w:val="0082353B"/>
    <w:rsid w:val="00824273"/>
    <w:rsid w:val="00824751"/>
    <w:rsid w:val="00824777"/>
    <w:rsid w:val="00824916"/>
    <w:rsid w:val="00824A5A"/>
    <w:rsid w:val="00824C3D"/>
    <w:rsid w:val="008260C5"/>
    <w:rsid w:val="00826908"/>
    <w:rsid w:val="00826D55"/>
    <w:rsid w:val="00826E45"/>
    <w:rsid w:val="008271C9"/>
    <w:rsid w:val="008271D9"/>
    <w:rsid w:val="0082735B"/>
    <w:rsid w:val="008274E8"/>
    <w:rsid w:val="00827B89"/>
    <w:rsid w:val="00827BA4"/>
    <w:rsid w:val="00827C8F"/>
    <w:rsid w:val="00830259"/>
    <w:rsid w:val="00830481"/>
    <w:rsid w:val="00830539"/>
    <w:rsid w:val="00830A84"/>
    <w:rsid w:val="008313E5"/>
    <w:rsid w:val="00831451"/>
    <w:rsid w:val="008316E8"/>
    <w:rsid w:val="0083172A"/>
    <w:rsid w:val="008318B9"/>
    <w:rsid w:val="00831ADE"/>
    <w:rsid w:val="00831B10"/>
    <w:rsid w:val="00831E3F"/>
    <w:rsid w:val="00831FE1"/>
    <w:rsid w:val="0083265A"/>
    <w:rsid w:val="00832838"/>
    <w:rsid w:val="008329C7"/>
    <w:rsid w:val="00832F7B"/>
    <w:rsid w:val="008331C4"/>
    <w:rsid w:val="00833CBE"/>
    <w:rsid w:val="0083409F"/>
    <w:rsid w:val="0083461E"/>
    <w:rsid w:val="00834779"/>
    <w:rsid w:val="0083503A"/>
    <w:rsid w:val="0083515A"/>
    <w:rsid w:val="008356B1"/>
    <w:rsid w:val="008358D6"/>
    <w:rsid w:val="00835EAE"/>
    <w:rsid w:val="0083603A"/>
    <w:rsid w:val="00836395"/>
    <w:rsid w:val="008363D4"/>
    <w:rsid w:val="008365DD"/>
    <w:rsid w:val="00836D42"/>
    <w:rsid w:val="008370BC"/>
    <w:rsid w:val="008373AD"/>
    <w:rsid w:val="0083769B"/>
    <w:rsid w:val="00837E75"/>
    <w:rsid w:val="00837E90"/>
    <w:rsid w:val="0084004B"/>
    <w:rsid w:val="00840061"/>
    <w:rsid w:val="00840217"/>
    <w:rsid w:val="00840267"/>
    <w:rsid w:val="00840508"/>
    <w:rsid w:val="0084075F"/>
    <w:rsid w:val="0084097C"/>
    <w:rsid w:val="00840998"/>
    <w:rsid w:val="008409D2"/>
    <w:rsid w:val="00840EDA"/>
    <w:rsid w:val="00840F9C"/>
    <w:rsid w:val="00841554"/>
    <w:rsid w:val="008416AD"/>
    <w:rsid w:val="00841AEA"/>
    <w:rsid w:val="00841BB6"/>
    <w:rsid w:val="00841BC2"/>
    <w:rsid w:val="00842A11"/>
    <w:rsid w:val="00844498"/>
    <w:rsid w:val="00844900"/>
    <w:rsid w:val="00845534"/>
    <w:rsid w:val="00845577"/>
    <w:rsid w:val="008459F0"/>
    <w:rsid w:val="00845B87"/>
    <w:rsid w:val="00846630"/>
    <w:rsid w:val="00846688"/>
    <w:rsid w:val="008468C5"/>
    <w:rsid w:val="00846940"/>
    <w:rsid w:val="00846B85"/>
    <w:rsid w:val="008473DE"/>
    <w:rsid w:val="008479F7"/>
    <w:rsid w:val="00847A08"/>
    <w:rsid w:val="00847EA3"/>
    <w:rsid w:val="00847F81"/>
    <w:rsid w:val="00850470"/>
    <w:rsid w:val="00850BF7"/>
    <w:rsid w:val="00851359"/>
    <w:rsid w:val="0085158C"/>
    <w:rsid w:val="00851632"/>
    <w:rsid w:val="00851B5D"/>
    <w:rsid w:val="00851BAA"/>
    <w:rsid w:val="00851C14"/>
    <w:rsid w:val="00851DA7"/>
    <w:rsid w:val="00851E49"/>
    <w:rsid w:val="00852888"/>
    <w:rsid w:val="00852A7B"/>
    <w:rsid w:val="0085315C"/>
    <w:rsid w:val="00853A56"/>
    <w:rsid w:val="00853D68"/>
    <w:rsid w:val="00853FED"/>
    <w:rsid w:val="00854424"/>
    <w:rsid w:val="0085444F"/>
    <w:rsid w:val="008547F3"/>
    <w:rsid w:val="0085482E"/>
    <w:rsid w:val="00854A66"/>
    <w:rsid w:val="00854AB9"/>
    <w:rsid w:val="00854B6B"/>
    <w:rsid w:val="0085503E"/>
    <w:rsid w:val="0085595E"/>
    <w:rsid w:val="00856041"/>
    <w:rsid w:val="008565CC"/>
    <w:rsid w:val="008566E1"/>
    <w:rsid w:val="0085671C"/>
    <w:rsid w:val="00856D62"/>
    <w:rsid w:val="00856F4C"/>
    <w:rsid w:val="008577FD"/>
    <w:rsid w:val="00857A13"/>
    <w:rsid w:val="0086031C"/>
    <w:rsid w:val="0086083F"/>
    <w:rsid w:val="00860B5B"/>
    <w:rsid w:val="00860BBC"/>
    <w:rsid w:val="00860F0F"/>
    <w:rsid w:val="00861627"/>
    <w:rsid w:val="00861A9A"/>
    <w:rsid w:val="00861C4D"/>
    <w:rsid w:val="00861DD1"/>
    <w:rsid w:val="0086205D"/>
    <w:rsid w:val="00862645"/>
    <w:rsid w:val="00862C7E"/>
    <w:rsid w:val="00863484"/>
    <w:rsid w:val="008635E5"/>
    <w:rsid w:val="00863C53"/>
    <w:rsid w:val="00863EE9"/>
    <w:rsid w:val="008644AF"/>
    <w:rsid w:val="00864781"/>
    <w:rsid w:val="0086496A"/>
    <w:rsid w:val="00864AB9"/>
    <w:rsid w:val="00864DCE"/>
    <w:rsid w:val="0086535F"/>
    <w:rsid w:val="008661B8"/>
    <w:rsid w:val="008662F5"/>
    <w:rsid w:val="00866463"/>
    <w:rsid w:val="008664C1"/>
    <w:rsid w:val="00867100"/>
    <w:rsid w:val="008671C6"/>
    <w:rsid w:val="00867D1B"/>
    <w:rsid w:val="00870105"/>
    <w:rsid w:val="008703D5"/>
    <w:rsid w:val="008704ED"/>
    <w:rsid w:val="00870679"/>
    <w:rsid w:val="008706EC"/>
    <w:rsid w:val="00870B79"/>
    <w:rsid w:val="00871085"/>
    <w:rsid w:val="00871359"/>
    <w:rsid w:val="00871A43"/>
    <w:rsid w:val="00871B43"/>
    <w:rsid w:val="00871D43"/>
    <w:rsid w:val="00872002"/>
    <w:rsid w:val="008720B4"/>
    <w:rsid w:val="00872936"/>
    <w:rsid w:val="00872943"/>
    <w:rsid w:val="0087299D"/>
    <w:rsid w:val="00872A1B"/>
    <w:rsid w:val="00872C35"/>
    <w:rsid w:val="00872DAD"/>
    <w:rsid w:val="00873358"/>
    <w:rsid w:val="00873755"/>
    <w:rsid w:val="00874048"/>
    <w:rsid w:val="008741EF"/>
    <w:rsid w:val="0087476A"/>
    <w:rsid w:val="00874962"/>
    <w:rsid w:val="00874EA6"/>
    <w:rsid w:val="00875120"/>
    <w:rsid w:val="008752E0"/>
    <w:rsid w:val="00875338"/>
    <w:rsid w:val="0087543A"/>
    <w:rsid w:val="0087543B"/>
    <w:rsid w:val="00875531"/>
    <w:rsid w:val="00875680"/>
    <w:rsid w:val="00876133"/>
    <w:rsid w:val="008766CD"/>
    <w:rsid w:val="00877319"/>
    <w:rsid w:val="008775E2"/>
    <w:rsid w:val="00877A44"/>
    <w:rsid w:val="00877F0A"/>
    <w:rsid w:val="008801CF"/>
    <w:rsid w:val="00880255"/>
    <w:rsid w:val="00880712"/>
    <w:rsid w:val="0088073D"/>
    <w:rsid w:val="008809F2"/>
    <w:rsid w:val="00880BE0"/>
    <w:rsid w:val="00880C86"/>
    <w:rsid w:val="00880CFE"/>
    <w:rsid w:val="00881362"/>
    <w:rsid w:val="008813B8"/>
    <w:rsid w:val="008817CD"/>
    <w:rsid w:val="00881CB9"/>
    <w:rsid w:val="00882259"/>
    <w:rsid w:val="008827CB"/>
    <w:rsid w:val="00882954"/>
    <w:rsid w:val="00882FB4"/>
    <w:rsid w:val="0088357C"/>
    <w:rsid w:val="008838E1"/>
    <w:rsid w:val="00883E29"/>
    <w:rsid w:val="00883F7E"/>
    <w:rsid w:val="00884229"/>
    <w:rsid w:val="0088466D"/>
    <w:rsid w:val="00884774"/>
    <w:rsid w:val="00884A1D"/>
    <w:rsid w:val="00884A98"/>
    <w:rsid w:val="00884C8E"/>
    <w:rsid w:val="00885012"/>
    <w:rsid w:val="0088513F"/>
    <w:rsid w:val="00885685"/>
    <w:rsid w:val="00885E13"/>
    <w:rsid w:val="00886614"/>
    <w:rsid w:val="00886BC6"/>
    <w:rsid w:val="00886C22"/>
    <w:rsid w:val="00886F72"/>
    <w:rsid w:val="008870F3"/>
    <w:rsid w:val="00887A5E"/>
    <w:rsid w:val="00887A70"/>
    <w:rsid w:val="008905E1"/>
    <w:rsid w:val="00890681"/>
    <w:rsid w:val="008906A4"/>
    <w:rsid w:val="00890F16"/>
    <w:rsid w:val="00891B54"/>
    <w:rsid w:val="00891D10"/>
    <w:rsid w:val="00892126"/>
    <w:rsid w:val="0089222A"/>
    <w:rsid w:val="008922B5"/>
    <w:rsid w:val="008925DC"/>
    <w:rsid w:val="008926BF"/>
    <w:rsid w:val="00892863"/>
    <w:rsid w:val="00892A2C"/>
    <w:rsid w:val="00892B05"/>
    <w:rsid w:val="00892FD1"/>
    <w:rsid w:val="008930BA"/>
    <w:rsid w:val="008932B8"/>
    <w:rsid w:val="008932C0"/>
    <w:rsid w:val="008934C7"/>
    <w:rsid w:val="00893917"/>
    <w:rsid w:val="00893948"/>
    <w:rsid w:val="00894516"/>
    <w:rsid w:val="0089452B"/>
    <w:rsid w:val="00894DF5"/>
    <w:rsid w:val="00894F45"/>
    <w:rsid w:val="0089553B"/>
    <w:rsid w:val="0089576D"/>
    <w:rsid w:val="00895898"/>
    <w:rsid w:val="00895C41"/>
    <w:rsid w:val="00895C5C"/>
    <w:rsid w:val="0089636E"/>
    <w:rsid w:val="008968CF"/>
    <w:rsid w:val="008969E5"/>
    <w:rsid w:val="00896FCF"/>
    <w:rsid w:val="00897AFC"/>
    <w:rsid w:val="008A025E"/>
    <w:rsid w:val="008A03C4"/>
    <w:rsid w:val="008A0880"/>
    <w:rsid w:val="008A0AA9"/>
    <w:rsid w:val="008A0EE0"/>
    <w:rsid w:val="008A12D3"/>
    <w:rsid w:val="008A1432"/>
    <w:rsid w:val="008A14CC"/>
    <w:rsid w:val="008A15D7"/>
    <w:rsid w:val="008A1D5A"/>
    <w:rsid w:val="008A1DD5"/>
    <w:rsid w:val="008A1EBC"/>
    <w:rsid w:val="008A21B7"/>
    <w:rsid w:val="008A27B5"/>
    <w:rsid w:val="008A2A85"/>
    <w:rsid w:val="008A2A86"/>
    <w:rsid w:val="008A2C01"/>
    <w:rsid w:val="008A300E"/>
    <w:rsid w:val="008A3412"/>
    <w:rsid w:val="008A479B"/>
    <w:rsid w:val="008A499C"/>
    <w:rsid w:val="008A4C60"/>
    <w:rsid w:val="008A4EDA"/>
    <w:rsid w:val="008A5278"/>
    <w:rsid w:val="008A52A1"/>
    <w:rsid w:val="008A5588"/>
    <w:rsid w:val="008A583C"/>
    <w:rsid w:val="008A59D8"/>
    <w:rsid w:val="008A5A54"/>
    <w:rsid w:val="008A5D22"/>
    <w:rsid w:val="008A5FBA"/>
    <w:rsid w:val="008A64DE"/>
    <w:rsid w:val="008A6658"/>
    <w:rsid w:val="008A6678"/>
    <w:rsid w:val="008A6A20"/>
    <w:rsid w:val="008A6F2B"/>
    <w:rsid w:val="008A72C9"/>
    <w:rsid w:val="008A7AC9"/>
    <w:rsid w:val="008A7ACB"/>
    <w:rsid w:val="008B067A"/>
    <w:rsid w:val="008B076E"/>
    <w:rsid w:val="008B093D"/>
    <w:rsid w:val="008B0AC6"/>
    <w:rsid w:val="008B0C87"/>
    <w:rsid w:val="008B0CB5"/>
    <w:rsid w:val="008B146A"/>
    <w:rsid w:val="008B19FF"/>
    <w:rsid w:val="008B222E"/>
    <w:rsid w:val="008B26A4"/>
    <w:rsid w:val="008B2907"/>
    <w:rsid w:val="008B2C35"/>
    <w:rsid w:val="008B2C5F"/>
    <w:rsid w:val="008B2FEB"/>
    <w:rsid w:val="008B3143"/>
    <w:rsid w:val="008B39F4"/>
    <w:rsid w:val="008B3CD7"/>
    <w:rsid w:val="008B40C1"/>
    <w:rsid w:val="008B45E1"/>
    <w:rsid w:val="008B48E4"/>
    <w:rsid w:val="008B4C67"/>
    <w:rsid w:val="008B4E37"/>
    <w:rsid w:val="008B521E"/>
    <w:rsid w:val="008B5366"/>
    <w:rsid w:val="008B56AB"/>
    <w:rsid w:val="008B57E6"/>
    <w:rsid w:val="008B5EDC"/>
    <w:rsid w:val="008B6552"/>
    <w:rsid w:val="008B6612"/>
    <w:rsid w:val="008B686D"/>
    <w:rsid w:val="008B713C"/>
    <w:rsid w:val="008B748E"/>
    <w:rsid w:val="008B770D"/>
    <w:rsid w:val="008B7AB0"/>
    <w:rsid w:val="008B7AD8"/>
    <w:rsid w:val="008B7CC3"/>
    <w:rsid w:val="008C012F"/>
    <w:rsid w:val="008C0258"/>
    <w:rsid w:val="008C02F8"/>
    <w:rsid w:val="008C04DD"/>
    <w:rsid w:val="008C057A"/>
    <w:rsid w:val="008C05F8"/>
    <w:rsid w:val="008C08C9"/>
    <w:rsid w:val="008C0C67"/>
    <w:rsid w:val="008C1675"/>
    <w:rsid w:val="008C1750"/>
    <w:rsid w:val="008C1874"/>
    <w:rsid w:val="008C1908"/>
    <w:rsid w:val="008C1994"/>
    <w:rsid w:val="008C1AF6"/>
    <w:rsid w:val="008C1D27"/>
    <w:rsid w:val="008C213F"/>
    <w:rsid w:val="008C27A6"/>
    <w:rsid w:val="008C2E2E"/>
    <w:rsid w:val="008C30AC"/>
    <w:rsid w:val="008C332C"/>
    <w:rsid w:val="008C3987"/>
    <w:rsid w:val="008C3B23"/>
    <w:rsid w:val="008C3BF4"/>
    <w:rsid w:val="008C3FA9"/>
    <w:rsid w:val="008C4537"/>
    <w:rsid w:val="008C467A"/>
    <w:rsid w:val="008C481F"/>
    <w:rsid w:val="008C4AD9"/>
    <w:rsid w:val="008C4C23"/>
    <w:rsid w:val="008C4F84"/>
    <w:rsid w:val="008C5561"/>
    <w:rsid w:val="008C5705"/>
    <w:rsid w:val="008C5B4A"/>
    <w:rsid w:val="008C5E8C"/>
    <w:rsid w:val="008C5F21"/>
    <w:rsid w:val="008C64AB"/>
    <w:rsid w:val="008C6F9F"/>
    <w:rsid w:val="008C7117"/>
    <w:rsid w:val="008C7319"/>
    <w:rsid w:val="008C7504"/>
    <w:rsid w:val="008C770D"/>
    <w:rsid w:val="008D0427"/>
    <w:rsid w:val="008D0709"/>
    <w:rsid w:val="008D0879"/>
    <w:rsid w:val="008D0E32"/>
    <w:rsid w:val="008D0F0E"/>
    <w:rsid w:val="008D0FC3"/>
    <w:rsid w:val="008D10AD"/>
    <w:rsid w:val="008D1522"/>
    <w:rsid w:val="008D17A8"/>
    <w:rsid w:val="008D18B2"/>
    <w:rsid w:val="008D1B9B"/>
    <w:rsid w:val="008D20B0"/>
    <w:rsid w:val="008D2AA7"/>
    <w:rsid w:val="008D348C"/>
    <w:rsid w:val="008D36EC"/>
    <w:rsid w:val="008D3984"/>
    <w:rsid w:val="008D3C30"/>
    <w:rsid w:val="008D3CD2"/>
    <w:rsid w:val="008D3D3D"/>
    <w:rsid w:val="008D3F93"/>
    <w:rsid w:val="008D4B8D"/>
    <w:rsid w:val="008D516F"/>
    <w:rsid w:val="008D5221"/>
    <w:rsid w:val="008D5276"/>
    <w:rsid w:val="008D5321"/>
    <w:rsid w:val="008D5447"/>
    <w:rsid w:val="008D55AE"/>
    <w:rsid w:val="008D5A23"/>
    <w:rsid w:val="008D5D18"/>
    <w:rsid w:val="008D5E67"/>
    <w:rsid w:val="008D5E74"/>
    <w:rsid w:val="008D6355"/>
    <w:rsid w:val="008D6B5A"/>
    <w:rsid w:val="008D6E71"/>
    <w:rsid w:val="008D6F67"/>
    <w:rsid w:val="008D71E2"/>
    <w:rsid w:val="008D7359"/>
    <w:rsid w:val="008D73F9"/>
    <w:rsid w:val="008D79CD"/>
    <w:rsid w:val="008D7AAD"/>
    <w:rsid w:val="008D7CA8"/>
    <w:rsid w:val="008D7D42"/>
    <w:rsid w:val="008D7DDE"/>
    <w:rsid w:val="008E017E"/>
    <w:rsid w:val="008E01EA"/>
    <w:rsid w:val="008E04B4"/>
    <w:rsid w:val="008E04C9"/>
    <w:rsid w:val="008E05DE"/>
    <w:rsid w:val="008E0703"/>
    <w:rsid w:val="008E0D27"/>
    <w:rsid w:val="008E0D85"/>
    <w:rsid w:val="008E13C7"/>
    <w:rsid w:val="008E1859"/>
    <w:rsid w:val="008E1A96"/>
    <w:rsid w:val="008E29C6"/>
    <w:rsid w:val="008E2B16"/>
    <w:rsid w:val="008E342E"/>
    <w:rsid w:val="008E353B"/>
    <w:rsid w:val="008E3843"/>
    <w:rsid w:val="008E3849"/>
    <w:rsid w:val="008E3C7B"/>
    <w:rsid w:val="008E3CCA"/>
    <w:rsid w:val="008E3D43"/>
    <w:rsid w:val="008E46F4"/>
    <w:rsid w:val="008E47A2"/>
    <w:rsid w:val="008E4BE6"/>
    <w:rsid w:val="008E4DA0"/>
    <w:rsid w:val="008E5007"/>
    <w:rsid w:val="008E51B2"/>
    <w:rsid w:val="008E5448"/>
    <w:rsid w:val="008E570A"/>
    <w:rsid w:val="008E59BC"/>
    <w:rsid w:val="008E625B"/>
    <w:rsid w:val="008E6390"/>
    <w:rsid w:val="008E6589"/>
    <w:rsid w:val="008E72A2"/>
    <w:rsid w:val="008E7412"/>
    <w:rsid w:val="008E7449"/>
    <w:rsid w:val="008E7524"/>
    <w:rsid w:val="008F0242"/>
    <w:rsid w:val="008F0844"/>
    <w:rsid w:val="008F0A89"/>
    <w:rsid w:val="008F0D57"/>
    <w:rsid w:val="008F1330"/>
    <w:rsid w:val="008F1A92"/>
    <w:rsid w:val="008F1BFF"/>
    <w:rsid w:val="008F26A6"/>
    <w:rsid w:val="008F341D"/>
    <w:rsid w:val="008F38B0"/>
    <w:rsid w:val="008F3B99"/>
    <w:rsid w:val="008F434A"/>
    <w:rsid w:val="008F437E"/>
    <w:rsid w:val="008F445D"/>
    <w:rsid w:val="008F4535"/>
    <w:rsid w:val="008F4886"/>
    <w:rsid w:val="008F4D0B"/>
    <w:rsid w:val="008F4E96"/>
    <w:rsid w:val="008F53B5"/>
    <w:rsid w:val="008F54EA"/>
    <w:rsid w:val="008F584C"/>
    <w:rsid w:val="008F639D"/>
    <w:rsid w:val="008F6AB0"/>
    <w:rsid w:val="008F6B0F"/>
    <w:rsid w:val="008F6E28"/>
    <w:rsid w:val="008F778E"/>
    <w:rsid w:val="008F7C37"/>
    <w:rsid w:val="00900552"/>
    <w:rsid w:val="009005C8"/>
    <w:rsid w:val="0090093B"/>
    <w:rsid w:val="00900CA2"/>
    <w:rsid w:val="00902654"/>
    <w:rsid w:val="00902775"/>
    <w:rsid w:val="00902A18"/>
    <w:rsid w:val="00902A6F"/>
    <w:rsid w:val="00902B2B"/>
    <w:rsid w:val="00902BD4"/>
    <w:rsid w:val="009030C8"/>
    <w:rsid w:val="00903DCC"/>
    <w:rsid w:val="009044DC"/>
    <w:rsid w:val="00904869"/>
    <w:rsid w:val="00904C6F"/>
    <w:rsid w:val="00905803"/>
    <w:rsid w:val="00905B42"/>
    <w:rsid w:val="00906294"/>
    <w:rsid w:val="00906575"/>
    <w:rsid w:val="00906694"/>
    <w:rsid w:val="0090725D"/>
    <w:rsid w:val="009076CA"/>
    <w:rsid w:val="009076E4"/>
    <w:rsid w:val="00907BB2"/>
    <w:rsid w:val="00910011"/>
    <w:rsid w:val="00910125"/>
    <w:rsid w:val="009102AE"/>
    <w:rsid w:val="0091070D"/>
    <w:rsid w:val="00910ADE"/>
    <w:rsid w:val="00910F53"/>
    <w:rsid w:val="00911124"/>
    <w:rsid w:val="009115F0"/>
    <w:rsid w:val="00911E31"/>
    <w:rsid w:val="0091257D"/>
    <w:rsid w:val="00912594"/>
    <w:rsid w:val="0091275C"/>
    <w:rsid w:val="009129A9"/>
    <w:rsid w:val="00912B07"/>
    <w:rsid w:val="0091347C"/>
    <w:rsid w:val="00913528"/>
    <w:rsid w:val="00913763"/>
    <w:rsid w:val="0091443C"/>
    <w:rsid w:val="00914514"/>
    <w:rsid w:val="00914A18"/>
    <w:rsid w:val="00914AD1"/>
    <w:rsid w:val="00914B11"/>
    <w:rsid w:val="00914EC9"/>
    <w:rsid w:val="009152D1"/>
    <w:rsid w:val="00915D61"/>
    <w:rsid w:val="0091708D"/>
    <w:rsid w:val="00917A8B"/>
    <w:rsid w:val="00917CDF"/>
    <w:rsid w:val="0092025A"/>
    <w:rsid w:val="0092044A"/>
    <w:rsid w:val="009205BE"/>
    <w:rsid w:val="009208DF"/>
    <w:rsid w:val="00920C0B"/>
    <w:rsid w:val="00920E05"/>
    <w:rsid w:val="00921979"/>
    <w:rsid w:val="009219CA"/>
    <w:rsid w:val="00921EAB"/>
    <w:rsid w:val="009220C1"/>
    <w:rsid w:val="00922B34"/>
    <w:rsid w:val="00922F13"/>
    <w:rsid w:val="00922F7D"/>
    <w:rsid w:val="00923372"/>
    <w:rsid w:val="0092337E"/>
    <w:rsid w:val="00923D82"/>
    <w:rsid w:val="00924195"/>
    <w:rsid w:val="0092451B"/>
    <w:rsid w:val="00924E40"/>
    <w:rsid w:val="00924E88"/>
    <w:rsid w:val="0092590A"/>
    <w:rsid w:val="00925918"/>
    <w:rsid w:val="00926113"/>
    <w:rsid w:val="009261C9"/>
    <w:rsid w:val="009267B9"/>
    <w:rsid w:val="00926D1F"/>
    <w:rsid w:val="00927267"/>
    <w:rsid w:val="00930437"/>
    <w:rsid w:val="0093073E"/>
    <w:rsid w:val="009308BA"/>
    <w:rsid w:val="009308C9"/>
    <w:rsid w:val="009309D0"/>
    <w:rsid w:val="00930A6D"/>
    <w:rsid w:val="009311A1"/>
    <w:rsid w:val="0093157A"/>
    <w:rsid w:val="0093169B"/>
    <w:rsid w:val="009317E9"/>
    <w:rsid w:val="00931D97"/>
    <w:rsid w:val="00931F6F"/>
    <w:rsid w:val="0093323E"/>
    <w:rsid w:val="00933716"/>
    <w:rsid w:val="009338A5"/>
    <w:rsid w:val="00933B1F"/>
    <w:rsid w:val="00933C13"/>
    <w:rsid w:val="009341B9"/>
    <w:rsid w:val="0093429B"/>
    <w:rsid w:val="00934CD4"/>
    <w:rsid w:val="00934E68"/>
    <w:rsid w:val="00934FB1"/>
    <w:rsid w:val="00935229"/>
    <w:rsid w:val="00935B93"/>
    <w:rsid w:val="00935FF7"/>
    <w:rsid w:val="0093639E"/>
    <w:rsid w:val="0093641A"/>
    <w:rsid w:val="00936639"/>
    <w:rsid w:val="00936ECA"/>
    <w:rsid w:val="00936F90"/>
    <w:rsid w:val="009371DE"/>
    <w:rsid w:val="00937672"/>
    <w:rsid w:val="0093771C"/>
    <w:rsid w:val="00937ADB"/>
    <w:rsid w:val="00937BB1"/>
    <w:rsid w:val="0094010D"/>
    <w:rsid w:val="009404B7"/>
    <w:rsid w:val="009404BC"/>
    <w:rsid w:val="0094051A"/>
    <w:rsid w:val="00940543"/>
    <w:rsid w:val="00940C75"/>
    <w:rsid w:val="009414BC"/>
    <w:rsid w:val="00941788"/>
    <w:rsid w:val="0094188F"/>
    <w:rsid w:val="00941AA0"/>
    <w:rsid w:val="00941B53"/>
    <w:rsid w:val="00941C38"/>
    <w:rsid w:val="00941D30"/>
    <w:rsid w:val="00941E50"/>
    <w:rsid w:val="009424A0"/>
    <w:rsid w:val="00942818"/>
    <w:rsid w:val="009428E2"/>
    <w:rsid w:val="00942BDF"/>
    <w:rsid w:val="00942E16"/>
    <w:rsid w:val="00942F44"/>
    <w:rsid w:val="009434DC"/>
    <w:rsid w:val="0094380C"/>
    <w:rsid w:val="00943908"/>
    <w:rsid w:val="009439B5"/>
    <w:rsid w:val="00943A20"/>
    <w:rsid w:val="009441CA"/>
    <w:rsid w:val="00944228"/>
    <w:rsid w:val="009452F8"/>
    <w:rsid w:val="00945300"/>
    <w:rsid w:val="0094559D"/>
    <w:rsid w:val="0094564F"/>
    <w:rsid w:val="00945806"/>
    <w:rsid w:val="00945896"/>
    <w:rsid w:val="009459C1"/>
    <w:rsid w:val="00945A3A"/>
    <w:rsid w:val="009465F9"/>
    <w:rsid w:val="00946CEF"/>
    <w:rsid w:val="0094706D"/>
    <w:rsid w:val="00947123"/>
    <w:rsid w:val="009473F2"/>
    <w:rsid w:val="00947467"/>
    <w:rsid w:val="009475B2"/>
    <w:rsid w:val="00950054"/>
    <w:rsid w:val="0095008F"/>
    <w:rsid w:val="009504A9"/>
    <w:rsid w:val="009506D3"/>
    <w:rsid w:val="009508CC"/>
    <w:rsid w:val="00950A3E"/>
    <w:rsid w:val="00950C07"/>
    <w:rsid w:val="00950FBB"/>
    <w:rsid w:val="00951239"/>
    <w:rsid w:val="00951C75"/>
    <w:rsid w:val="00951C78"/>
    <w:rsid w:val="00952319"/>
    <w:rsid w:val="00953636"/>
    <w:rsid w:val="0095395C"/>
    <w:rsid w:val="00954AFA"/>
    <w:rsid w:val="00954D71"/>
    <w:rsid w:val="009550CD"/>
    <w:rsid w:val="00955BD1"/>
    <w:rsid w:val="00956090"/>
    <w:rsid w:val="009560F6"/>
    <w:rsid w:val="0095615D"/>
    <w:rsid w:val="0095639F"/>
    <w:rsid w:val="00956A6C"/>
    <w:rsid w:val="00956BE7"/>
    <w:rsid w:val="00957559"/>
    <w:rsid w:val="009575C4"/>
    <w:rsid w:val="00957D63"/>
    <w:rsid w:val="00957F4E"/>
    <w:rsid w:val="0095C3E2"/>
    <w:rsid w:val="0096061C"/>
    <w:rsid w:val="00961694"/>
    <w:rsid w:val="00961AAD"/>
    <w:rsid w:val="009620A7"/>
    <w:rsid w:val="009622C4"/>
    <w:rsid w:val="009626AD"/>
    <w:rsid w:val="00962814"/>
    <w:rsid w:val="00963617"/>
    <w:rsid w:val="009637BD"/>
    <w:rsid w:val="009637F5"/>
    <w:rsid w:val="00964112"/>
    <w:rsid w:val="0096491A"/>
    <w:rsid w:val="009649A3"/>
    <w:rsid w:val="00964A79"/>
    <w:rsid w:val="00964C37"/>
    <w:rsid w:val="00965871"/>
    <w:rsid w:val="00965A81"/>
    <w:rsid w:val="00965F20"/>
    <w:rsid w:val="00966004"/>
    <w:rsid w:val="00966767"/>
    <w:rsid w:val="0096711E"/>
    <w:rsid w:val="00967281"/>
    <w:rsid w:val="009674B3"/>
    <w:rsid w:val="0096771C"/>
    <w:rsid w:val="00970008"/>
    <w:rsid w:val="00970131"/>
    <w:rsid w:val="009710E0"/>
    <w:rsid w:val="0097142F"/>
    <w:rsid w:val="0097160C"/>
    <w:rsid w:val="009717E6"/>
    <w:rsid w:val="0097185C"/>
    <w:rsid w:val="009719AC"/>
    <w:rsid w:val="00971BF8"/>
    <w:rsid w:val="00971E0A"/>
    <w:rsid w:val="00972B01"/>
    <w:rsid w:val="00972CEF"/>
    <w:rsid w:val="00972E02"/>
    <w:rsid w:val="00972FA9"/>
    <w:rsid w:val="009730D6"/>
    <w:rsid w:val="0097360C"/>
    <w:rsid w:val="00973821"/>
    <w:rsid w:val="009740BB"/>
    <w:rsid w:val="00974240"/>
    <w:rsid w:val="0097449E"/>
    <w:rsid w:val="009746C1"/>
    <w:rsid w:val="00974868"/>
    <w:rsid w:val="00974C53"/>
    <w:rsid w:val="00974FFF"/>
    <w:rsid w:val="0097573D"/>
    <w:rsid w:val="00975BEF"/>
    <w:rsid w:val="00976087"/>
    <w:rsid w:val="009765EF"/>
    <w:rsid w:val="009767CB"/>
    <w:rsid w:val="009768FC"/>
    <w:rsid w:val="00977BE5"/>
    <w:rsid w:val="0098066C"/>
    <w:rsid w:val="009807AE"/>
    <w:rsid w:val="00980BEB"/>
    <w:rsid w:val="00980CDC"/>
    <w:rsid w:val="00980E1F"/>
    <w:rsid w:val="00981407"/>
    <w:rsid w:val="00982DCE"/>
    <w:rsid w:val="00982F2A"/>
    <w:rsid w:val="00983303"/>
    <w:rsid w:val="0098331A"/>
    <w:rsid w:val="009843E9"/>
    <w:rsid w:val="00984593"/>
    <w:rsid w:val="00984608"/>
    <w:rsid w:val="009847D1"/>
    <w:rsid w:val="00984E29"/>
    <w:rsid w:val="00984FA7"/>
    <w:rsid w:val="009850B7"/>
    <w:rsid w:val="009851B0"/>
    <w:rsid w:val="00985651"/>
    <w:rsid w:val="009856BB"/>
    <w:rsid w:val="00985CDA"/>
    <w:rsid w:val="00985E04"/>
    <w:rsid w:val="00985EC4"/>
    <w:rsid w:val="0098619C"/>
    <w:rsid w:val="00986B0F"/>
    <w:rsid w:val="00986CD6"/>
    <w:rsid w:val="00987037"/>
    <w:rsid w:val="0098752A"/>
    <w:rsid w:val="00987AD4"/>
    <w:rsid w:val="0099013B"/>
    <w:rsid w:val="009901AA"/>
    <w:rsid w:val="00990278"/>
    <w:rsid w:val="00990386"/>
    <w:rsid w:val="009903BC"/>
    <w:rsid w:val="00990C49"/>
    <w:rsid w:val="00990E33"/>
    <w:rsid w:val="009917F0"/>
    <w:rsid w:val="00991937"/>
    <w:rsid w:val="00992315"/>
    <w:rsid w:val="0099328C"/>
    <w:rsid w:val="009932E8"/>
    <w:rsid w:val="0099344E"/>
    <w:rsid w:val="00993B57"/>
    <w:rsid w:val="00993C86"/>
    <w:rsid w:val="009940D4"/>
    <w:rsid w:val="00994357"/>
    <w:rsid w:val="00994618"/>
    <w:rsid w:val="009949F9"/>
    <w:rsid w:val="00994BFD"/>
    <w:rsid w:val="00995486"/>
    <w:rsid w:val="00995491"/>
    <w:rsid w:val="009956C6"/>
    <w:rsid w:val="00995FE1"/>
    <w:rsid w:val="009961C6"/>
    <w:rsid w:val="009962E6"/>
    <w:rsid w:val="009964CD"/>
    <w:rsid w:val="009966E7"/>
    <w:rsid w:val="009976D8"/>
    <w:rsid w:val="0099786F"/>
    <w:rsid w:val="009978CE"/>
    <w:rsid w:val="00997C48"/>
    <w:rsid w:val="00997E88"/>
    <w:rsid w:val="0099F348"/>
    <w:rsid w:val="009A01AC"/>
    <w:rsid w:val="009A02C7"/>
    <w:rsid w:val="009A0CE1"/>
    <w:rsid w:val="009A1C9E"/>
    <w:rsid w:val="009A257B"/>
    <w:rsid w:val="009A28A3"/>
    <w:rsid w:val="009A30FD"/>
    <w:rsid w:val="009A3112"/>
    <w:rsid w:val="009A36BB"/>
    <w:rsid w:val="009A3918"/>
    <w:rsid w:val="009A3B15"/>
    <w:rsid w:val="009A3C18"/>
    <w:rsid w:val="009A3C88"/>
    <w:rsid w:val="009A3EE1"/>
    <w:rsid w:val="009A4029"/>
    <w:rsid w:val="009A4598"/>
    <w:rsid w:val="009A45DA"/>
    <w:rsid w:val="009A48CB"/>
    <w:rsid w:val="009A4BDE"/>
    <w:rsid w:val="009A56EA"/>
    <w:rsid w:val="009A5BB1"/>
    <w:rsid w:val="009A5E01"/>
    <w:rsid w:val="009A6000"/>
    <w:rsid w:val="009A7002"/>
    <w:rsid w:val="009A7453"/>
    <w:rsid w:val="009A750B"/>
    <w:rsid w:val="009A7BA9"/>
    <w:rsid w:val="009A7C17"/>
    <w:rsid w:val="009A7F19"/>
    <w:rsid w:val="009B0398"/>
    <w:rsid w:val="009B0BFE"/>
    <w:rsid w:val="009B0CD4"/>
    <w:rsid w:val="009B0E72"/>
    <w:rsid w:val="009B1245"/>
    <w:rsid w:val="009B162F"/>
    <w:rsid w:val="009B17AC"/>
    <w:rsid w:val="009B1F49"/>
    <w:rsid w:val="009B1F4D"/>
    <w:rsid w:val="009B22C9"/>
    <w:rsid w:val="009B274A"/>
    <w:rsid w:val="009B2B16"/>
    <w:rsid w:val="009B408B"/>
    <w:rsid w:val="009B489D"/>
    <w:rsid w:val="009B4B68"/>
    <w:rsid w:val="009B5004"/>
    <w:rsid w:val="009B5005"/>
    <w:rsid w:val="009B50DC"/>
    <w:rsid w:val="009B5109"/>
    <w:rsid w:val="009B538E"/>
    <w:rsid w:val="009B54F2"/>
    <w:rsid w:val="009B5793"/>
    <w:rsid w:val="009B58A6"/>
    <w:rsid w:val="009B5924"/>
    <w:rsid w:val="009B5D70"/>
    <w:rsid w:val="009B6A44"/>
    <w:rsid w:val="009B7544"/>
    <w:rsid w:val="009C0828"/>
    <w:rsid w:val="009C0AE1"/>
    <w:rsid w:val="009C0DA7"/>
    <w:rsid w:val="009C0EC5"/>
    <w:rsid w:val="009C1164"/>
    <w:rsid w:val="009C117A"/>
    <w:rsid w:val="009C1192"/>
    <w:rsid w:val="009C144F"/>
    <w:rsid w:val="009C14DE"/>
    <w:rsid w:val="009C14F3"/>
    <w:rsid w:val="009C1B1F"/>
    <w:rsid w:val="009C25C2"/>
    <w:rsid w:val="009C260A"/>
    <w:rsid w:val="009C270D"/>
    <w:rsid w:val="009C2895"/>
    <w:rsid w:val="009C32C2"/>
    <w:rsid w:val="009C331E"/>
    <w:rsid w:val="009C334C"/>
    <w:rsid w:val="009C33B5"/>
    <w:rsid w:val="009C3403"/>
    <w:rsid w:val="009C35DE"/>
    <w:rsid w:val="009C3F1C"/>
    <w:rsid w:val="009C3F37"/>
    <w:rsid w:val="009C40E6"/>
    <w:rsid w:val="009C4123"/>
    <w:rsid w:val="009C43F4"/>
    <w:rsid w:val="009C4695"/>
    <w:rsid w:val="009C4730"/>
    <w:rsid w:val="009C48AA"/>
    <w:rsid w:val="009C5611"/>
    <w:rsid w:val="009C5BAC"/>
    <w:rsid w:val="009C5CB2"/>
    <w:rsid w:val="009C5E1B"/>
    <w:rsid w:val="009C608F"/>
    <w:rsid w:val="009C7198"/>
    <w:rsid w:val="009C776D"/>
    <w:rsid w:val="009C7CC5"/>
    <w:rsid w:val="009C7FA8"/>
    <w:rsid w:val="009C91C1"/>
    <w:rsid w:val="009D0383"/>
    <w:rsid w:val="009D0759"/>
    <w:rsid w:val="009D08CE"/>
    <w:rsid w:val="009D18D1"/>
    <w:rsid w:val="009D1D76"/>
    <w:rsid w:val="009D269A"/>
    <w:rsid w:val="009D3038"/>
    <w:rsid w:val="009D38E8"/>
    <w:rsid w:val="009D38F2"/>
    <w:rsid w:val="009D40E2"/>
    <w:rsid w:val="009D4659"/>
    <w:rsid w:val="009D4854"/>
    <w:rsid w:val="009D48A7"/>
    <w:rsid w:val="009D4AB1"/>
    <w:rsid w:val="009D4FFD"/>
    <w:rsid w:val="009D50A8"/>
    <w:rsid w:val="009D514F"/>
    <w:rsid w:val="009D5330"/>
    <w:rsid w:val="009D5EAB"/>
    <w:rsid w:val="009D60D6"/>
    <w:rsid w:val="009D6547"/>
    <w:rsid w:val="009D66F5"/>
    <w:rsid w:val="009D6B3B"/>
    <w:rsid w:val="009D6F86"/>
    <w:rsid w:val="009D7236"/>
    <w:rsid w:val="009D7A21"/>
    <w:rsid w:val="009E0063"/>
    <w:rsid w:val="009E02C0"/>
    <w:rsid w:val="009E03F5"/>
    <w:rsid w:val="009E083E"/>
    <w:rsid w:val="009E0BD4"/>
    <w:rsid w:val="009E1F0D"/>
    <w:rsid w:val="009E2358"/>
    <w:rsid w:val="009E268D"/>
    <w:rsid w:val="009E28BC"/>
    <w:rsid w:val="009E36FF"/>
    <w:rsid w:val="009E376D"/>
    <w:rsid w:val="009E3793"/>
    <w:rsid w:val="009E45F8"/>
    <w:rsid w:val="009E4FA9"/>
    <w:rsid w:val="009E50E9"/>
    <w:rsid w:val="009E53E3"/>
    <w:rsid w:val="009E5DEE"/>
    <w:rsid w:val="009E6412"/>
    <w:rsid w:val="009E66BA"/>
    <w:rsid w:val="009E66EF"/>
    <w:rsid w:val="009E6B12"/>
    <w:rsid w:val="009E6DC0"/>
    <w:rsid w:val="009E6E15"/>
    <w:rsid w:val="009E70BB"/>
    <w:rsid w:val="009E7245"/>
    <w:rsid w:val="009F07E8"/>
    <w:rsid w:val="009F1421"/>
    <w:rsid w:val="009F199D"/>
    <w:rsid w:val="009F1A2E"/>
    <w:rsid w:val="009F1DD0"/>
    <w:rsid w:val="009F201D"/>
    <w:rsid w:val="009F2085"/>
    <w:rsid w:val="009F20CC"/>
    <w:rsid w:val="009F29FC"/>
    <w:rsid w:val="009F2C4B"/>
    <w:rsid w:val="009F2C5E"/>
    <w:rsid w:val="009F2CF4"/>
    <w:rsid w:val="009F356B"/>
    <w:rsid w:val="009F3A12"/>
    <w:rsid w:val="009F3BAC"/>
    <w:rsid w:val="009F421F"/>
    <w:rsid w:val="009F43D8"/>
    <w:rsid w:val="009F4C0B"/>
    <w:rsid w:val="009F4E9A"/>
    <w:rsid w:val="009F51F8"/>
    <w:rsid w:val="009F5605"/>
    <w:rsid w:val="009F57F8"/>
    <w:rsid w:val="009F5FFF"/>
    <w:rsid w:val="009F610E"/>
    <w:rsid w:val="009F65FD"/>
    <w:rsid w:val="009F6631"/>
    <w:rsid w:val="009F6A04"/>
    <w:rsid w:val="009F7098"/>
    <w:rsid w:val="009F7553"/>
    <w:rsid w:val="009F7762"/>
    <w:rsid w:val="009F7AD5"/>
    <w:rsid w:val="009F7CB5"/>
    <w:rsid w:val="00A00057"/>
    <w:rsid w:val="00A00405"/>
    <w:rsid w:val="00A00A8B"/>
    <w:rsid w:val="00A00B82"/>
    <w:rsid w:val="00A0112C"/>
    <w:rsid w:val="00A017E4"/>
    <w:rsid w:val="00A01BF3"/>
    <w:rsid w:val="00A01D9A"/>
    <w:rsid w:val="00A01DE4"/>
    <w:rsid w:val="00A01E3A"/>
    <w:rsid w:val="00A0261B"/>
    <w:rsid w:val="00A02AA9"/>
    <w:rsid w:val="00A03561"/>
    <w:rsid w:val="00A038A9"/>
    <w:rsid w:val="00A03994"/>
    <w:rsid w:val="00A039C1"/>
    <w:rsid w:val="00A040AD"/>
    <w:rsid w:val="00A04363"/>
    <w:rsid w:val="00A04BAE"/>
    <w:rsid w:val="00A04DED"/>
    <w:rsid w:val="00A05155"/>
    <w:rsid w:val="00A058AC"/>
    <w:rsid w:val="00A05EE2"/>
    <w:rsid w:val="00A05F04"/>
    <w:rsid w:val="00A05F6D"/>
    <w:rsid w:val="00A060A7"/>
    <w:rsid w:val="00A060D1"/>
    <w:rsid w:val="00A06523"/>
    <w:rsid w:val="00A06A9C"/>
    <w:rsid w:val="00A06D26"/>
    <w:rsid w:val="00A076B6"/>
    <w:rsid w:val="00A076C6"/>
    <w:rsid w:val="00A07725"/>
    <w:rsid w:val="00A10036"/>
    <w:rsid w:val="00A100DC"/>
    <w:rsid w:val="00A100E0"/>
    <w:rsid w:val="00A10738"/>
    <w:rsid w:val="00A109A2"/>
    <w:rsid w:val="00A10A15"/>
    <w:rsid w:val="00A10D0D"/>
    <w:rsid w:val="00A11718"/>
    <w:rsid w:val="00A11991"/>
    <w:rsid w:val="00A11A01"/>
    <w:rsid w:val="00A11A94"/>
    <w:rsid w:val="00A123C7"/>
    <w:rsid w:val="00A125CF"/>
    <w:rsid w:val="00A12A3C"/>
    <w:rsid w:val="00A12B90"/>
    <w:rsid w:val="00A131D7"/>
    <w:rsid w:val="00A13461"/>
    <w:rsid w:val="00A134F7"/>
    <w:rsid w:val="00A13620"/>
    <w:rsid w:val="00A14553"/>
    <w:rsid w:val="00A14BD9"/>
    <w:rsid w:val="00A14CB6"/>
    <w:rsid w:val="00A15254"/>
    <w:rsid w:val="00A15B19"/>
    <w:rsid w:val="00A15B73"/>
    <w:rsid w:val="00A15D72"/>
    <w:rsid w:val="00A16275"/>
    <w:rsid w:val="00A167A2"/>
    <w:rsid w:val="00A16B76"/>
    <w:rsid w:val="00A16B9A"/>
    <w:rsid w:val="00A17296"/>
    <w:rsid w:val="00A173AB"/>
    <w:rsid w:val="00A17DC0"/>
    <w:rsid w:val="00A20348"/>
    <w:rsid w:val="00A20621"/>
    <w:rsid w:val="00A206E5"/>
    <w:rsid w:val="00A20B2B"/>
    <w:rsid w:val="00A20B86"/>
    <w:rsid w:val="00A21209"/>
    <w:rsid w:val="00A21790"/>
    <w:rsid w:val="00A21A53"/>
    <w:rsid w:val="00A21BAB"/>
    <w:rsid w:val="00A21DC8"/>
    <w:rsid w:val="00A21F6A"/>
    <w:rsid w:val="00A22002"/>
    <w:rsid w:val="00A220EA"/>
    <w:rsid w:val="00A22A04"/>
    <w:rsid w:val="00A22CA9"/>
    <w:rsid w:val="00A22F0A"/>
    <w:rsid w:val="00A231AE"/>
    <w:rsid w:val="00A23E65"/>
    <w:rsid w:val="00A24119"/>
    <w:rsid w:val="00A24240"/>
    <w:rsid w:val="00A24351"/>
    <w:rsid w:val="00A2437A"/>
    <w:rsid w:val="00A245F5"/>
    <w:rsid w:val="00A2486B"/>
    <w:rsid w:val="00A24A27"/>
    <w:rsid w:val="00A24CE0"/>
    <w:rsid w:val="00A24D54"/>
    <w:rsid w:val="00A262BE"/>
    <w:rsid w:val="00A26623"/>
    <w:rsid w:val="00A26965"/>
    <w:rsid w:val="00A26D3D"/>
    <w:rsid w:val="00A26F4A"/>
    <w:rsid w:val="00A276B7"/>
    <w:rsid w:val="00A276B9"/>
    <w:rsid w:val="00A2772B"/>
    <w:rsid w:val="00A2785C"/>
    <w:rsid w:val="00A2797D"/>
    <w:rsid w:val="00A27B31"/>
    <w:rsid w:val="00A27CE2"/>
    <w:rsid w:val="00A306E3"/>
    <w:rsid w:val="00A309B6"/>
    <w:rsid w:val="00A30E56"/>
    <w:rsid w:val="00A30E87"/>
    <w:rsid w:val="00A315DC"/>
    <w:rsid w:val="00A3181C"/>
    <w:rsid w:val="00A31AAD"/>
    <w:rsid w:val="00A32386"/>
    <w:rsid w:val="00A329A9"/>
    <w:rsid w:val="00A329F7"/>
    <w:rsid w:val="00A33428"/>
    <w:rsid w:val="00A334E4"/>
    <w:rsid w:val="00A3361A"/>
    <w:rsid w:val="00A337FC"/>
    <w:rsid w:val="00A33B21"/>
    <w:rsid w:val="00A34433"/>
    <w:rsid w:val="00A34A0F"/>
    <w:rsid w:val="00A353DE"/>
    <w:rsid w:val="00A35464"/>
    <w:rsid w:val="00A35793"/>
    <w:rsid w:val="00A35865"/>
    <w:rsid w:val="00A358BD"/>
    <w:rsid w:val="00A35A3B"/>
    <w:rsid w:val="00A35D8B"/>
    <w:rsid w:val="00A35EB3"/>
    <w:rsid w:val="00A36564"/>
    <w:rsid w:val="00A36B23"/>
    <w:rsid w:val="00A37840"/>
    <w:rsid w:val="00A37A37"/>
    <w:rsid w:val="00A37E98"/>
    <w:rsid w:val="00A400A9"/>
    <w:rsid w:val="00A4077B"/>
    <w:rsid w:val="00A41AB8"/>
    <w:rsid w:val="00A41D05"/>
    <w:rsid w:val="00A41DF6"/>
    <w:rsid w:val="00A41EBE"/>
    <w:rsid w:val="00A42477"/>
    <w:rsid w:val="00A4264A"/>
    <w:rsid w:val="00A42813"/>
    <w:rsid w:val="00A42CAC"/>
    <w:rsid w:val="00A42DCE"/>
    <w:rsid w:val="00A42F4C"/>
    <w:rsid w:val="00A43071"/>
    <w:rsid w:val="00A435FB"/>
    <w:rsid w:val="00A443E6"/>
    <w:rsid w:val="00A444FE"/>
    <w:rsid w:val="00A4462E"/>
    <w:rsid w:val="00A446E1"/>
    <w:rsid w:val="00A44B8D"/>
    <w:rsid w:val="00A44E54"/>
    <w:rsid w:val="00A44FC4"/>
    <w:rsid w:val="00A45481"/>
    <w:rsid w:val="00A463F3"/>
    <w:rsid w:val="00A4686E"/>
    <w:rsid w:val="00A4698B"/>
    <w:rsid w:val="00A473D3"/>
    <w:rsid w:val="00A47597"/>
    <w:rsid w:val="00A479EA"/>
    <w:rsid w:val="00A47B29"/>
    <w:rsid w:val="00A47C27"/>
    <w:rsid w:val="00A47D71"/>
    <w:rsid w:val="00A50429"/>
    <w:rsid w:val="00A50942"/>
    <w:rsid w:val="00A50A0A"/>
    <w:rsid w:val="00A50A1A"/>
    <w:rsid w:val="00A50DDF"/>
    <w:rsid w:val="00A51117"/>
    <w:rsid w:val="00A5182C"/>
    <w:rsid w:val="00A52465"/>
    <w:rsid w:val="00A5285A"/>
    <w:rsid w:val="00A52A0E"/>
    <w:rsid w:val="00A537DC"/>
    <w:rsid w:val="00A5383F"/>
    <w:rsid w:val="00A538DC"/>
    <w:rsid w:val="00A53AFD"/>
    <w:rsid w:val="00A54072"/>
    <w:rsid w:val="00A54A42"/>
    <w:rsid w:val="00A54AAD"/>
    <w:rsid w:val="00A54D94"/>
    <w:rsid w:val="00A54F75"/>
    <w:rsid w:val="00A55291"/>
    <w:rsid w:val="00A55602"/>
    <w:rsid w:val="00A55932"/>
    <w:rsid w:val="00A55B37"/>
    <w:rsid w:val="00A55D74"/>
    <w:rsid w:val="00A55DF9"/>
    <w:rsid w:val="00A55E7E"/>
    <w:rsid w:val="00A565CE"/>
    <w:rsid w:val="00A566DE"/>
    <w:rsid w:val="00A56773"/>
    <w:rsid w:val="00A56831"/>
    <w:rsid w:val="00A56A60"/>
    <w:rsid w:val="00A56CAB"/>
    <w:rsid w:val="00A575B0"/>
    <w:rsid w:val="00A575E8"/>
    <w:rsid w:val="00A57665"/>
    <w:rsid w:val="00A579AB"/>
    <w:rsid w:val="00A57D47"/>
    <w:rsid w:val="00A602C7"/>
    <w:rsid w:val="00A605C6"/>
    <w:rsid w:val="00A60A97"/>
    <w:rsid w:val="00A60BFD"/>
    <w:rsid w:val="00A60C3B"/>
    <w:rsid w:val="00A60EDA"/>
    <w:rsid w:val="00A61D8F"/>
    <w:rsid w:val="00A62C28"/>
    <w:rsid w:val="00A62E50"/>
    <w:rsid w:val="00A62FDA"/>
    <w:rsid w:val="00A63698"/>
    <w:rsid w:val="00A636A1"/>
    <w:rsid w:val="00A641B9"/>
    <w:rsid w:val="00A642C3"/>
    <w:rsid w:val="00A6463A"/>
    <w:rsid w:val="00A64B01"/>
    <w:rsid w:val="00A64C05"/>
    <w:rsid w:val="00A64D57"/>
    <w:rsid w:val="00A653DD"/>
    <w:rsid w:val="00A658F7"/>
    <w:rsid w:val="00A66070"/>
    <w:rsid w:val="00A6623A"/>
    <w:rsid w:val="00A66BA0"/>
    <w:rsid w:val="00A66EFA"/>
    <w:rsid w:val="00A67BC1"/>
    <w:rsid w:val="00A67EB4"/>
    <w:rsid w:val="00A7010A"/>
    <w:rsid w:val="00A70211"/>
    <w:rsid w:val="00A7028B"/>
    <w:rsid w:val="00A70311"/>
    <w:rsid w:val="00A70CED"/>
    <w:rsid w:val="00A70FE0"/>
    <w:rsid w:val="00A71377"/>
    <w:rsid w:val="00A7194F"/>
    <w:rsid w:val="00A71CF7"/>
    <w:rsid w:val="00A720D4"/>
    <w:rsid w:val="00A723D4"/>
    <w:rsid w:val="00A72522"/>
    <w:rsid w:val="00A7264C"/>
    <w:rsid w:val="00A729A9"/>
    <w:rsid w:val="00A72E52"/>
    <w:rsid w:val="00A7346A"/>
    <w:rsid w:val="00A738AC"/>
    <w:rsid w:val="00A7393F"/>
    <w:rsid w:val="00A7400F"/>
    <w:rsid w:val="00A74708"/>
    <w:rsid w:val="00A758E9"/>
    <w:rsid w:val="00A7598B"/>
    <w:rsid w:val="00A76095"/>
    <w:rsid w:val="00A76148"/>
    <w:rsid w:val="00A76773"/>
    <w:rsid w:val="00A7693B"/>
    <w:rsid w:val="00A76E09"/>
    <w:rsid w:val="00A77384"/>
    <w:rsid w:val="00A776D6"/>
    <w:rsid w:val="00A77979"/>
    <w:rsid w:val="00A77CE5"/>
    <w:rsid w:val="00A77D66"/>
    <w:rsid w:val="00A80B69"/>
    <w:rsid w:val="00A80D3A"/>
    <w:rsid w:val="00A80D60"/>
    <w:rsid w:val="00A80EBE"/>
    <w:rsid w:val="00A80ED9"/>
    <w:rsid w:val="00A81307"/>
    <w:rsid w:val="00A814A7"/>
    <w:rsid w:val="00A81880"/>
    <w:rsid w:val="00A81896"/>
    <w:rsid w:val="00A81FF2"/>
    <w:rsid w:val="00A82388"/>
    <w:rsid w:val="00A824CE"/>
    <w:rsid w:val="00A82AF5"/>
    <w:rsid w:val="00A82B22"/>
    <w:rsid w:val="00A83198"/>
    <w:rsid w:val="00A83209"/>
    <w:rsid w:val="00A833B5"/>
    <w:rsid w:val="00A83943"/>
    <w:rsid w:val="00A83B95"/>
    <w:rsid w:val="00A83EE4"/>
    <w:rsid w:val="00A8438E"/>
    <w:rsid w:val="00A84801"/>
    <w:rsid w:val="00A84881"/>
    <w:rsid w:val="00A84B55"/>
    <w:rsid w:val="00A84FE8"/>
    <w:rsid w:val="00A8537E"/>
    <w:rsid w:val="00A8538D"/>
    <w:rsid w:val="00A85B2D"/>
    <w:rsid w:val="00A85EE3"/>
    <w:rsid w:val="00A85F96"/>
    <w:rsid w:val="00A8604B"/>
    <w:rsid w:val="00A86068"/>
    <w:rsid w:val="00A8632C"/>
    <w:rsid w:val="00A867AB"/>
    <w:rsid w:val="00A869A2"/>
    <w:rsid w:val="00A869CB"/>
    <w:rsid w:val="00A8716E"/>
    <w:rsid w:val="00A8760B"/>
    <w:rsid w:val="00A905ED"/>
    <w:rsid w:val="00A907D9"/>
    <w:rsid w:val="00A910A0"/>
    <w:rsid w:val="00A9202E"/>
    <w:rsid w:val="00A9219A"/>
    <w:rsid w:val="00A921F6"/>
    <w:rsid w:val="00A92204"/>
    <w:rsid w:val="00A923AE"/>
    <w:rsid w:val="00A92706"/>
    <w:rsid w:val="00A93044"/>
    <w:rsid w:val="00A9304D"/>
    <w:rsid w:val="00A93742"/>
    <w:rsid w:val="00A93C5E"/>
    <w:rsid w:val="00A93DD0"/>
    <w:rsid w:val="00A9469F"/>
    <w:rsid w:val="00A94E94"/>
    <w:rsid w:val="00A950B6"/>
    <w:rsid w:val="00A954C2"/>
    <w:rsid w:val="00A95A64"/>
    <w:rsid w:val="00A95E9A"/>
    <w:rsid w:val="00A95FBD"/>
    <w:rsid w:val="00A9678A"/>
    <w:rsid w:val="00A96951"/>
    <w:rsid w:val="00A96B47"/>
    <w:rsid w:val="00A96C87"/>
    <w:rsid w:val="00A96D04"/>
    <w:rsid w:val="00A96E17"/>
    <w:rsid w:val="00A96EB5"/>
    <w:rsid w:val="00A97332"/>
    <w:rsid w:val="00A97820"/>
    <w:rsid w:val="00A979B2"/>
    <w:rsid w:val="00A97BB8"/>
    <w:rsid w:val="00A97E1F"/>
    <w:rsid w:val="00AA05AA"/>
    <w:rsid w:val="00AA0659"/>
    <w:rsid w:val="00AA0C00"/>
    <w:rsid w:val="00AA1253"/>
    <w:rsid w:val="00AA1769"/>
    <w:rsid w:val="00AA195A"/>
    <w:rsid w:val="00AA1C9A"/>
    <w:rsid w:val="00AA286D"/>
    <w:rsid w:val="00AA2B36"/>
    <w:rsid w:val="00AA2C9C"/>
    <w:rsid w:val="00AA3145"/>
    <w:rsid w:val="00AA31E7"/>
    <w:rsid w:val="00AA3292"/>
    <w:rsid w:val="00AA361A"/>
    <w:rsid w:val="00AA36C4"/>
    <w:rsid w:val="00AA40F2"/>
    <w:rsid w:val="00AA4405"/>
    <w:rsid w:val="00AA478A"/>
    <w:rsid w:val="00AA47D1"/>
    <w:rsid w:val="00AA47DD"/>
    <w:rsid w:val="00AA4C8F"/>
    <w:rsid w:val="00AA528D"/>
    <w:rsid w:val="00AA53B9"/>
    <w:rsid w:val="00AA53D3"/>
    <w:rsid w:val="00AA5861"/>
    <w:rsid w:val="00AA5B34"/>
    <w:rsid w:val="00AA615B"/>
    <w:rsid w:val="00AA6A96"/>
    <w:rsid w:val="00AA714D"/>
    <w:rsid w:val="00AA785B"/>
    <w:rsid w:val="00AB0034"/>
    <w:rsid w:val="00AB0201"/>
    <w:rsid w:val="00AB0432"/>
    <w:rsid w:val="00AB055F"/>
    <w:rsid w:val="00AB056F"/>
    <w:rsid w:val="00AB0777"/>
    <w:rsid w:val="00AB08E7"/>
    <w:rsid w:val="00AB122F"/>
    <w:rsid w:val="00AB136D"/>
    <w:rsid w:val="00AB1638"/>
    <w:rsid w:val="00AB17BE"/>
    <w:rsid w:val="00AB1C33"/>
    <w:rsid w:val="00AB1FD7"/>
    <w:rsid w:val="00AB2008"/>
    <w:rsid w:val="00AB2DA3"/>
    <w:rsid w:val="00AB374F"/>
    <w:rsid w:val="00AB3808"/>
    <w:rsid w:val="00AB3830"/>
    <w:rsid w:val="00AB39EB"/>
    <w:rsid w:val="00AB3E0B"/>
    <w:rsid w:val="00AB4003"/>
    <w:rsid w:val="00AB40DE"/>
    <w:rsid w:val="00AB4192"/>
    <w:rsid w:val="00AB425B"/>
    <w:rsid w:val="00AB4329"/>
    <w:rsid w:val="00AB448B"/>
    <w:rsid w:val="00AB4F5E"/>
    <w:rsid w:val="00AB54A3"/>
    <w:rsid w:val="00AB5DC6"/>
    <w:rsid w:val="00AB61C0"/>
    <w:rsid w:val="00AB7854"/>
    <w:rsid w:val="00AB78BE"/>
    <w:rsid w:val="00AB7ABD"/>
    <w:rsid w:val="00AC010D"/>
    <w:rsid w:val="00AC018F"/>
    <w:rsid w:val="00AC0681"/>
    <w:rsid w:val="00AC07D5"/>
    <w:rsid w:val="00AC08DD"/>
    <w:rsid w:val="00AC09F3"/>
    <w:rsid w:val="00AC0A62"/>
    <w:rsid w:val="00AC0B2E"/>
    <w:rsid w:val="00AC12EB"/>
    <w:rsid w:val="00AC1810"/>
    <w:rsid w:val="00AC1886"/>
    <w:rsid w:val="00AC2039"/>
    <w:rsid w:val="00AC20BF"/>
    <w:rsid w:val="00AC23A4"/>
    <w:rsid w:val="00AC266B"/>
    <w:rsid w:val="00AC28D7"/>
    <w:rsid w:val="00AC2982"/>
    <w:rsid w:val="00AC30C8"/>
    <w:rsid w:val="00AC31AD"/>
    <w:rsid w:val="00AC3CC3"/>
    <w:rsid w:val="00AC3CC9"/>
    <w:rsid w:val="00AC425E"/>
    <w:rsid w:val="00AC4609"/>
    <w:rsid w:val="00AC4936"/>
    <w:rsid w:val="00AC498C"/>
    <w:rsid w:val="00AC4A12"/>
    <w:rsid w:val="00AC4CEB"/>
    <w:rsid w:val="00AC4D0D"/>
    <w:rsid w:val="00AC5282"/>
    <w:rsid w:val="00AC5DED"/>
    <w:rsid w:val="00AC5E0B"/>
    <w:rsid w:val="00AC5FA6"/>
    <w:rsid w:val="00AC6082"/>
    <w:rsid w:val="00AC61E6"/>
    <w:rsid w:val="00AC629B"/>
    <w:rsid w:val="00AC6409"/>
    <w:rsid w:val="00AC6612"/>
    <w:rsid w:val="00AC6833"/>
    <w:rsid w:val="00AC6D3D"/>
    <w:rsid w:val="00AC6D68"/>
    <w:rsid w:val="00AC6E21"/>
    <w:rsid w:val="00AC7330"/>
    <w:rsid w:val="00AC74B0"/>
    <w:rsid w:val="00AC7887"/>
    <w:rsid w:val="00AC7DB1"/>
    <w:rsid w:val="00AC7DF4"/>
    <w:rsid w:val="00AD01B8"/>
    <w:rsid w:val="00AD024D"/>
    <w:rsid w:val="00AD0262"/>
    <w:rsid w:val="00AD034A"/>
    <w:rsid w:val="00AD0CD3"/>
    <w:rsid w:val="00AD22E4"/>
    <w:rsid w:val="00AD27AF"/>
    <w:rsid w:val="00AD289D"/>
    <w:rsid w:val="00AD28E1"/>
    <w:rsid w:val="00AD2A67"/>
    <w:rsid w:val="00AD2BC8"/>
    <w:rsid w:val="00AD31E5"/>
    <w:rsid w:val="00AD3472"/>
    <w:rsid w:val="00AD36FF"/>
    <w:rsid w:val="00AD4103"/>
    <w:rsid w:val="00AD457D"/>
    <w:rsid w:val="00AD4943"/>
    <w:rsid w:val="00AD4E5F"/>
    <w:rsid w:val="00AD5195"/>
    <w:rsid w:val="00AD5284"/>
    <w:rsid w:val="00AD537B"/>
    <w:rsid w:val="00AD5AFC"/>
    <w:rsid w:val="00AD5DFA"/>
    <w:rsid w:val="00AD63FF"/>
    <w:rsid w:val="00AD6AFF"/>
    <w:rsid w:val="00AD6E53"/>
    <w:rsid w:val="00AD6E6E"/>
    <w:rsid w:val="00AD6F39"/>
    <w:rsid w:val="00AD790A"/>
    <w:rsid w:val="00AD7D5C"/>
    <w:rsid w:val="00AE0FD2"/>
    <w:rsid w:val="00AE1648"/>
    <w:rsid w:val="00AE17D6"/>
    <w:rsid w:val="00AE18A6"/>
    <w:rsid w:val="00AE1A01"/>
    <w:rsid w:val="00AE1CCC"/>
    <w:rsid w:val="00AE1DD6"/>
    <w:rsid w:val="00AE1F25"/>
    <w:rsid w:val="00AE262B"/>
    <w:rsid w:val="00AE27EB"/>
    <w:rsid w:val="00AE2B6D"/>
    <w:rsid w:val="00AE2CC3"/>
    <w:rsid w:val="00AE308B"/>
    <w:rsid w:val="00AE31D7"/>
    <w:rsid w:val="00AE37F0"/>
    <w:rsid w:val="00AE3878"/>
    <w:rsid w:val="00AE3970"/>
    <w:rsid w:val="00AE3C88"/>
    <w:rsid w:val="00AE3D4E"/>
    <w:rsid w:val="00AE3F34"/>
    <w:rsid w:val="00AE4A62"/>
    <w:rsid w:val="00AE4BB2"/>
    <w:rsid w:val="00AE50E4"/>
    <w:rsid w:val="00AE527A"/>
    <w:rsid w:val="00AE5558"/>
    <w:rsid w:val="00AE5654"/>
    <w:rsid w:val="00AE56E5"/>
    <w:rsid w:val="00AE5894"/>
    <w:rsid w:val="00AE5A30"/>
    <w:rsid w:val="00AE5C49"/>
    <w:rsid w:val="00AE67EC"/>
    <w:rsid w:val="00AE6925"/>
    <w:rsid w:val="00AE6E24"/>
    <w:rsid w:val="00AE7304"/>
    <w:rsid w:val="00AE7EA6"/>
    <w:rsid w:val="00AF0869"/>
    <w:rsid w:val="00AF09EE"/>
    <w:rsid w:val="00AF0AF5"/>
    <w:rsid w:val="00AF10B9"/>
    <w:rsid w:val="00AF10D3"/>
    <w:rsid w:val="00AF1402"/>
    <w:rsid w:val="00AF1463"/>
    <w:rsid w:val="00AF1EA6"/>
    <w:rsid w:val="00AF29B1"/>
    <w:rsid w:val="00AF2B2B"/>
    <w:rsid w:val="00AF2F3F"/>
    <w:rsid w:val="00AF382A"/>
    <w:rsid w:val="00AF3CBC"/>
    <w:rsid w:val="00AF3E63"/>
    <w:rsid w:val="00AF41E0"/>
    <w:rsid w:val="00AF4847"/>
    <w:rsid w:val="00AF4854"/>
    <w:rsid w:val="00AF4880"/>
    <w:rsid w:val="00AF49BB"/>
    <w:rsid w:val="00AF5551"/>
    <w:rsid w:val="00AF595F"/>
    <w:rsid w:val="00AF5F65"/>
    <w:rsid w:val="00AF65C8"/>
    <w:rsid w:val="00AF67AB"/>
    <w:rsid w:val="00AF6DA2"/>
    <w:rsid w:val="00AF722E"/>
    <w:rsid w:val="00AF74EE"/>
    <w:rsid w:val="00AF7AAB"/>
    <w:rsid w:val="00AF7C40"/>
    <w:rsid w:val="00AF7FBF"/>
    <w:rsid w:val="00B003E1"/>
    <w:rsid w:val="00B00404"/>
    <w:rsid w:val="00B00889"/>
    <w:rsid w:val="00B00A2D"/>
    <w:rsid w:val="00B00BBE"/>
    <w:rsid w:val="00B00F3A"/>
    <w:rsid w:val="00B011C0"/>
    <w:rsid w:val="00B01DF1"/>
    <w:rsid w:val="00B021B9"/>
    <w:rsid w:val="00B0239A"/>
    <w:rsid w:val="00B025C7"/>
    <w:rsid w:val="00B02A6A"/>
    <w:rsid w:val="00B03136"/>
    <w:rsid w:val="00B038BE"/>
    <w:rsid w:val="00B038D5"/>
    <w:rsid w:val="00B03A97"/>
    <w:rsid w:val="00B03DCD"/>
    <w:rsid w:val="00B04461"/>
    <w:rsid w:val="00B04477"/>
    <w:rsid w:val="00B044C3"/>
    <w:rsid w:val="00B04A0E"/>
    <w:rsid w:val="00B04A76"/>
    <w:rsid w:val="00B04F42"/>
    <w:rsid w:val="00B055BC"/>
    <w:rsid w:val="00B05921"/>
    <w:rsid w:val="00B05D81"/>
    <w:rsid w:val="00B06378"/>
    <w:rsid w:val="00B06E5E"/>
    <w:rsid w:val="00B07B45"/>
    <w:rsid w:val="00B10613"/>
    <w:rsid w:val="00B10C05"/>
    <w:rsid w:val="00B10C75"/>
    <w:rsid w:val="00B10E32"/>
    <w:rsid w:val="00B10F93"/>
    <w:rsid w:val="00B112B6"/>
    <w:rsid w:val="00B116B2"/>
    <w:rsid w:val="00B11D16"/>
    <w:rsid w:val="00B11D38"/>
    <w:rsid w:val="00B11EBC"/>
    <w:rsid w:val="00B120D6"/>
    <w:rsid w:val="00B12788"/>
    <w:rsid w:val="00B12B24"/>
    <w:rsid w:val="00B13038"/>
    <w:rsid w:val="00B1363E"/>
    <w:rsid w:val="00B13C55"/>
    <w:rsid w:val="00B13CE5"/>
    <w:rsid w:val="00B13DF6"/>
    <w:rsid w:val="00B1458A"/>
    <w:rsid w:val="00B14608"/>
    <w:rsid w:val="00B14652"/>
    <w:rsid w:val="00B1469D"/>
    <w:rsid w:val="00B146D7"/>
    <w:rsid w:val="00B14B71"/>
    <w:rsid w:val="00B15672"/>
    <w:rsid w:val="00B15673"/>
    <w:rsid w:val="00B15AB7"/>
    <w:rsid w:val="00B1609A"/>
    <w:rsid w:val="00B16955"/>
    <w:rsid w:val="00B16DDA"/>
    <w:rsid w:val="00B1709C"/>
    <w:rsid w:val="00B1722D"/>
    <w:rsid w:val="00B172C8"/>
    <w:rsid w:val="00B176FC"/>
    <w:rsid w:val="00B17728"/>
    <w:rsid w:val="00B1779A"/>
    <w:rsid w:val="00B178F5"/>
    <w:rsid w:val="00B179AD"/>
    <w:rsid w:val="00B17A6D"/>
    <w:rsid w:val="00B17ECC"/>
    <w:rsid w:val="00B200C0"/>
    <w:rsid w:val="00B2015C"/>
    <w:rsid w:val="00B206D2"/>
    <w:rsid w:val="00B215B4"/>
    <w:rsid w:val="00B21C9E"/>
    <w:rsid w:val="00B22152"/>
    <w:rsid w:val="00B22A8D"/>
    <w:rsid w:val="00B23200"/>
    <w:rsid w:val="00B2324C"/>
    <w:rsid w:val="00B234EC"/>
    <w:rsid w:val="00B23839"/>
    <w:rsid w:val="00B238C1"/>
    <w:rsid w:val="00B23AF1"/>
    <w:rsid w:val="00B23FC7"/>
    <w:rsid w:val="00B23FF2"/>
    <w:rsid w:val="00B244B0"/>
    <w:rsid w:val="00B24543"/>
    <w:rsid w:val="00B24F9B"/>
    <w:rsid w:val="00B24FEF"/>
    <w:rsid w:val="00B2507A"/>
    <w:rsid w:val="00B251E1"/>
    <w:rsid w:val="00B25B0F"/>
    <w:rsid w:val="00B25E0F"/>
    <w:rsid w:val="00B26678"/>
    <w:rsid w:val="00B26825"/>
    <w:rsid w:val="00B26EEF"/>
    <w:rsid w:val="00B27075"/>
    <w:rsid w:val="00B2731C"/>
    <w:rsid w:val="00B2770D"/>
    <w:rsid w:val="00B2773F"/>
    <w:rsid w:val="00B27B43"/>
    <w:rsid w:val="00B27F45"/>
    <w:rsid w:val="00B30083"/>
    <w:rsid w:val="00B30090"/>
    <w:rsid w:val="00B30898"/>
    <w:rsid w:val="00B309B5"/>
    <w:rsid w:val="00B3133C"/>
    <w:rsid w:val="00B313D3"/>
    <w:rsid w:val="00B315E9"/>
    <w:rsid w:val="00B316EB"/>
    <w:rsid w:val="00B31893"/>
    <w:rsid w:val="00B31A82"/>
    <w:rsid w:val="00B31D7A"/>
    <w:rsid w:val="00B31F72"/>
    <w:rsid w:val="00B3293D"/>
    <w:rsid w:val="00B32B5B"/>
    <w:rsid w:val="00B32BA5"/>
    <w:rsid w:val="00B3361F"/>
    <w:rsid w:val="00B34017"/>
    <w:rsid w:val="00B342AC"/>
    <w:rsid w:val="00B3435E"/>
    <w:rsid w:val="00B346D7"/>
    <w:rsid w:val="00B34926"/>
    <w:rsid w:val="00B34B4A"/>
    <w:rsid w:val="00B352AA"/>
    <w:rsid w:val="00B353ED"/>
    <w:rsid w:val="00B35A7C"/>
    <w:rsid w:val="00B366C5"/>
    <w:rsid w:val="00B368C9"/>
    <w:rsid w:val="00B36DD7"/>
    <w:rsid w:val="00B400D1"/>
    <w:rsid w:val="00B402B5"/>
    <w:rsid w:val="00B40D20"/>
    <w:rsid w:val="00B40E36"/>
    <w:rsid w:val="00B41082"/>
    <w:rsid w:val="00B425D0"/>
    <w:rsid w:val="00B42921"/>
    <w:rsid w:val="00B42DCA"/>
    <w:rsid w:val="00B432BE"/>
    <w:rsid w:val="00B43DAA"/>
    <w:rsid w:val="00B43EDE"/>
    <w:rsid w:val="00B44E0C"/>
    <w:rsid w:val="00B44EA6"/>
    <w:rsid w:val="00B4504E"/>
    <w:rsid w:val="00B451EA"/>
    <w:rsid w:val="00B45392"/>
    <w:rsid w:val="00B45393"/>
    <w:rsid w:val="00B457EF"/>
    <w:rsid w:val="00B4582C"/>
    <w:rsid w:val="00B459C0"/>
    <w:rsid w:val="00B45CD4"/>
    <w:rsid w:val="00B45F99"/>
    <w:rsid w:val="00B46061"/>
    <w:rsid w:val="00B460BB"/>
    <w:rsid w:val="00B460CB"/>
    <w:rsid w:val="00B46374"/>
    <w:rsid w:val="00B463E2"/>
    <w:rsid w:val="00B4645C"/>
    <w:rsid w:val="00B465D8"/>
    <w:rsid w:val="00B46728"/>
    <w:rsid w:val="00B46792"/>
    <w:rsid w:val="00B467DB"/>
    <w:rsid w:val="00B46C08"/>
    <w:rsid w:val="00B46D40"/>
    <w:rsid w:val="00B476C6"/>
    <w:rsid w:val="00B47CE1"/>
    <w:rsid w:val="00B47D71"/>
    <w:rsid w:val="00B47ED7"/>
    <w:rsid w:val="00B50779"/>
    <w:rsid w:val="00B50A7B"/>
    <w:rsid w:val="00B5141E"/>
    <w:rsid w:val="00B5184E"/>
    <w:rsid w:val="00B5198B"/>
    <w:rsid w:val="00B520A0"/>
    <w:rsid w:val="00B52830"/>
    <w:rsid w:val="00B535D1"/>
    <w:rsid w:val="00B53A60"/>
    <w:rsid w:val="00B53D67"/>
    <w:rsid w:val="00B53E1D"/>
    <w:rsid w:val="00B542AD"/>
    <w:rsid w:val="00B55089"/>
    <w:rsid w:val="00B55AD7"/>
    <w:rsid w:val="00B566A6"/>
    <w:rsid w:val="00B56B31"/>
    <w:rsid w:val="00B56E1E"/>
    <w:rsid w:val="00B57125"/>
    <w:rsid w:val="00B57885"/>
    <w:rsid w:val="00B5797F"/>
    <w:rsid w:val="00B57B49"/>
    <w:rsid w:val="00B600E8"/>
    <w:rsid w:val="00B60159"/>
    <w:rsid w:val="00B6064C"/>
    <w:rsid w:val="00B607E3"/>
    <w:rsid w:val="00B6083A"/>
    <w:rsid w:val="00B60988"/>
    <w:rsid w:val="00B60AE5"/>
    <w:rsid w:val="00B60F55"/>
    <w:rsid w:val="00B61266"/>
    <w:rsid w:val="00B62082"/>
    <w:rsid w:val="00B625B5"/>
    <w:rsid w:val="00B6260E"/>
    <w:rsid w:val="00B62693"/>
    <w:rsid w:val="00B62FCE"/>
    <w:rsid w:val="00B6314B"/>
    <w:rsid w:val="00B636D3"/>
    <w:rsid w:val="00B63848"/>
    <w:rsid w:val="00B639DE"/>
    <w:rsid w:val="00B63A2C"/>
    <w:rsid w:val="00B63B21"/>
    <w:rsid w:val="00B63E5B"/>
    <w:rsid w:val="00B64380"/>
    <w:rsid w:val="00B64DB1"/>
    <w:rsid w:val="00B64FF0"/>
    <w:rsid w:val="00B65137"/>
    <w:rsid w:val="00B65214"/>
    <w:rsid w:val="00B65403"/>
    <w:rsid w:val="00B65435"/>
    <w:rsid w:val="00B654F0"/>
    <w:rsid w:val="00B6577E"/>
    <w:rsid w:val="00B65AC1"/>
    <w:rsid w:val="00B65BA6"/>
    <w:rsid w:val="00B65CA1"/>
    <w:rsid w:val="00B65D18"/>
    <w:rsid w:val="00B66047"/>
    <w:rsid w:val="00B6652A"/>
    <w:rsid w:val="00B66597"/>
    <w:rsid w:val="00B66721"/>
    <w:rsid w:val="00B66844"/>
    <w:rsid w:val="00B6688B"/>
    <w:rsid w:val="00B67286"/>
    <w:rsid w:val="00B67463"/>
    <w:rsid w:val="00B674E1"/>
    <w:rsid w:val="00B679DD"/>
    <w:rsid w:val="00B679F5"/>
    <w:rsid w:val="00B67CC2"/>
    <w:rsid w:val="00B700BF"/>
    <w:rsid w:val="00B70974"/>
    <w:rsid w:val="00B70CE8"/>
    <w:rsid w:val="00B70F08"/>
    <w:rsid w:val="00B712B3"/>
    <w:rsid w:val="00B716C2"/>
    <w:rsid w:val="00B71DAC"/>
    <w:rsid w:val="00B72383"/>
    <w:rsid w:val="00B72636"/>
    <w:rsid w:val="00B726E5"/>
    <w:rsid w:val="00B729A5"/>
    <w:rsid w:val="00B729D0"/>
    <w:rsid w:val="00B72C35"/>
    <w:rsid w:val="00B72CC8"/>
    <w:rsid w:val="00B73022"/>
    <w:rsid w:val="00B730FA"/>
    <w:rsid w:val="00B736F1"/>
    <w:rsid w:val="00B738C1"/>
    <w:rsid w:val="00B73BCE"/>
    <w:rsid w:val="00B73C58"/>
    <w:rsid w:val="00B7411F"/>
    <w:rsid w:val="00B745C6"/>
    <w:rsid w:val="00B74748"/>
    <w:rsid w:val="00B74AD9"/>
    <w:rsid w:val="00B74C4A"/>
    <w:rsid w:val="00B74F65"/>
    <w:rsid w:val="00B7516A"/>
    <w:rsid w:val="00B75A5A"/>
    <w:rsid w:val="00B75C58"/>
    <w:rsid w:val="00B75DF1"/>
    <w:rsid w:val="00B75E9C"/>
    <w:rsid w:val="00B763BF"/>
    <w:rsid w:val="00B763DA"/>
    <w:rsid w:val="00B764A2"/>
    <w:rsid w:val="00B766D9"/>
    <w:rsid w:val="00B7674D"/>
    <w:rsid w:val="00B76B40"/>
    <w:rsid w:val="00B76B90"/>
    <w:rsid w:val="00B77075"/>
    <w:rsid w:val="00B77438"/>
    <w:rsid w:val="00B775E1"/>
    <w:rsid w:val="00B77F37"/>
    <w:rsid w:val="00B804B6"/>
    <w:rsid w:val="00B80671"/>
    <w:rsid w:val="00B806C0"/>
    <w:rsid w:val="00B806F3"/>
    <w:rsid w:val="00B80B27"/>
    <w:rsid w:val="00B81029"/>
    <w:rsid w:val="00B817C3"/>
    <w:rsid w:val="00B81A66"/>
    <w:rsid w:val="00B81BB0"/>
    <w:rsid w:val="00B81EC8"/>
    <w:rsid w:val="00B81F2E"/>
    <w:rsid w:val="00B81F3A"/>
    <w:rsid w:val="00B829A2"/>
    <w:rsid w:val="00B82A1A"/>
    <w:rsid w:val="00B839EE"/>
    <w:rsid w:val="00B83B96"/>
    <w:rsid w:val="00B83BAE"/>
    <w:rsid w:val="00B83F4E"/>
    <w:rsid w:val="00B842C5"/>
    <w:rsid w:val="00B8463C"/>
    <w:rsid w:val="00B85452"/>
    <w:rsid w:val="00B857F0"/>
    <w:rsid w:val="00B85A2D"/>
    <w:rsid w:val="00B85BD9"/>
    <w:rsid w:val="00B86173"/>
    <w:rsid w:val="00B86769"/>
    <w:rsid w:val="00B86BF1"/>
    <w:rsid w:val="00B86C55"/>
    <w:rsid w:val="00B87161"/>
    <w:rsid w:val="00B87930"/>
    <w:rsid w:val="00B90087"/>
    <w:rsid w:val="00B90783"/>
    <w:rsid w:val="00B9079D"/>
    <w:rsid w:val="00B908AB"/>
    <w:rsid w:val="00B90C74"/>
    <w:rsid w:val="00B90FA7"/>
    <w:rsid w:val="00B91A4F"/>
    <w:rsid w:val="00B91C94"/>
    <w:rsid w:val="00B9237C"/>
    <w:rsid w:val="00B92941"/>
    <w:rsid w:val="00B9382C"/>
    <w:rsid w:val="00B93DA7"/>
    <w:rsid w:val="00B93FC2"/>
    <w:rsid w:val="00B9404A"/>
    <w:rsid w:val="00B940EA"/>
    <w:rsid w:val="00B941D8"/>
    <w:rsid w:val="00B944C4"/>
    <w:rsid w:val="00B94A50"/>
    <w:rsid w:val="00B95690"/>
    <w:rsid w:val="00B95B33"/>
    <w:rsid w:val="00B95D05"/>
    <w:rsid w:val="00B96579"/>
    <w:rsid w:val="00B9668F"/>
    <w:rsid w:val="00B96C96"/>
    <w:rsid w:val="00B96EDE"/>
    <w:rsid w:val="00B974E4"/>
    <w:rsid w:val="00B97A13"/>
    <w:rsid w:val="00B97DF5"/>
    <w:rsid w:val="00BA028C"/>
    <w:rsid w:val="00BA0320"/>
    <w:rsid w:val="00BA04DA"/>
    <w:rsid w:val="00BA0671"/>
    <w:rsid w:val="00BA0C4F"/>
    <w:rsid w:val="00BA0E72"/>
    <w:rsid w:val="00BA147B"/>
    <w:rsid w:val="00BA1871"/>
    <w:rsid w:val="00BA1A97"/>
    <w:rsid w:val="00BA1FC5"/>
    <w:rsid w:val="00BA2087"/>
    <w:rsid w:val="00BA2C58"/>
    <w:rsid w:val="00BA2DED"/>
    <w:rsid w:val="00BA3032"/>
    <w:rsid w:val="00BA3B03"/>
    <w:rsid w:val="00BA3CC2"/>
    <w:rsid w:val="00BA46BF"/>
    <w:rsid w:val="00BA49FD"/>
    <w:rsid w:val="00BA4A41"/>
    <w:rsid w:val="00BA5076"/>
    <w:rsid w:val="00BA5260"/>
    <w:rsid w:val="00BA53F6"/>
    <w:rsid w:val="00BA54EF"/>
    <w:rsid w:val="00BA5C58"/>
    <w:rsid w:val="00BA5F01"/>
    <w:rsid w:val="00BA6C66"/>
    <w:rsid w:val="00BA77DD"/>
    <w:rsid w:val="00BA7DC8"/>
    <w:rsid w:val="00BA7E7D"/>
    <w:rsid w:val="00BB0278"/>
    <w:rsid w:val="00BB0383"/>
    <w:rsid w:val="00BB0585"/>
    <w:rsid w:val="00BB06C0"/>
    <w:rsid w:val="00BB0B1E"/>
    <w:rsid w:val="00BB0E54"/>
    <w:rsid w:val="00BB13D1"/>
    <w:rsid w:val="00BB1627"/>
    <w:rsid w:val="00BB18E0"/>
    <w:rsid w:val="00BB1B2F"/>
    <w:rsid w:val="00BB1E5B"/>
    <w:rsid w:val="00BB1EF5"/>
    <w:rsid w:val="00BB2438"/>
    <w:rsid w:val="00BB2602"/>
    <w:rsid w:val="00BB3003"/>
    <w:rsid w:val="00BB3418"/>
    <w:rsid w:val="00BB3851"/>
    <w:rsid w:val="00BB3994"/>
    <w:rsid w:val="00BB3D06"/>
    <w:rsid w:val="00BB3E25"/>
    <w:rsid w:val="00BB3FC3"/>
    <w:rsid w:val="00BB47B1"/>
    <w:rsid w:val="00BB4D45"/>
    <w:rsid w:val="00BB54E7"/>
    <w:rsid w:val="00BB5A41"/>
    <w:rsid w:val="00BB5E9E"/>
    <w:rsid w:val="00BB5FEB"/>
    <w:rsid w:val="00BB648F"/>
    <w:rsid w:val="00BB6501"/>
    <w:rsid w:val="00BB6905"/>
    <w:rsid w:val="00BB6922"/>
    <w:rsid w:val="00BB6D41"/>
    <w:rsid w:val="00BB7041"/>
    <w:rsid w:val="00BB74AF"/>
    <w:rsid w:val="00BB768F"/>
    <w:rsid w:val="00BB7728"/>
    <w:rsid w:val="00BB794B"/>
    <w:rsid w:val="00BB7ABC"/>
    <w:rsid w:val="00BB7B81"/>
    <w:rsid w:val="00BB7E54"/>
    <w:rsid w:val="00BBCB6C"/>
    <w:rsid w:val="00BC01A3"/>
    <w:rsid w:val="00BC0526"/>
    <w:rsid w:val="00BC06D7"/>
    <w:rsid w:val="00BC0744"/>
    <w:rsid w:val="00BC0801"/>
    <w:rsid w:val="00BC178B"/>
    <w:rsid w:val="00BC1CCA"/>
    <w:rsid w:val="00BC2344"/>
    <w:rsid w:val="00BC2B14"/>
    <w:rsid w:val="00BC2C59"/>
    <w:rsid w:val="00BC2F93"/>
    <w:rsid w:val="00BC37EC"/>
    <w:rsid w:val="00BC395B"/>
    <w:rsid w:val="00BC3B33"/>
    <w:rsid w:val="00BC4046"/>
    <w:rsid w:val="00BC427E"/>
    <w:rsid w:val="00BC4449"/>
    <w:rsid w:val="00BC454F"/>
    <w:rsid w:val="00BC4BDA"/>
    <w:rsid w:val="00BC4CD0"/>
    <w:rsid w:val="00BC5060"/>
    <w:rsid w:val="00BC5362"/>
    <w:rsid w:val="00BC5E84"/>
    <w:rsid w:val="00BC631E"/>
    <w:rsid w:val="00BC63DE"/>
    <w:rsid w:val="00BC67B0"/>
    <w:rsid w:val="00BC69D7"/>
    <w:rsid w:val="00BC6C10"/>
    <w:rsid w:val="00BC6F6E"/>
    <w:rsid w:val="00BC7D45"/>
    <w:rsid w:val="00BD03E7"/>
    <w:rsid w:val="00BD095C"/>
    <w:rsid w:val="00BD09EA"/>
    <w:rsid w:val="00BD0A26"/>
    <w:rsid w:val="00BD1092"/>
    <w:rsid w:val="00BD1773"/>
    <w:rsid w:val="00BD1BE5"/>
    <w:rsid w:val="00BD20A7"/>
    <w:rsid w:val="00BD2222"/>
    <w:rsid w:val="00BD28F3"/>
    <w:rsid w:val="00BD2A82"/>
    <w:rsid w:val="00BD2D19"/>
    <w:rsid w:val="00BD341B"/>
    <w:rsid w:val="00BD3AEB"/>
    <w:rsid w:val="00BD3DA4"/>
    <w:rsid w:val="00BD45F4"/>
    <w:rsid w:val="00BD473D"/>
    <w:rsid w:val="00BD4A6B"/>
    <w:rsid w:val="00BD4DEC"/>
    <w:rsid w:val="00BD591E"/>
    <w:rsid w:val="00BD5E66"/>
    <w:rsid w:val="00BD60B2"/>
    <w:rsid w:val="00BD6313"/>
    <w:rsid w:val="00BD6A08"/>
    <w:rsid w:val="00BD6F12"/>
    <w:rsid w:val="00BD6F39"/>
    <w:rsid w:val="00BD6FE7"/>
    <w:rsid w:val="00BD7510"/>
    <w:rsid w:val="00BD77E9"/>
    <w:rsid w:val="00BD7C71"/>
    <w:rsid w:val="00BE0157"/>
    <w:rsid w:val="00BE02FB"/>
    <w:rsid w:val="00BE0587"/>
    <w:rsid w:val="00BE0871"/>
    <w:rsid w:val="00BE08C1"/>
    <w:rsid w:val="00BE0B3D"/>
    <w:rsid w:val="00BE10B1"/>
    <w:rsid w:val="00BE1C01"/>
    <w:rsid w:val="00BE1F1B"/>
    <w:rsid w:val="00BE20A8"/>
    <w:rsid w:val="00BE27BD"/>
    <w:rsid w:val="00BE28EC"/>
    <w:rsid w:val="00BE2B04"/>
    <w:rsid w:val="00BE2F01"/>
    <w:rsid w:val="00BE3302"/>
    <w:rsid w:val="00BE33BA"/>
    <w:rsid w:val="00BE3831"/>
    <w:rsid w:val="00BE3E08"/>
    <w:rsid w:val="00BE3F0B"/>
    <w:rsid w:val="00BE404F"/>
    <w:rsid w:val="00BE410C"/>
    <w:rsid w:val="00BE4331"/>
    <w:rsid w:val="00BE460E"/>
    <w:rsid w:val="00BE46F6"/>
    <w:rsid w:val="00BE4946"/>
    <w:rsid w:val="00BE4FF8"/>
    <w:rsid w:val="00BE4FFF"/>
    <w:rsid w:val="00BE57C4"/>
    <w:rsid w:val="00BE5EFB"/>
    <w:rsid w:val="00BE6383"/>
    <w:rsid w:val="00BE6825"/>
    <w:rsid w:val="00BE6999"/>
    <w:rsid w:val="00BE6B66"/>
    <w:rsid w:val="00BE70E5"/>
    <w:rsid w:val="00BE730B"/>
    <w:rsid w:val="00BE779A"/>
    <w:rsid w:val="00BE7A9F"/>
    <w:rsid w:val="00BE7F3E"/>
    <w:rsid w:val="00BF0019"/>
    <w:rsid w:val="00BF0226"/>
    <w:rsid w:val="00BF03EF"/>
    <w:rsid w:val="00BF0540"/>
    <w:rsid w:val="00BF0A4A"/>
    <w:rsid w:val="00BF0A95"/>
    <w:rsid w:val="00BF0EC3"/>
    <w:rsid w:val="00BF0ED5"/>
    <w:rsid w:val="00BF130D"/>
    <w:rsid w:val="00BF13A3"/>
    <w:rsid w:val="00BF149B"/>
    <w:rsid w:val="00BF1891"/>
    <w:rsid w:val="00BF1D42"/>
    <w:rsid w:val="00BF2416"/>
    <w:rsid w:val="00BF27A2"/>
    <w:rsid w:val="00BF289C"/>
    <w:rsid w:val="00BF2B6E"/>
    <w:rsid w:val="00BF3079"/>
    <w:rsid w:val="00BF4096"/>
    <w:rsid w:val="00BF4439"/>
    <w:rsid w:val="00BF4784"/>
    <w:rsid w:val="00BF4C3B"/>
    <w:rsid w:val="00BF4F01"/>
    <w:rsid w:val="00BF5E0E"/>
    <w:rsid w:val="00BF621B"/>
    <w:rsid w:val="00BF6635"/>
    <w:rsid w:val="00BF6B3B"/>
    <w:rsid w:val="00BF6C26"/>
    <w:rsid w:val="00BF6E9D"/>
    <w:rsid w:val="00BF7564"/>
    <w:rsid w:val="00BF7A54"/>
    <w:rsid w:val="00BF7D4A"/>
    <w:rsid w:val="00C00181"/>
    <w:rsid w:val="00C002A7"/>
    <w:rsid w:val="00C0054E"/>
    <w:rsid w:val="00C007BB"/>
    <w:rsid w:val="00C00CE4"/>
    <w:rsid w:val="00C00D62"/>
    <w:rsid w:val="00C00E2C"/>
    <w:rsid w:val="00C01126"/>
    <w:rsid w:val="00C01233"/>
    <w:rsid w:val="00C01C7A"/>
    <w:rsid w:val="00C01DD3"/>
    <w:rsid w:val="00C0294E"/>
    <w:rsid w:val="00C02C01"/>
    <w:rsid w:val="00C03181"/>
    <w:rsid w:val="00C04409"/>
    <w:rsid w:val="00C047BB"/>
    <w:rsid w:val="00C04802"/>
    <w:rsid w:val="00C05304"/>
    <w:rsid w:val="00C0552E"/>
    <w:rsid w:val="00C05621"/>
    <w:rsid w:val="00C05C75"/>
    <w:rsid w:val="00C06076"/>
    <w:rsid w:val="00C06AD4"/>
    <w:rsid w:val="00C06DAE"/>
    <w:rsid w:val="00C06FC0"/>
    <w:rsid w:val="00C073F8"/>
    <w:rsid w:val="00C076F6"/>
    <w:rsid w:val="00C07733"/>
    <w:rsid w:val="00C07860"/>
    <w:rsid w:val="00C078F5"/>
    <w:rsid w:val="00C100E4"/>
    <w:rsid w:val="00C11013"/>
    <w:rsid w:val="00C1114F"/>
    <w:rsid w:val="00C11342"/>
    <w:rsid w:val="00C1141B"/>
    <w:rsid w:val="00C11781"/>
    <w:rsid w:val="00C117CE"/>
    <w:rsid w:val="00C11CF8"/>
    <w:rsid w:val="00C12116"/>
    <w:rsid w:val="00C12604"/>
    <w:rsid w:val="00C12AA6"/>
    <w:rsid w:val="00C13039"/>
    <w:rsid w:val="00C13129"/>
    <w:rsid w:val="00C134E2"/>
    <w:rsid w:val="00C13ACA"/>
    <w:rsid w:val="00C141A0"/>
    <w:rsid w:val="00C14229"/>
    <w:rsid w:val="00C1427F"/>
    <w:rsid w:val="00C14808"/>
    <w:rsid w:val="00C1492F"/>
    <w:rsid w:val="00C1499A"/>
    <w:rsid w:val="00C14B78"/>
    <w:rsid w:val="00C15422"/>
    <w:rsid w:val="00C159DA"/>
    <w:rsid w:val="00C15D22"/>
    <w:rsid w:val="00C15D69"/>
    <w:rsid w:val="00C15F58"/>
    <w:rsid w:val="00C16FE7"/>
    <w:rsid w:val="00C1721F"/>
    <w:rsid w:val="00C1795A"/>
    <w:rsid w:val="00C17AE2"/>
    <w:rsid w:val="00C17D8F"/>
    <w:rsid w:val="00C20225"/>
    <w:rsid w:val="00C20727"/>
    <w:rsid w:val="00C20CF1"/>
    <w:rsid w:val="00C20DEE"/>
    <w:rsid w:val="00C20FF0"/>
    <w:rsid w:val="00C213DA"/>
    <w:rsid w:val="00C2162A"/>
    <w:rsid w:val="00C2189A"/>
    <w:rsid w:val="00C21F9E"/>
    <w:rsid w:val="00C2218A"/>
    <w:rsid w:val="00C22FD2"/>
    <w:rsid w:val="00C23155"/>
    <w:rsid w:val="00C231B4"/>
    <w:rsid w:val="00C23237"/>
    <w:rsid w:val="00C233B8"/>
    <w:rsid w:val="00C23808"/>
    <w:rsid w:val="00C23841"/>
    <w:rsid w:val="00C23ABB"/>
    <w:rsid w:val="00C23B65"/>
    <w:rsid w:val="00C23FA6"/>
    <w:rsid w:val="00C23FB3"/>
    <w:rsid w:val="00C241F9"/>
    <w:rsid w:val="00C2435F"/>
    <w:rsid w:val="00C24815"/>
    <w:rsid w:val="00C24970"/>
    <w:rsid w:val="00C24A52"/>
    <w:rsid w:val="00C24AD0"/>
    <w:rsid w:val="00C24BFC"/>
    <w:rsid w:val="00C25284"/>
    <w:rsid w:val="00C255E9"/>
    <w:rsid w:val="00C25C12"/>
    <w:rsid w:val="00C2604B"/>
    <w:rsid w:val="00C260A1"/>
    <w:rsid w:val="00C262A8"/>
    <w:rsid w:val="00C262B7"/>
    <w:rsid w:val="00C2694A"/>
    <w:rsid w:val="00C26963"/>
    <w:rsid w:val="00C27497"/>
    <w:rsid w:val="00C27ADC"/>
    <w:rsid w:val="00C30BE5"/>
    <w:rsid w:val="00C3101E"/>
    <w:rsid w:val="00C31074"/>
    <w:rsid w:val="00C310E4"/>
    <w:rsid w:val="00C3177D"/>
    <w:rsid w:val="00C317CB"/>
    <w:rsid w:val="00C31B21"/>
    <w:rsid w:val="00C322F5"/>
    <w:rsid w:val="00C327EE"/>
    <w:rsid w:val="00C328DD"/>
    <w:rsid w:val="00C3290A"/>
    <w:rsid w:val="00C32E67"/>
    <w:rsid w:val="00C32F03"/>
    <w:rsid w:val="00C333E9"/>
    <w:rsid w:val="00C336BE"/>
    <w:rsid w:val="00C33755"/>
    <w:rsid w:val="00C33B9A"/>
    <w:rsid w:val="00C33E1D"/>
    <w:rsid w:val="00C33E25"/>
    <w:rsid w:val="00C34F23"/>
    <w:rsid w:val="00C34F32"/>
    <w:rsid w:val="00C3574F"/>
    <w:rsid w:val="00C3578D"/>
    <w:rsid w:val="00C358CE"/>
    <w:rsid w:val="00C36152"/>
    <w:rsid w:val="00C36A1F"/>
    <w:rsid w:val="00C36FC8"/>
    <w:rsid w:val="00C37099"/>
    <w:rsid w:val="00C37419"/>
    <w:rsid w:val="00C37C20"/>
    <w:rsid w:val="00C37E48"/>
    <w:rsid w:val="00C37ECF"/>
    <w:rsid w:val="00C40165"/>
    <w:rsid w:val="00C402B2"/>
    <w:rsid w:val="00C402D5"/>
    <w:rsid w:val="00C4034B"/>
    <w:rsid w:val="00C4061A"/>
    <w:rsid w:val="00C4084F"/>
    <w:rsid w:val="00C40B55"/>
    <w:rsid w:val="00C40E24"/>
    <w:rsid w:val="00C40F02"/>
    <w:rsid w:val="00C41031"/>
    <w:rsid w:val="00C41197"/>
    <w:rsid w:val="00C41215"/>
    <w:rsid w:val="00C41707"/>
    <w:rsid w:val="00C418EB"/>
    <w:rsid w:val="00C419E7"/>
    <w:rsid w:val="00C41B3A"/>
    <w:rsid w:val="00C41C48"/>
    <w:rsid w:val="00C42120"/>
    <w:rsid w:val="00C42223"/>
    <w:rsid w:val="00C42428"/>
    <w:rsid w:val="00C42530"/>
    <w:rsid w:val="00C42547"/>
    <w:rsid w:val="00C428DB"/>
    <w:rsid w:val="00C42EA0"/>
    <w:rsid w:val="00C42ED9"/>
    <w:rsid w:val="00C43021"/>
    <w:rsid w:val="00C43AC3"/>
    <w:rsid w:val="00C4480D"/>
    <w:rsid w:val="00C44CFD"/>
    <w:rsid w:val="00C45275"/>
    <w:rsid w:val="00C453DE"/>
    <w:rsid w:val="00C45588"/>
    <w:rsid w:val="00C45654"/>
    <w:rsid w:val="00C45986"/>
    <w:rsid w:val="00C45C59"/>
    <w:rsid w:val="00C45DB4"/>
    <w:rsid w:val="00C45EBD"/>
    <w:rsid w:val="00C46433"/>
    <w:rsid w:val="00C46B63"/>
    <w:rsid w:val="00C46E2D"/>
    <w:rsid w:val="00C46E47"/>
    <w:rsid w:val="00C46F24"/>
    <w:rsid w:val="00C47108"/>
    <w:rsid w:val="00C47450"/>
    <w:rsid w:val="00C47FD2"/>
    <w:rsid w:val="00C50CF6"/>
    <w:rsid w:val="00C51252"/>
    <w:rsid w:val="00C51529"/>
    <w:rsid w:val="00C51638"/>
    <w:rsid w:val="00C51B78"/>
    <w:rsid w:val="00C51C55"/>
    <w:rsid w:val="00C51FA1"/>
    <w:rsid w:val="00C52140"/>
    <w:rsid w:val="00C52E20"/>
    <w:rsid w:val="00C52F7C"/>
    <w:rsid w:val="00C5301E"/>
    <w:rsid w:val="00C53467"/>
    <w:rsid w:val="00C5396E"/>
    <w:rsid w:val="00C53D97"/>
    <w:rsid w:val="00C53DBA"/>
    <w:rsid w:val="00C544E7"/>
    <w:rsid w:val="00C54B3B"/>
    <w:rsid w:val="00C55996"/>
    <w:rsid w:val="00C55A47"/>
    <w:rsid w:val="00C55E91"/>
    <w:rsid w:val="00C5644A"/>
    <w:rsid w:val="00C56848"/>
    <w:rsid w:val="00C571DC"/>
    <w:rsid w:val="00C5744F"/>
    <w:rsid w:val="00C574E4"/>
    <w:rsid w:val="00C57A6B"/>
    <w:rsid w:val="00C57E07"/>
    <w:rsid w:val="00C57FE4"/>
    <w:rsid w:val="00C60DD8"/>
    <w:rsid w:val="00C60F80"/>
    <w:rsid w:val="00C613F7"/>
    <w:rsid w:val="00C6142D"/>
    <w:rsid w:val="00C614CC"/>
    <w:rsid w:val="00C6183C"/>
    <w:rsid w:val="00C61984"/>
    <w:rsid w:val="00C62800"/>
    <w:rsid w:val="00C628AF"/>
    <w:rsid w:val="00C62C53"/>
    <w:rsid w:val="00C62F51"/>
    <w:rsid w:val="00C62FA0"/>
    <w:rsid w:val="00C632EE"/>
    <w:rsid w:val="00C63318"/>
    <w:rsid w:val="00C63381"/>
    <w:rsid w:val="00C6376A"/>
    <w:rsid w:val="00C63771"/>
    <w:rsid w:val="00C6391E"/>
    <w:rsid w:val="00C63989"/>
    <w:rsid w:val="00C63B51"/>
    <w:rsid w:val="00C63CB8"/>
    <w:rsid w:val="00C63F38"/>
    <w:rsid w:val="00C640B0"/>
    <w:rsid w:val="00C643FA"/>
    <w:rsid w:val="00C656CB"/>
    <w:rsid w:val="00C66264"/>
    <w:rsid w:val="00C662DD"/>
    <w:rsid w:val="00C6734E"/>
    <w:rsid w:val="00C67853"/>
    <w:rsid w:val="00C67ABB"/>
    <w:rsid w:val="00C67DFE"/>
    <w:rsid w:val="00C707C2"/>
    <w:rsid w:val="00C70F08"/>
    <w:rsid w:val="00C7101A"/>
    <w:rsid w:val="00C71514"/>
    <w:rsid w:val="00C715E8"/>
    <w:rsid w:val="00C72A80"/>
    <w:rsid w:val="00C72DBD"/>
    <w:rsid w:val="00C72E02"/>
    <w:rsid w:val="00C7347D"/>
    <w:rsid w:val="00C73672"/>
    <w:rsid w:val="00C73AD1"/>
    <w:rsid w:val="00C73EC7"/>
    <w:rsid w:val="00C7409B"/>
    <w:rsid w:val="00C74542"/>
    <w:rsid w:val="00C746E9"/>
    <w:rsid w:val="00C74B03"/>
    <w:rsid w:val="00C767D0"/>
    <w:rsid w:val="00C768FB"/>
    <w:rsid w:val="00C76C77"/>
    <w:rsid w:val="00C76E3A"/>
    <w:rsid w:val="00C77015"/>
    <w:rsid w:val="00C77127"/>
    <w:rsid w:val="00C77B13"/>
    <w:rsid w:val="00C77F09"/>
    <w:rsid w:val="00C80144"/>
    <w:rsid w:val="00C80941"/>
    <w:rsid w:val="00C80C41"/>
    <w:rsid w:val="00C81056"/>
    <w:rsid w:val="00C811F9"/>
    <w:rsid w:val="00C81AB5"/>
    <w:rsid w:val="00C81B0F"/>
    <w:rsid w:val="00C81EB6"/>
    <w:rsid w:val="00C81FCF"/>
    <w:rsid w:val="00C82344"/>
    <w:rsid w:val="00C823EF"/>
    <w:rsid w:val="00C824BE"/>
    <w:rsid w:val="00C82713"/>
    <w:rsid w:val="00C82F4C"/>
    <w:rsid w:val="00C82FD5"/>
    <w:rsid w:val="00C83453"/>
    <w:rsid w:val="00C8351E"/>
    <w:rsid w:val="00C83F04"/>
    <w:rsid w:val="00C84244"/>
    <w:rsid w:val="00C84686"/>
    <w:rsid w:val="00C84B82"/>
    <w:rsid w:val="00C8505B"/>
    <w:rsid w:val="00C85276"/>
    <w:rsid w:val="00C85C44"/>
    <w:rsid w:val="00C8636F"/>
    <w:rsid w:val="00C865F8"/>
    <w:rsid w:val="00C87256"/>
    <w:rsid w:val="00C8742E"/>
    <w:rsid w:val="00C875DF"/>
    <w:rsid w:val="00C87B2D"/>
    <w:rsid w:val="00C905FC"/>
    <w:rsid w:val="00C906E3"/>
    <w:rsid w:val="00C90E2F"/>
    <w:rsid w:val="00C9157E"/>
    <w:rsid w:val="00C91B5C"/>
    <w:rsid w:val="00C91E30"/>
    <w:rsid w:val="00C91FC6"/>
    <w:rsid w:val="00C9226A"/>
    <w:rsid w:val="00C92470"/>
    <w:rsid w:val="00C92726"/>
    <w:rsid w:val="00C928C0"/>
    <w:rsid w:val="00C92B17"/>
    <w:rsid w:val="00C92B65"/>
    <w:rsid w:val="00C933FB"/>
    <w:rsid w:val="00C936AA"/>
    <w:rsid w:val="00C93E73"/>
    <w:rsid w:val="00C94149"/>
    <w:rsid w:val="00C94326"/>
    <w:rsid w:val="00C94B03"/>
    <w:rsid w:val="00C94B58"/>
    <w:rsid w:val="00C95264"/>
    <w:rsid w:val="00C95306"/>
    <w:rsid w:val="00C95390"/>
    <w:rsid w:val="00C95BAB"/>
    <w:rsid w:val="00C95CEA"/>
    <w:rsid w:val="00C9623E"/>
    <w:rsid w:val="00C967F1"/>
    <w:rsid w:val="00C96C10"/>
    <w:rsid w:val="00C96E00"/>
    <w:rsid w:val="00C96FDF"/>
    <w:rsid w:val="00C974B5"/>
    <w:rsid w:val="00C974F8"/>
    <w:rsid w:val="00C97943"/>
    <w:rsid w:val="00C97EA4"/>
    <w:rsid w:val="00C97F47"/>
    <w:rsid w:val="00CA0034"/>
    <w:rsid w:val="00CA03F0"/>
    <w:rsid w:val="00CA0548"/>
    <w:rsid w:val="00CA066E"/>
    <w:rsid w:val="00CA1388"/>
    <w:rsid w:val="00CA15FF"/>
    <w:rsid w:val="00CA1786"/>
    <w:rsid w:val="00CA1B13"/>
    <w:rsid w:val="00CA1D0B"/>
    <w:rsid w:val="00CA1D76"/>
    <w:rsid w:val="00CA2119"/>
    <w:rsid w:val="00CA295B"/>
    <w:rsid w:val="00CA2BAA"/>
    <w:rsid w:val="00CA2CBC"/>
    <w:rsid w:val="00CA2F6A"/>
    <w:rsid w:val="00CA2F8D"/>
    <w:rsid w:val="00CA315E"/>
    <w:rsid w:val="00CA31C9"/>
    <w:rsid w:val="00CA33B5"/>
    <w:rsid w:val="00CA3A49"/>
    <w:rsid w:val="00CA3DA0"/>
    <w:rsid w:val="00CA3E0C"/>
    <w:rsid w:val="00CA40C2"/>
    <w:rsid w:val="00CA4134"/>
    <w:rsid w:val="00CA45D3"/>
    <w:rsid w:val="00CA4674"/>
    <w:rsid w:val="00CA4A54"/>
    <w:rsid w:val="00CA4C4D"/>
    <w:rsid w:val="00CA4DA8"/>
    <w:rsid w:val="00CA4F78"/>
    <w:rsid w:val="00CA511C"/>
    <w:rsid w:val="00CA5CFC"/>
    <w:rsid w:val="00CA630B"/>
    <w:rsid w:val="00CA660B"/>
    <w:rsid w:val="00CA690B"/>
    <w:rsid w:val="00CA6A0D"/>
    <w:rsid w:val="00CA6C1D"/>
    <w:rsid w:val="00CA72F6"/>
    <w:rsid w:val="00CA73CA"/>
    <w:rsid w:val="00CA758D"/>
    <w:rsid w:val="00CA76DD"/>
    <w:rsid w:val="00CA7A64"/>
    <w:rsid w:val="00CA7EBD"/>
    <w:rsid w:val="00CB063A"/>
    <w:rsid w:val="00CB06C8"/>
    <w:rsid w:val="00CB06F6"/>
    <w:rsid w:val="00CB08A2"/>
    <w:rsid w:val="00CB0A2E"/>
    <w:rsid w:val="00CB0BC9"/>
    <w:rsid w:val="00CB1220"/>
    <w:rsid w:val="00CB12B5"/>
    <w:rsid w:val="00CB1F4A"/>
    <w:rsid w:val="00CB2A44"/>
    <w:rsid w:val="00CB2A56"/>
    <w:rsid w:val="00CB2C1D"/>
    <w:rsid w:val="00CB347A"/>
    <w:rsid w:val="00CB37F9"/>
    <w:rsid w:val="00CB3C43"/>
    <w:rsid w:val="00CB3DD8"/>
    <w:rsid w:val="00CB4862"/>
    <w:rsid w:val="00CB4AE0"/>
    <w:rsid w:val="00CB573D"/>
    <w:rsid w:val="00CB5ED6"/>
    <w:rsid w:val="00CB5F25"/>
    <w:rsid w:val="00CB63E0"/>
    <w:rsid w:val="00CB672D"/>
    <w:rsid w:val="00CB67EB"/>
    <w:rsid w:val="00CB718D"/>
    <w:rsid w:val="00CB7510"/>
    <w:rsid w:val="00CB76D4"/>
    <w:rsid w:val="00CB7812"/>
    <w:rsid w:val="00CB7B69"/>
    <w:rsid w:val="00CB7BF7"/>
    <w:rsid w:val="00CB7C71"/>
    <w:rsid w:val="00CB7E50"/>
    <w:rsid w:val="00CC00BF"/>
    <w:rsid w:val="00CC036B"/>
    <w:rsid w:val="00CC04A0"/>
    <w:rsid w:val="00CC0633"/>
    <w:rsid w:val="00CC0711"/>
    <w:rsid w:val="00CC09C7"/>
    <w:rsid w:val="00CC0B3B"/>
    <w:rsid w:val="00CC1F22"/>
    <w:rsid w:val="00CC2529"/>
    <w:rsid w:val="00CC27AE"/>
    <w:rsid w:val="00CC28BD"/>
    <w:rsid w:val="00CC2B76"/>
    <w:rsid w:val="00CC2E0B"/>
    <w:rsid w:val="00CC2E64"/>
    <w:rsid w:val="00CC319C"/>
    <w:rsid w:val="00CC346C"/>
    <w:rsid w:val="00CC394B"/>
    <w:rsid w:val="00CC4125"/>
    <w:rsid w:val="00CC41AA"/>
    <w:rsid w:val="00CC43CC"/>
    <w:rsid w:val="00CC4424"/>
    <w:rsid w:val="00CC478B"/>
    <w:rsid w:val="00CC4B5B"/>
    <w:rsid w:val="00CC564F"/>
    <w:rsid w:val="00CC5CEE"/>
    <w:rsid w:val="00CC624C"/>
    <w:rsid w:val="00CC6605"/>
    <w:rsid w:val="00CC6C16"/>
    <w:rsid w:val="00CC6DBC"/>
    <w:rsid w:val="00CC720D"/>
    <w:rsid w:val="00CC72C9"/>
    <w:rsid w:val="00CC7321"/>
    <w:rsid w:val="00CC73CA"/>
    <w:rsid w:val="00CC7CFE"/>
    <w:rsid w:val="00CD04F0"/>
    <w:rsid w:val="00CD0969"/>
    <w:rsid w:val="00CD09E7"/>
    <w:rsid w:val="00CD1001"/>
    <w:rsid w:val="00CD1B4E"/>
    <w:rsid w:val="00CD281D"/>
    <w:rsid w:val="00CD2B4E"/>
    <w:rsid w:val="00CD2B74"/>
    <w:rsid w:val="00CD2FCD"/>
    <w:rsid w:val="00CD357F"/>
    <w:rsid w:val="00CD3C9E"/>
    <w:rsid w:val="00CD3D90"/>
    <w:rsid w:val="00CD4DFE"/>
    <w:rsid w:val="00CD4FEC"/>
    <w:rsid w:val="00CD5361"/>
    <w:rsid w:val="00CD6305"/>
    <w:rsid w:val="00CD67AE"/>
    <w:rsid w:val="00CD6FD2"/>
    <w:rsid w:val="00CD7668"/>
    <w:rsid w:val="00CD7864"/>
    <w:rsid w:val="00CE0223"/>
    <w:rsid w:val="00CE0C5D"/>
    <w:rsid w:val="00CE151C"/>
    <w:rsid w:val="00CE1EE9"/>
    <w:rsid w:val="00CE2851"/>
    <w:rsid w:val="00CE2DA0"/>
    <w:rsid w:val="00CE2EAB"/>
    <w:rsid w:val="00CE30EF"/>
    <w:rsid w:val="00CE3213"/>
    <w:rsid w:val="00CE33B7"/>
    <w:rsid w:val="00CE34F2"/>
    <w:rsid w:val="00CE3D04"/>
    <w:rsid w:val="00CE3E61"/>
    <w:rsid w:val="00CE4457"/>
    <w:rsid w:val="00CE4AB7"/>
    <w:rsid w:val="00CE53A5"/>
    <w:rsid w:val="00CE57C7"/>
    <w:rsid w:val="00CE5929"/>
    <w:rsid w:val="00CE6342"/>
    <w:rsid w:val="00CE6781"/>
    <w:rsid w:val="00CE69E4"/>
    <w:rsid w:val="00CE6B2F"/>
    <w:rsid w:val="00CE6B6F"/>
    <w:rsid w:val="00CE6E1A"/>
    <w:rsid w:val="00CE6F49"/>
    <w:rsid w:val="00CE7001"/>
    <w:rsid w:val="00CE71D2"/>
    <w:rsid w:val="00CE725A"/>
    <w:rsid w:val="00CE7560"/>
    <w:rsid w:val="00CE7FBE"/>
    <w:rsid w:val="00CF0FEA"/>
    <w:rsid w:val="00CF0FF6"/>
    <w:rsid w:val="00CF1562"/>
    <w:rsid w:val="00CF18B3"/>
    <w:rsid w:val="00CF1C59"/>
    <w:rsid w:val="00CF1DDB"/>
    <w:rsid w:val="00CF2284"/>
    <w:rsid w:val="00CF22EF"/>
    <w:rsid w:val="00CF2936"/>
    <w:rsid w:val="00CF3173"/>
    <w:rsid w:val="00CF35E5"/>
    <w:rsid w:val="00CF374C"/>
    <w:rsid w:val="00CF3A02"/>
    <w:rsid w:val="00CF3D3D"/>
    <w:rsid w:val="00CF4C0E"/>
    <w:rsid w:val="00CF5062"/>
    <w:rsid w:val="00CF507B"/>
    <w:rsid w:val="00CF5206"/>
    <w:rsid w:val="00CF523D"/>
    <w:rsid w:val="00CF5E7C"/>
    <w:rsid w:val="00CF61D5"/>
    <w:rsid w:val="00CF63BF"/>
    <w:rsid w:val="00CF6699"/>
    <w:rsid w:val="00CF6B1B"/>
    <w:rsid w:val="00CF6B99"/>
    <w:rsid w:val="00CF718A"/>
    <w:rsid w:val="00CF7654"/>
    <w:rsid w:val="00CF7987"/>
    <w:rsid w:val="00CF79A7"/>
    <w:rsid w:val="00CF7C33"/>
    <w:rsid w:val="00CF7CB4"/>
    <w:rsid w:val="00CF7ED2"/>
    <w:rsid w:val="00D00256"/>
    <w:rsid w:val="00D00265"/>
    <w:rsid w:val="00D0047E"/>
    <w:rsid w:val="00D009C2"/>
    <w:rsid w:val="00D00D2D"/>
    <w:rsid w:val="00D00E2C"/>
    <w:rsid w:val="00D010C6"/>
    <w:rsid w:val="00D01348"/>
    <w:rsid w:val="00D01505"/>
    <w:rsid w:val="00D016CF"/>
    <w:rsid w:val="00D0202E"/>
    <w:rsid w:val="00D020E4"/>
    <w:rsid w:val="00D022FF"/>
    <w:rsid w:val="00D02714"/>
    <w:rsid w:val="00D027F1"/>
    <w:rsid w:val="00D02B78"/>
    <w:rsid w:val="00D03251"/>
    <w:rsid w:val="00D03E8F"/>
    <w:rsid w:val="00D04257"/>
    <w:rsid w:val="00D04A74"/>
    <w:rsid w:val="00D0594A"/>
    <w:rsid w:val="00D05A5B"/>
    <w:rsid w:val="00D05A94"/>
    <w:rsid w:val="00D05E4B"/>
    <w:rsid w:val="00D06B17"/>
    <w:rsid w:val="00D06C87"/>
    <w:rsid w:val="00D0709A"/>
    <w:rsid w:val="00D07316"/>
    <w:rsid w:val="00D10430"/>
    <w:rsid w:val="00D1080F"/>
    <w:rsid w:val="00D112B6"/>
    <w:rsid w:val="00D1133C"/>
    <w:rsid w:val="00D12525"/>
    <w:rsid w:val="00D1262D"/>
    <w:rsid w:val="00D12796"/>
    <w:rsid w:val="00D127CA"/>
    <w:rsid w:val="00D130AB"/>
    <w:rsid w:val="00D132D4"/>
    <w:rsid w:val="00D13E8B"/>
    <w:rsid w:val="00D14294"/>
    <w:rsid w:val="00D14423"/>
    <w:rsid w:val="00D16320"/>
    <w:rsid w:val="00D16461"/>
    <w:rsid w:val="00D16C0F"/>
    <w:rsid w:val="00D16DDF"/>
    <w:rsid w:val="00D17068"/>
    <w:rsid w:val="00D1765A"/>
    <w:rsid w:val="00D17797"/>
    <w:rsid w:val="00D177D6"/>
    <w:rsid w:val="00D17C25"/>
    <w:rsid w:val="00D17CA1"/>
    <w:rsid w:val="00D17EE1"/>
    <w:rsid w:val="00D20A57"/>
    <w:rsid w:val="00D20C78"/>
    <w:rsid w:val="00D21013"/>
    <w:rsid w:val="00D21026"/>
    <w:rsid w:val="00D214A3"/>
    <w:rsid w:val="00D22017"/>
    <w:rsid w:val="00D226F5"/>
    <w:rsid w:val="00D22866"/>
    <w:rsid w:val="00D22BD7"/>
    <w:rsid w:val="00D231D0"/>
    <w:rsid w:val="00D232B4"/>
    <w:rsid w:val="00D2383B"/>
    <w:rsid w:val="00D238B4"/>
    <w:rsid w:val="00D23982"/>
    <w:rsid w:val="00D23996"/>
    <w:rsid w:val="00D24226"/>
    <w:rsid w:val="00D248D4"/>
    <w:rsid w:val="00D257D1"/>
    <w:rsid w:val="00D25AF3"/>
    <w:rsid w:val="00D25F4B"/>
    <w:rsid w:val="00D26156"/>
    <w:rsid w:val="00D2617D"/>
    <w:rsid w:val="00D2641B"/>
    <w:rsid w:val="00D26673"/>
    <w:rsid w:val="00D266FC"/>
    <w:rsid w:val="00D268B4"/>
    <w:rsid w:val="00D269A2"/>
    <w:rsid w:val="00D26FBB"/>
    <w:rsid w:val="00D27138"/>
    <w:rsid w:val="00D273C6"/>
    <w:rsid w:val="00D276F1"/>
    <w:rsid w:val="00D2798A"/>
    <w:rsid w:val="00D279A0"/>
    <w:rsid w:val="00D27BA2"/>
    <w:rsid w:val="00D27EE2"/>
    <w:rsid w:val="00D306F6"/>
    <w:rsid w:val="00D30E77"/>
    <w:rsid w:val="00D30FB7"/>
    <w:rsid w:val="00D3149C"/>
    <w:rsid w:val="00D3183C"/>
    <w:rsid w:val="00D31AB5"/>
    <w:rsid w:val="00D31EEC"/>
    <w:rsid w:val="00D31F9E"/>
    <w:rsid w:val="00D31FF6"/>
    <w:rsid w:val="00D32754"/>
    <w:rsid w:val="00D33846"/>
    <w:rsid w:val="00D33C76"/>
    <w:rsid w:val="00D33D06"/>
    <w:rsid w:val="00D34403"/>
    <w:rsid w:val="00D347EA"/>
    <w:rsid w:val="00D34825"/>
    <w:rsid w:val="00D3488A"/>
    <w:rsid w:val="00D34A6B"/>
    <w:rsid w:val="00D352D9"/>
    <w:rsid w:val="00D35EAB"/>
    <w:rsid w:val="00D361A2"/>
    <w:rsid w:val="00D3719E"/>
    <w:rsid w:val="00D371B3"/>
    <w:rsid w:val="00D37BB9"/>
    <w:rsid w:val="00D37E2A"/>
    <w:rsid w:val="00D402A0"/>
    <w:rsid w:val="00D404A3"/>
    <w:rsid w:val="00D407DA"/>
    <w:rsid w:val="00D40B10"/>
    <w:rsid w:val="00D41655"/>
    <w:rsid w:val="00D417C9"/>
    <w:rsid w:val="00D41D82"/>
    <w:rsid w:val="00D42107"/>
    <w:rsid w:val="00D42482"/>
    <w:rsid w:val="00D428A3"/>
    <w:rsid w:val="00D42A1B"/>
    <w:rsid w:val="00D42BB1"/>
    <w:rsid w:val="00D42F7F"/>
    <w:rsid w:val="00D43765"/>
    <w:rsid w:val="00D43C81"/>
    <w:rsid w:val="00D43F18"/>
    <w:rsid w:val="00D43F3A"/>
    <w:rsid w:val="00D44747"/>
    <w:rsid w:val="00D44D01"/>
    <w:rsid w:val="00D450B6"/>
    <w:rsid w:val="00D45388"/>
    <w:rsid w:val="00D456C5"/>
    <w:rsid w:val="00D458E4"/>
    <w:rsid w:val="00D46129"/>
    <w:rsid w:val="00D462E6"/>
    <w:rsid w:val="00D473F5"/>
    <w:rsid w:val="00D479D0"/>
    <w:rsid w:val="00D47DE2"/>
    <w:rsid w:val="00D47F8B"/>
    <w:rsid w:val="00D5017C"/>
    <w:rsid w:val="00D50A54"/>
    <w:rsid w:val="00D512DE"/>
    <w:rsid w:val="00D5171E"/>
    <w:rsid w:val="00D517AF"/>
    <w:rsid w:val="00D51F8B"/>
    <w:rsid w:val="00D51FE6"/>
    <w:rsid w:val="00D5205A"/>
    <w:rsid w:val="00D52440"/>
    <w:rsid w:val="00D52626"/>
    <w:rsid w:val="00D52704"/>
    <w:rsid w:val="00D527C5"/>
    <w:rsid w:val="00D52E5C"/>
    <w:rsid w:val="00D53A36"/>
    <w:rsid w:val="00D54074"/>
    <w:rsid w:val="00D546ED"/>
    <w:rsid w:val="00D551AA"/>
    <w:rsid w:val="00D551B8"/>
    <w:rsid w:val="00D5533B"/>
    <w:rsid w:val="00D55929"/>
    <w:rsid w:val="00D55D51"/>
    <w:rsid w:val="00D5684E"/>
    <w:rsid w:val="00D56B95"/>
    <w:rsid w:val="00D570B5"/>
    <w:rsid w:val="00D57270"/>
    <w:rsid w:val="00D57921"/>
    <w:rsid w:val="00D57BD9"/>
    <w:rsid w:val="00D601C9"/>
    <w:rsid w:val="00D601D2"/>
    <w:rsid w:val="00D6027C"/>
    <w:rsid w:val="00D606D3"/>
    <w:rsid w:val="00D606EB"/>
    <w:rsid w:val="00D60798"/>
    <w:rsid w:val="00D607C7"/>
    <w:rsid w:val="00D60851"/>
    <w:rsid w:val="00D60FAF"/>
    <w:rsid w:val="00D612D0"/>
    <w:rsid w:val="00D615FE"/>
    <w:rsid w:val="00D61975"/>
    <w:rsid w:val="00D61E41"/>
    <w:rsid w:val="00D6200A"/>
    <w:rsid w:val="00D62482"/>
    <w:rsid w:val="00D6272B"/>
    <w:rsid w:val="00D62A7C"/>
    <w:rsid w:val="00D62B52"/>
    <w:rsid w:val="00D62F31"/>
    <w:rsid w:val="00D63317"/>
    <w:rsid w:val="00D6341C"/>
    <w:rsid w:val="00D635C9"/>
    <w:rsid w:val="00D6366D"/>
    <w:rsid w:val="00D637ED"/>
    <w:rsid w:val="00D63C7F"/>
    <w:rsid w:val="00D64E3B"/>
    <w:rsid w:val="00D654FF"/>
    <w:rsid w:val="00D6567B"/>
    <w:rsid w:val="00D65EAA"/>
    <w:rsid w:val="00D65F31"/>
    <w:rsid w:val="00D661B1"/>
    <w:rsid w:val="00D661DB"/>
    <w:rsid w:val="00D6685C"/>
    <w:rsid w:val="00D66BE2"/>
    <w:rsid w:val="00D66EC9"/>
    <w:rsid w:val="00D70268"/>
    <w:rsid w:val="00D70432"/>
    <w:rsid w:val="00D70D35"/>
    <w:rsid w:val="00D70D70"/>
    <w:rsid w:val="00D71022"/>
    <w:rsid w:val="00D71879"/>
    <w:rsid w:val="00D71BAF"/>
    <w:rsid w:val="00D720EE"/>
    <w:rsid w:val="00D725E2"/>
    <w:rsid w:val="00D726FF"/>
    <w:rsid w:val="00D727F3"/>
    <w:rsid w:val="00D7283F"/>
    <w:rsid w:val="00D728E3"/>
    <w:rsid w:val="00D72CDE"/>
    <w:rsid w:val="00D72EED"/>
    <w:rsid w:val="00D74000"/>
    <w:rsid w:val="00D743FA"/>
    <w:rsid w:val="00D74962"/>
    <w:rsid w:val="00D74A02"/>
    <w:rsid w:val="00D74C69"/>
    <w:rsid w:val="00D74F30"/>
    <w:rsid w:val="00D75367"/>
    <w:rsid w:val="00D76012"/>
    <w:rsid w:val="00D7603C"/>
    <w:rsid w:val="00D76370"/>
    <w:rsid w:val="00D76373"/>
    <w:rsid w:val="00D775B9"/>
    <w:rsid w:val="00D7761D"/>
    <w:rsid w:val="00D778AE"/>
    <w:rsid w:val="00D77B48"/>
    <w:rsid w:val="00D77BB4"/>
    <w:rsid w:val="00D77E20"/>
    <w:rsid w:val="00D77E52"/>
    <w:rsid w:val="00D802E6"/>
    <w:rsid w:val="00D803B2"/>
    <w:rsid w:val="00D80417"/>
    <w:rsid w:val="00D807B5"/>
    <w:rsid w:val="00D8109D"/>
    <w:rsid w:val="00D81174"/>
    <w:rsid w:val="00D811E0"/>
    <w:rsid w:val="00D811E8"/>
    <w:rsid w:val="00D811EB"/>
    <w:rsid w:val="00D8144E"/>
    <w:rsid w:val="00D814EE"/>
    <w:rsid w:val="00D81A0A"/>
    <w:rsid w:val="00D81BFC"/>
    <w:rsid w:val="00D82894"/>
    <w:rsid w:val="00D82E82"/>
    <w:rsid w:val="00D8351F"/>
    <w:rsid w:val="00D83A1C"/>
    <w:rsid w:val="00D84ACB"/>
    <w:rsid w:val="00D85082"/>
    <w:rsid w:val="00D85306"/>
    <w:rsid w:val="00D858D0"/>
    <w:rsid w:val="00D85CCE"/>
    <w:rsid w:val="00D85D4E"/>
    <w:rsid w:val="00D860D6"/>
    <w:rsid w:val="00D86483"/>
    <w:rsid w:val="00D86679"/>
    <w:rsid w:val="00D86708"/>
    <w:rsid w:val="00D8684D"/>
    <w:rsid w:val="00D86985"/>
    <w:rsid w:val="00D86A7D"/>
    <w:rsid w:val="00D86C06"/>
    <w:rsid w:val="00D86E23"/>
    <w:rsid w:val="00D87071"/>
    <w:rsid w:val="00D873EF"/>
    <w:rsid w:val="00D87B19"/>
    <w:rsid w:val="00D87C59"/>
    <w:rsid w:val="00D90E4C"/>
    <w:rsid w:val="00D9101E"/>
    <w:rsid w:val="00D912D4"/>
    <w:rsid w:val="00D9148A"/>
    <w:rsid w:val="00D91681"/>
    <w:rsid w:val="00D91D0E"/>
    <w:rsid w:val="00D92050"/>
    <w:rsid w:val="00D92122"/>
    <w:rsid w:val="00D92F92"/>
    <w:rsid w:val="00D92FF1"/>
    <w:rsid w:val="00D93283"/>
    <w:rsid w:val="00D93AA3"/>
    <w:rsid w:val="00D948D7"/>
    <w:rsid w:val="00D94CE3"/>
    <w:rsid w:val="00D94FF0"/>
    <w:rsid w:val="00D95995"/>
    <w:rsid w:val="00D95F98"/>
    <w:rsid w:val="00D96106"/>
    <w:rsid w:val="00D96155"/>
    <w:rsid w:val="00D96650"/>
    <w:rsid w:val="00D973D0"/>
    <w:rsid w:val="00D974D2"/>
    <w:rsid w:val="00D9756A"/>
    <w:rsid w:val="00D97870"/>
    <w:rsid w:val="00DA0332"/>
    <w:rsid w:val="00DA09C9"/>
    <w:rsid w:val="00DA0EC5"/>
    <w:rsid w:val="00DA0F58"/>
    <w:rsid w:val="00DA11DD"/>
    <w:rsid w:val="00DA11DF"/>
    <w:rsid w:val="00DA11FD"/>
    <w:rsid w:val="00DA1D5C"/>
    <w:rsid w:val="00DA1DBB"/>
    <w:rsid w:val="00DA1F69"/>
    <w:rsid w:val="00DA217D"/>
    <w:rsid w:val="00DA26F3"/>
    <w:rsid w:val="00DA274C"/>
    <w:rsid w:val="00DA2A3C"/>
    <w:rsid w:val="00DA2DFF"/>
    <w:rsid w:val="00DA2F62"/>
    <w:rsid w:val="00DA34ED"/>
    <w:rsid w:val="00DA3626"/>
    <w:rsid w:val="00DA3BD7"/>
    <w:rsid w:val="00DA3E9E"/>
    <w:rsid w:val="00DA3EC0"/>
    <w:rsid w:val="00DA4A43"/>
    <w:rsid w:val="00DA4A7F"/>
    <w:rsid w:val="00DA5536"/>
    <w:rsid w:val="00DA56C8"/>
    <w:rsid w:val="00DA57D0"/>
    <w:rsid w:val="00DA5A81"/>
    <w:rsid w:val="00DA5B86"/>
    <w:rsid w:val="00DA5C4F"/>
    <w:rsid w:val="00DA5FB3"/>
    <w:rsid w:val="00DA60F9"/>
    <w:rsid w:val="00DA64CD"/>
    <w:rsid w:val="00DA6C47"/>
    <w:rsid w:val="00DA6D1B"/>
    <w:rsid w:val="00DA6F32"/>
    <w:rsid w:val="00DA6FEF"/>
    <w:rsid w:val="00DA7537"/>
    <w:rsid w:val="00DA7D9C"/>
    <w:rsid w:val="00DB01FE"/>
    <w:rsid w:val="00DB0A89"/>
    <w:rsid w:val="00DB0A95"/>
    <w:rsid w:val="00DB0E4F"/>
    <w:rsid w:val="00DB1177"/>
    <w:rsid w:val="00DB17E3"/>
    <w:rsid w:val="00DB1E38"/>
    <w:rsid w:val="00DB1F5A"/>
    <w:rsid w:val="00DB242C"/>
    <w:rsid w:val="00DB2508"/>
    <w:rsid w:val="00DB355A"/>
    <w:rsid w:val="00DB3A04"/>
    <w:rsid w:val="00DB3C68"/>
    <w:rsid w:val="00DB3D64"/>
    <w:rsid w:val="00DB3E66"/>
    <w:rsid w:val="00DB4044"/>
    <w:rsid w:val="00DB40DF"/>
    <w:rsid w:val="00DB41FB"/>
    <w:rsid w:val="00DB434A"/>
    <w:rsid w:val="00DB4BEA"/>
    <w:rsid w:val="00DB4C7F"/>
    <w:rsid w:val="00DB5345"/>
    <w:rsid w:val="00DB5363"/>
    <w:rsid w:val="00DB5FFF"/>
    <w:rsid w:val="00DB6221"/>
    <w:rsid w:val="00DB6F15"/>
    <w:rsid w:val="00DB6FB0"/>
    <w:rsid w:val="00DB76DB"/>
    <w:rsid w:val="00DC079A"/>
    <w:rsid w:val="00DC07FB"/>
    <w:rsid w:val="00DC08AC"/>
    <w:rsid w:val="00DC0C51"/>
    <w:rsid w:val="00DC192F"/>
    <w:rsid w:val="00DC1B92"/>
    <w:rsid w:val="00DC1D6E"/>
    <w:rsid w:val="00DC1E4D"/>
    <w:rsid w:val="00DC2409"/>
    <w:rsid w:val="00DC2972"/>
    <w:rsid w:val="00DC2A14"/>
    <w:rsid w:val="00DC3347"/>
    <w:rsid w:val="00DC3478"/>
    <w:rsid w:val="00DC3562"/>
    <w:rsid w:val="00DC3647"/>
    <w:rsid w:val="00DC38C8"/>
    <w:rsid w:val="00DC4742"/>
    <w:rsid w:val="00DC4844"/>
    <w:rsid w:val="00DC49DA"/>
    <w:rsid w:val="00DC542C"/>
    <w:rsid w:val="00DC5694"/>
    <w:rsid w:val="00DC590D"/>
    <w:rsid w:val="00DC5D8A"/>
    <w:rsid w:val="00DC6A38"/>
    <w:rsid w:val="00DC6A41"/>
    <w:rsid w:val="00DC6DCD"/>
    <w:rsid w:val="00DC707D"/>
    <w:rsid w:val="00DC70F5"/>
    <w:rsid w:val="00DC749A"/>
    <w:rsid w:val="00DC7FAE"/>
    <w:rsid w:val="00DD0535"/>
    <w:rsid w:val="00DD090F"/>
    <w:rsid w:val="00DD0C4B"/>
    <w:rsid w:val="00DD10B0"/>
    <w:rsid w:val="00DD1C9A"/>
    <w:rsid w:val="00DD1D38"/>
    <w:rsid w:val="00DD2DF4"/>
    <w:rsid w:val="00DD308C"/>
    <w:rsid w:val="00DD3708"/>
    <w:rsid w:val="00DD380F"/>
    <w:rsid w:val="00DD41E5"/>
    <w:rsid w:val="00DD5002"/>
    <w:rsid w:val="00DD5167"/>
    <w:rsid w:val="00DD5311"/>
    <w:rsid w:val="00DD548B"/>
    <w:rsid w:val="00DD5659"/>
    <w:rsid w:val="00DD6555"/>
    <w:rsid w:val="00DD65B2"/>
    <w:rsid w:val="00DD6EB0"/>
    <w:rsid w:val="00DD7261"/>
    <w:rsid w:val="00DD7AC7"/>
    <w:rsid w:val="00DD7D1D"/>
    <w:rsid w:val="00DD7D8C"/>
    <w:rsid w:val="00DD7DB6"/>
    <w:rsid w:val="00DD7DF7"/>
    <w:rsid w:val="00DE0255"/>
    <w:rsid w:val="00DE0276"/>
    <w:rsid w:val="00DE050F"/>
    <w:rsid w:val="00DE085B"/>
    <w:rsid w:val="00DE08A7"/>
    <w:rsid w:val="00DE0B3C"/>
    <w:rsid w:val="00DE1B42"/>
    <w:rsid w:val="00DE1E31"/>
    <w:rsid w:val="00DE2082"/>
    <w:rsid w:val="00DE28E7"/>
    <w:rsid w:val="00DE3F4D"/>
    <w:rsid w:val="00DE421D"/>
    <w:rsid w:val="00DE451C"/>
    <w:rsid w:val="00DE4B61"/>
    <w:rsid w:val="00DE4C51"/>
    <w:rsid w:val="00DE4D81"/>
    <w:rsid w:val="00DE4EF2"/>
    <w:rsid w:val="00DE54B2"/>
    <w:rsid w:val="00DE58CB"/>
    <w:rsid w:val="00DE5B86"/>
    <w:rsid w:val="00DE6159"/>
    <w:rsid w:val="00DE6739"/>
    <w:rsid w:val="00DE7009"/>
    <w:rsid w:val="00DE721E"/>
    <w:rsid w:val="00DE7B31"/>
    <w:rsid w:val="00DE7CD9"/>
    <w:rsid w:val="00DF0063"/>
    <w:rsid w:val="00DF0517"/>
    <w:rsid w:val="00DF152F"/>
    <w:rsid w:val="00DF183B"/>
    <w:rsid w:val="00DF25A8"/>
    <w:rsid w:val="00DF2727"/>
    <w:rsid w:val="00DF29CF"/>
    <w:rsid w:val="00DF2CEE"/>
    <w:rsid w:val="00DF33FB"/>
    <w:rsid w:val="00DF3F71"/>
    <w:rsid w:val="00DF3F84"/>
    <w:rsid w:val="00DF436B"/>
    <w:rsid w:val="00DF4446"/>
    <w:rsid w:val="00DF48E2"/>
    <w:rsid w:val="00DF4A62"/>
    <w:rsid w:val="00DF4B52"/>
    <w:rsid w:val="00DF4FBD"/>
    <w:rsid w:val="00DF54DD"/>
    <w:rsid w:val="00DF563C"/>
    <w:rsid w:val="00DF5823"/>
    <w:rsid w:val="00DF5E02"/>
    <w:rsid w:val="00DF5EB7"/>
    <w:rsid w:val="00DF621C"/>
    <w:rsid w:val="00DF6B9B"/>
    <w:rsid w:val="00DF6C39"/>
    <w:rsid w:val="00DF6F53"/>
    <w:rsid w:val="00DF715B"/>
    <w:rsid w:val="00DF7431"/>
    <w:rsid w:val="00DF7952"/>
    <w:rsid w:val="00DF7D12"/>
    <w:rsid w:val="00DF7FFA"/>
    <w:rsid w:val="00E003CE"/>
    <w:rsid w:val="00E00566"/>
    <w:rsid w:val="00E0073B"/>
    <w:rsid w:val="00E012D2"/>
    <w:rsid w:val="00E01331"/>
    <w:rsid w:val="00E013B5"/>
    <w:rsid w:val="00E01576"/>
    <w:rsid w:val="00E01AB2"/>
    <w:rsid w:val="00E01E01"/>
    <w:rsid w:val="00E01FFD"/>
    <w:rsid w:val="00E020B3"/>
    <w:rsid w:val="00E026DB"/>
    <w:rsid w:val="00E026E1"/>
    <w:rsid w:val="00E0297C"/>
    <w:rsid w:val="00E02E75"/>
    <w:rsid w:val="00E02F7D"/>
    <w:rsid w:val="00E034EE"/>
    <w:rsid w:val="00E036BD"/>
    <w:rsid w:val="00E03BCE"/>
    <w:rsid w:val="00E03DF7"/>
    <w:rsid w:val="00E0421C"/>
    <w:rsid w:val="00E044C5"/>
    <w:rsid w:val="00E048C1"/>
    <w:rsid w:val="00E04963"/>
    <w:rsid w:val="00E04C96"/>
    <w:rsid w:val="00E05024"/>
    <w:rsid w:val="00E054D8"/>
    <w:rsid w:val="00E05540"/>
    <w:rsid w:val="00E05717"/>
    <w:rsid w:val="00E062FB"/>
    <w:rsid w:val="00E06320"/>
    <w:rsid w:val="00E06679"/>
    <w:rsid w:val="00E0673A"/>
    <w:rsid w:val="00E06B7B"/>
    <w:rsid w:val="00E07059"/>
    <w:rsid w:val="00E07403"/>
    <w:rsid w:val="00E10655"/>
    <w:rsid w:val="00E10680"/>
    <w:rsid w:val="00E10788"/>
    <w:rsid w:val="00E10C40"/>
    <w:rsid w:val="00E10D41"/>
    <w:rsid w:val="00E10F62"/>
    <w:rsid w:val="00E1150C"/>
    <w:rsid w:val="00E1173C"/>
    <w:rsid w:val="00E11ED1"/>
    <w:rsid w:val="00E12453"/>
    <w:rsid w:val="00E1251A"/>
    <w:rsid w:val="00E129F0"/>
    <w:rsid w:val="00E12A58"/>
    <w:rsid w:val="00E12C68"/>
    <w:rsid w:val="00E12EAB"/>
    <w:rsid w:val="00E12F3D"/>
    <w:rsid w:val="00E13652"/>
    <w:rsid w:val="00E137B5"/>
    <w:rsid w:val="00E138A5"/>
    <w:rsid w:val="00E13B60"/>
    <w:rsid w:val="00E13C5E"/>
    <w:rsid w:val="00E14047"/>
    <w:rsid w:val="00E14854"/>
    <w:rsid w:val="00E15663"/>
    <w:rsid w:val="00E1577E"/>
    <w:rsid w:val="00E158DB"/>
    <w:rsid w:val="00E15CD9"/>
    <w:rsid w:val="00E15D12"/>
    <w:rsid w:val="00E15DBA"/>
    <w:rsid w:val="00E15E83"/>
    <w:rsid w:val="00E16584"/>
    <w:rsid w:val="00E16AF1"/>
    <w:rsid w:val="00E16DDF"/>
    <w:rsid w:val="00E16F8A"/>
    <w:rsid w:val="00E173AB"/>
    <w:rsid w:val="00E1753D"/>
    <w:rsid w:val="00E176D5"/>
    <w:rsid w:val="00E17760"/>
    <w:rsid w:val="00E179BC"/>
    <w:rsid w:val="00E17AC9"/>
    <w:rsid w:val="00E17EB7"/>
    <w:rsid w:val="00E17FE5"/>
    <w:rsid w:val="00E20097"/>
    <w:rsid w:val="00E202A5"/>
    <w:rsid w:val="00E202FA"/>
    <w:rsid w:val="00E2032C"/>
    <w:rsid w:val="00E20476"/>
    <w:rsid w:val="00E208E8"/>
    <w:rsid w:val="00E20A32"/>
    <w:rsid w:val="00E2149B"/>
    <w:rsid w:val="00E21B6D"/>
    <w:rsid w:val="00E22593"/>
    <w:rsid w:val="00E22A53"/>
    <w:rsid w:val="00E2337A"/>
    <w:rsid w:val="00E23F5F"/>
    <w:rsid w:val="00E24075"/>
    <w:rsid w:val="00E2459F"/>
    <w:rsid w:val="00E247C8"/>
    <w:rsid w:val="00E247D4"/>
    <w:rsid w:val="00E24999"/>
    <w:rsid w:val="00E249F5"/>
    <w:rsid w:val="00E24E9D"/>
    <w:rsid w:val="00E24ECC"/>
    <w:rsid w:val="00E2503A"/>
    <w:rsid w:val="00E25246"/>
    <w:rsid w:val="00E25D78"/>
    <w:rsid w:val="00E26115"/>
    <w:rsid w:val="00E26253"/>
    <w:rsid w:val="00E2701E"/>
    <w:rsid w:val="00E270DD"/>
    <w:rsid w:val="00E27560"/>
    <w:rsid w:val="00E27999"/>
    <w:rsid w:val="00E27E19"/>
    <w:rsid w:val="00E3030E"/>
    <w:rsid w:val="00E30553"/>
    <w:rsid w:val="00E30589"/>
    <w:rsid w:val="00E306D4"/>
    <w:rsid w:val="00E307AB"/>
    <w:rsid w:val="00E30928"/>
    <w:rsid w:val="00E309FC"/>
    <w:rsid w:val="00E31485"/>
    <w:rsid w:val="00E31A6B"/>
    <w:rsid w:val="00E32348"/>
    <w:rsid w:val="00E32A17"/>
    <w:rsid w:val="00E32A3A"/>
    <w:rsid w:val="00E32B73"/>
    <w:rsid w:val="00E33BE9"/>
    <w:rsid w:val="00E33FA0"/>
    <w:rsid w:val="00E34466"/>
    <w:rsid w:val="00E351E3"/>
    <w:rsid w:val="00E353A5"/>
    <w:rsid w:val="00E3589E"/>
    <w:rsid w:val="00E359E3"/>
    <w:rsid w:val="00E35AF3"/>
    <w:rsid w:val="00E35FDC"/>
    <w:rsid w:val="00E366C0"/>
    <w:rsid w:val="00E36DB9"/>
    <w:rsid w:val="00E374C1"/>
    <w:rsid w:val="00E3753A"/>
    <w:rsid w:val="00E379F8"/>
    <w:rsid w:val="00E37C45"/>
    <w:rsid w:val="00E37E8E"/>
    <w:rsid w:val="00E4000C"/>
    <w:rsid w:val="00E409C6"/>
    <w:rsid w:val="00E41086"/>
    <w:rsid w:val="00E410A3"/>
    <w:rsid w:val="00E42A98"/>
    <w:rsid w:val="00E4346A"/>
    <w:rsid w:val="00E435F5"/>
    <w:rsid w:val="00E43666"/>
    <w:rsid w:val="00E43E45"/>
    <w:rsid w:val="00E43FD4"/>
    <w:rsid w:val="00E4411D"/>
    <w:rsid w:val="00E44278"/>
    <w:rsid w:val="00E444D5"/>
    <w:rsid w:val="00E444F3"/>
    <w:rsid w:val="00E44639"/>
    <w:rsid w:val="00E44772"/>
    <w:rsid w:val="00E449C2"/>
    <w:rsid w:val="00E44D08"/>
    <w:rsid w:val="00E44E31"/>
    <w:rsid w:val="00E45042"/>
    <w:rsid w:val="00E45293"/>
    <w:rsid w:val="00E4583D"/>
    <w:rsid w:val="00E45C8E"/>
    <w:rsid w:val="00E46018"/>
    <w:rsid w:val="00E462F6"/>
    <w:rsid w:val="00E463D7"/>
    <w:rsid w:val="00E4692C"/>
    <w:rsid w:val="00E46C47"/>
    <w:rsid w:val="00E46CC7"/>
    <w:rsid w:val="00E4718B"/>
    <w:rsid w:val="00E47B76"/>
    <w:rsid w:val="00E4FE1F"/>
    <w:rsid w:val="00E50565"/>
    <w:rsid w:val="00E50CA3"/>
    <w:rsid w:val="00E511C0"/>
    <w:rsid w:val="00E511CB"/>
    <w:rsid w:val="00E51236"/>
    <w:rsid w:val="00E51646"/>
    <w:rsid w:val="00E5196A"/>
    <w:rsid w:val="00E51D4C"/>
    <w:rsid w:val="00E526D6"/>
    <w:rsid w:val="00E52956"/>
    <w:rsid w:val="00E5350B"/>
    <w:rsid w:val="00E53631"/>
    <w:rsid w:val="00E53803"/>
    <w:rsid w:val="00E538BF"/>
    <w:rsid w:val="00E54052"/>
    <w:rsid w:val="00E541D3"/>
    <w:rsid w:val="00E54C93"/>
    <w:rsid w:val="00E54CB0"/>
    <w:rsid w:val="00E54D7E"/>
    <w:rsid w:val="00E54FA7"/>
    <w:rsid w:val="00E55351"/>
    <w:rsid w:val="00E55BA9"/>
    <w:rsid w:val="00E563E1"/>
    <w:rsid w:val="00E56710"/>
    <w:rsid w:val="00E56969"/>
    <w:rsid w:val="00E56C67"/>
    <w:rsid w:val="00E56EAF"/>
    <w:rsid w:val="00E5707B"/>
    <w:rsid w:val="00E5712E"/>
    <w:rsid w:val="00E572EC"/>
    <w:rsid w:val="00E57674"/>
    <w:rsid w:val="00E578B9"/>
    <w:rsid w:val="00E57A3B"/>
    <w:rsid w:val="00E57ACA"/>
    <w:rsid w:val="00E604E5"/>
    <w:rsid w:val="00E607F5"/>
    <w:rsid w:val="00E60E2B"/>
    <w:rsid w:val="00E60FA9"/>
    <w:rsid w:val="00E61095"/>
    <w:rsid w:val="00E61879"/>
    <w:rsid w:val="00E6196B"/>
    <w:rsid w:val="00E61B9C"/>
    <w:rsid w:val="00E6209B"/>
    <w:rsid w:val="00E62805"/>
    <w:rsid w:val="00E62C5A"/>
    <w:rsid w:val="00E62C6B"/>
    <w:rsid w:val="00E63418"/>
    <w:rsid w:val="00E635AA"/>
    <w:rsid w:val="00E63AFD"/>
    <w:rsid w:val="00E63C7F"/>
    <w:rsid w:val="00E63C9C"/>
    <w:rsid w:val="00E63EDF"/>
    <w:rsid w:val="00E63FC5"/>
    <w:rsid w:val="00E64181"/>
    <w:rsid w:val="00E64D31"/>
    <w:rsid w:val="00E65141"/>
    <w:rsid w:val="00E651AB"/>
    <w:rsid w:val="00E651AE"/>
    <w:rsid w:val="00E65D6B"/>
    <w:rsid w:val="00E65F19"/>
    <w:rsid w:val="00E662DD"/>
    <w:rsid w:val="00E66326"/>
    <w:rsid w:val="00E66328"/>
    <w:rsid w:val="00E666F9"/>
    <w:rsid w:val="00E66B9F"/>
    <w:rsid w:val="00E66BB9"/>
    <w:rsid w:val="00E6710E"/>
    <w:rsid w:val="00E6732F"/>
    <w:rsid w:val="00E6784C"/>
    <w:rsid w:val="00E67D07"/>
    <w:rsid w:val="00E70532"/>
    <w:rsid w:val="00E7063F"/>
    <w:rsid w:val="00E70664"/>
    <w:rsid w:val="00E71229"/>
    <w:rsid w:val="00E71335"/>
    <w:rsid w:val="00E7135C"/>
    <w:rsid w:val="00E7183B"/>
    <w:rsid w:val="00E71BB5"/>
    <w:rsid w:val="00E71C9D"/>
    <w:rsid w:val="00E71F00"/>
    <w:rsid w:val="00E724F5"/>
    <w:rsid w:val="00E72509"/>
    <w:rsid w:val="00E7273F"/>
    <w:rsid w:val="00E72D2A"/>
    <w:rsid w:val="00E732AC"/>
    <w:rsid w:val="00E7331C"/>
    <w:rsid w:val="00E735D1"/>
    <w:rsid w:val="00E73E7F"/>
    <w:rsid w:val="00E744D9"/>
    <w:rsid w:val="00E74EE3"/>
    <w:rsid w:val="00E7523D"/>
    <w:rsid w:val="00E752C7"/>
    <w:rsid w:val="00E754A4"/>
    <w:rsid w:val="00E75CE7"/>
    <w:rsid w:val="00E76185"/>
    <w:rsid w:val="00E7659E"/>
    <w:rsid w:val="00E76CDD"/>
    <w:rsid w:val="00E771F2"/>
    <w:rsid w:val="00E774D8"/>
    <w:rsid w:val="00E77F85"/>
    <w:rsid w:val="00E8066A"/>
    <w:rsid w:val="00E80A39"/>
    <w:rsid w:val="00E80DC4"/>
    <w:rsid w:val="00E80F00"/>
    <w:rsid w:val="00E812A9"/>
    <w:rsid w:val="00E81AE7"/>
    <w:rsid w:val="00E82024"/>
    <w:rsid w:val="00E820E2"/>
    <w:rsid w:val="00E8306C"/>
    <w:rsid w:val="00E83854"/>
    <w:rsid w:val="00E83A06"/>
    <w:rsid w:val="00E83B90"/>
    <w:rsid w:val="00E83BC2"/>
    <w:rsid w:val="00E83EA8"/>
    <w:rsid w:val="00E8416B"/>
    <w:rsid w:val="00E8431A"/>
    <w:rsid w:val="00E84415"/>
    <w:rsid w:val="00E84E88"/>
    <w:rsid w:val="00E8560F"/>
    <w:rsid w:val="00E85B86"/>
    <w:rsid w:val="00E85C71"/>
    <w:rsid w:val="00E86373"/>
    <w:rsid w:val="00E86941"/>
    <w:rsid w:val="00E86DBF"/>
    <w:rsid w:val="00E86FEA"/>
    <w:rsid w:val="00E87365"/>
    <w:rsid w:val="00E87643"/>
    <w:rsid w:val="00E87666"/>
    <w:rsid w:val="00E87701"/>
    <w:rsid w:val="00E87B62"/>
    <w:rsid w:val="00E87C43"/>
    <w:rsid w:val="00E87CE5"/>
    <w:rsid w:val="00E87ED9"/>
    <w:rsid w:val="00E902B5"/>
    <w:rsid w:val="00E908EC"/>
    <w:rsid w:val="00E90913"/>
    <w:rsid w:val="00E90D6C"/>
    <w:rsid w:val="00E90DF5"/>
    <w:rsid w:val="00E91EBF"/>
    <w:rsid w:val="00E92143"/>
    <w:rsid w:val="00E921F7"/>
    <w:rsid w:val="00E9229B"/>
    <w:rsid w:val="00E92CD3"/>
    <w:rsid w:val="00E92DC4"/>
    <w:rsid w:val="00E9330A"/>
    <w:rsid w:val="00E933E0"/>
    <w:rsid w:val="00E93540"/>
    <w:rsid w:val="00E9380A"/>
    <w:rsid w:val="00E93AB6"/>
    <w:rsid w:val="00E93B57"/>
    <w:rsid w:val="00E93B9E"/>
    <w:rsid w:val="00E93F03"/>
    <w:rsid w:val="00E9461F"/>
    <w:rsid w:val="00E948D8"/>
    <w:rsid w:val="00E94C18"/>
    <w:rsid w:val="00E95561"/>
    <w:rsid w:val="00E95786"/>
    <w:rsid w:val="00E95B42"/>
    <w:rsid w:val="00E95C1F"/>
    <w:rsid w:val="00E95E27"/>
    <w:rsid w:val="00E96884"/>
    <w:rsid w:val="00E96B97"/>
    <w:rsid w:val="00E96F26"/>
    <w:rsid w:val="00E970F7"/>
    <w:rsid w:val="00E97355"/>
    <w:rsid w:val="00E97804"/>
    <w:rsid w:val="00E9796E"/>
    <w:rsid w:val="00EA0209"/>
    <w:rsid w:val="00EA02FE"/>
    <w:rsid w:val="00EA0FDC"/>
    <w:rsid w:val="00EA15B3"/>
    <w:rsid w:val="00EA1B31"/>
    <w:rsid w:val="00EA1C02"/>
    <w:rsid w:val="00EA3D1A"/>
    <w:rsid w:val="00EA40E3"/>
    <w:rsid w:val="00EA484B"/>
    <w:rsid w:val="00EA4C72"/>
    <w:rsid w:val="00EA4E2B"/>
    <w:rsid w:val="00EA4E67"/>
    <w:rsid w:val="00EA5143"/>
    <w:rsid w:val="00EA5420"/>
    <w:rsid w:val="00EA5694"/>
    <w:rsid w:val="00EA58B0"/>
    <w:rsid w:val="00EA58E4"/>
    <w:rsid w:val="00EA5C26"/>
    <w:rsid w:val="00EA65C8"/>
    <w:rsid w:val="00EA67D9"/>
    <w:rsid w:val="00EA6BB4"/>
    <w:rsid w:val="00EA6C64"/>
    <w:rsid w:val="00EA71E6"/>
    <w:rsid w:val="00EA7DA9"/>
    <w:rsid w:val="00EB031A"/>
    <w:rsid w:val="00EB0379"/>
    <w:rsid w:val="00EB09FF"/>
    <w:rsid w:val="00EB0D98"/>
    <w:rsid w:val="00EB121E"/>
    <w:rsid w:val="00EB150E"/>
    <w:rsid w:val="00EB15F2"/>
    <w:rsid w:val="00EB1C07"/>
    <w:rsid w:val="00EB1D0C"/>
    <w:rsid w:val="00EB237A"/>
    <w:rsid w:val="00EB2A2F"/>
    <w:rsid w:val="00EB2AFE"/>
    <w:rsid w:val="00EB2CC5"/>
    <w:rsid w:val="00EB3564"/>
    <w:rsid w:val="00EB3671"/>
    <w:rsid w:val="00EB3778"/>
    <w:rsid w:val="00EB3A95"/>
    <w:rsid w:val="00EB3D80"/>
    <w:rsid w:val="00EB4423"/>
    <w:rsid w:val="00EB4626"/>
    <w:rsid w:val="00EB48B6"/>
    <w:rsid w:val="00EB51AA"/>
    <w:rsid w:val="00EB5B25"/>
    <w:rsid w:val="00EB6091"/>
    <w:rsid w:val="00EB641C"/>
    <w:rsid w:val="00EB65B4"/>
    <w:rsid w:val="00EB7A48"/>
    <w:rsid w:val="00EB7F39"/>
    <w:rsid w:val="00EC013E"/>
    <w:rsid w:val="00EC0EC7"/>
    <w:rsid w:val="00EC169C"/>
    <w:rsid w:val="00EC16BA"/>
    <w:rsid w:val="00EC18F9"/>
    <w:rsid w:val="00EC1909"/>
    <w:rsid w:val="00EC1ABC"/>
    <w:rsid w:val="00EC1E56"/>
    <w:rsid w:val="00EC1E74"/>
    <w:rsid w:val="00EC1FC9"/>
    <w:rsid w:val="00EC2AB7"/>
    <w:rsid w:val="00EC2DE2"/>
    <w:rsid w:val="00EC325C"/>
    <w:rsid w:val="00EC333A"/>
    <w:rsid w:val="00EC349D"/>
    <w:rsid w:val="00EC36F8"/>
    <w:rsid w:val="00EC38F6"/>
    <w:rsid w:val="00EC4888"/>
    <w:rsid w:val="00EC4C8E"/>
    <w:rsid w:val="00EC4E12"/>
    <w:rsid w:val="00EC50D0"/>
    <w:rsid w:val="00EC5802"/>
    <w:rsid w:val="00EC597C"/>
    <w:rsid w:val="00EC601E"/>
    <w:rsid w:val="00EC60C9"/>
    <w:rsid w:val="00EC61D0"/>
    <w:rsid w:val="00EC6211"/>
    <w:rsid w:val="00EC63E0"/>
    <w:rsid w:val="00EC654C"/>
    <w:rsid w:val="00EC6659"/>
    <w:rsid w:val="00EC6735"/>
    <w:rsid w:val="00EC6763"/>
    <w:rsid w:val="00EC6770"/>
    <w:rsid w:val="00EC6771"/>
    <w:rsid w:val="00EC6C84"/>
    <w:rsid w:val="00EC6D5E"/>
    <w:rsid w:val="00EC741F"/>
    <w:rsid w:val="00EC7561"/>
    <w:rsid w:val="00EC798C"/>
    <w:rsid w:val="00ED039F"/>
    <w:rsid w:val="00ED04D6"/>
    <w:rsid w:val="00ED0B2A"/>
    <w:rsid w:val="00ED0E11"/>
    <w:rsid w:val="00ED0E92"/>
    <w:rsid w:val="00ED1514"/>
    <w:rsid w:val="00ED1564"/>
    <w:rsid w:val="00ED1615"/>
    <w:rsid w:val="00ED1626"/>
    <w:rsid w:val="00ED1D5B"/>
    <w:rsid w:val="00ED247F"/>
    <w:rsid w:val="00ED2661"/>
    <w:rsid w:val="00ED292D"/>
    <w:rsid w:val="00ED2935"/>
    <w:rsid w:val="00ED2BB0"/>
    <w:rsid w:val="00ED3350"/>
    <w:rsid w:val="00ED352E"/>
    <w:rsid w:val="00ED43F6"/>
    <w:rsid w:val="00ED468C"/>
    <w:rsid w:val="00ED4AD2"/>
    <w:rsid w:val="00ED4D3C"/>
    <w:rsid w:val="00ED55C4"/>
    <w:rsid w:val="00ED55FD"/>
    <w:rsid w:val="00ED5786"/>
    <w:rsid w:val="00ED585E"/>
    <w:rsid w:val="00ED5A77"/>
    <w:rsid w:val="00ED5EC4"/>
    <w:rsid w:val="00ED604C"/>
    <w:rsid w:val="00ED6349"/>
    <w:rsid w:val="00ED6446"/>
    <w:rsid w:val="00ED67DE"/>
    <w:rsid w:val="00ED6A51"/>
    <w:rsid w:val="00ED7178"/>
    <w:rsid w:val="00ED725A"/>
    <w:rsid w:val="00ED7C93"/>
    <w:rsid w:val="00EE0C4B"/>
    <w:rsid w:val="00EE108C"/>
    <w:rsid w:val="00EE1483"/>
    <w:rsid w:val="00EE245D"/>
    <w:rsid w:val="00EE289C"/>
    <w:rsid w:val="00EE28FA"/>
    <w:rsid w:val="00EE2BE4"/>
    <w:rsid w:val="00EE2CD8"/>
    <w:rsid w:val="00EE311E"/>
    <w:rsid w:val="00EE326B"/>
    <w:rsid w:val="00EE38A4"/>
    <w:rsid w:val="00EE390C"/>
    <w:rsid w:val="00EE3EAB"/>
    <w:rsid w:val="00EE4278"/>
    <w:rsid w:val="00EE433C"/>
    <w:rsid w:val="00EE447A"/>
    <w:rsid w:val="00EE45EC"/>
    <w:rsid w:val="00EE47A6"/>
    <w:rsid w:val="00EE5106"/>
    <w:rsid w:val="00EE5436"/>
    <w:rsid w:val="00EE57E4"/>
    <w:rsid w:val="00EE580C"/>
    <w:rsid w:val="00EE5CB2"/>
    <w:rsid w:val="00EE6D5B"/>
    <w:rsid w:val="00EE7063"/>
    <w:rsid w:val="00EE7271"/>
    <w:rsid w:val="00EE78D7"/>
    <w:rsid w:val="00EE78E4"/>
    <w:rsid w:val="00EE7ABE"/>
    <w:rsid w:val="00EE7D56"/>
    <w:rsid w:val="00EF04C2"/>
    <w:rsid w:val="00EF04E8"/>
    <w:rsid w:val="00EF09F1"/>
    <w:rsid w:val="00EF0BC3"/>
    <w:rsid w:val="00EF0C23"/>
    <w:rsid w:val="00EF1A7F"/>
    <w:rsid w:val="00EF1CD5"/>
    <w:rsid w:val="00EF1FEE"/>
    <w:rsid w:val="00EF22ED"/>
    <w:rsid w:val="00EF2326"/>
    <w:rsid w:val="00EF2F62"/>
    <w:rsid w:val="00EF4A31"/>
    <w:rsid w:val="00EF4D0C"/>
    <w:rsid w:val="00EF535F"/>
    <w:rsid w:val="00EF5375"/>
    <w:rsid w:val="00EF5534"/>
    <w:rsid w:val="00EF5F0B"/>
    <w:rsid w:val="00EF60D5"/>
    <w:rsid w:val="00EF69B1"/>
    <w:rsid w:val="00EF6BD4"/>
    <w:rsid w:val="00EF6F03"/>
    <w:rsid w:val="00EF6F22"/>
    <w:rsid w:val="00EF7037"/>
    <w:rsid w:val="00EF70DD"/>
    <w:rsid w:val="00EF74BB"/>
    <w:rsid w:val="00EF776A"/>
    <w:rsid w:val="00EF7A94"/>
    <w:rsid w:val="00EF7DE2"/>
    <w:rsid w:val="00F0011E"/>
    <w:rsid w:val="00F001A0"/>
    <w:rsid w:val="00F0036C"/>
    <w:rsid w:val="00F004F4"/>
    <w:rsid w:val="00F005B1"/>
    <w:rsid w:val="00F007EC"/>
    <w:rsid w:val="00F00A56"/>
    <w:rsid w:val="00F00C0E"/>
    <w:rsid w:val="00F00C58"/>
    <w:rsid w:val="00F00DCD"/>
    <w:rsid w:val="00F00E1F"/>
    <w:rsid w:val="00F0108B"/>
    <w:rsid w:val="00F0109F"/>
    <w:rsid w:val="00F0113E"/>
    <w:rsid w:val="00F016E8"/>
    <w:rsid w:val="00F0191D"/>
    <w:rsid w:val="00F01B4C"/>
    <w:rsid w:val="00F01E28"/>
    <w:rsid w:val="00F020AB"/>
    <w:rsid w:val="00F028A8"/>
    <w:rsid w:val="00F029D1"/>
    <w:rsid w:val="00F02C30"/>
    <w:rsid w:val="00F02C3F"/>
    <w:rsid w:val="00F02E8B"/>
    <w:rsid w:val="00F037F1"/>
    <w:rsid w:val="00F03C9E"/>
    <w:rsid w:val="00F04A07"/>
    <w:rsid w:val="00F04BCE"/>
    <w:rsid w:val="00F05693"/>
    <w:rsid w:val="00F05C97"/>
    <w:rsid w:val="00F05CD5"/>
    <w:rsid w:val="00F0621E"/>
    <w:rsid w:val="00F066BA"/>
    <w:rsid w:val="00F06DD9"/>
    <w:rsid w:val="00F07237"/>
    <w:rsid w:val="00F07301"/>
    <w:rsid w:val="00F074BC"/>
    <w:rsid w:val="00F07AFF"/>
    <w:rsid w:val="00F1003C"/>
    <w:rsid w:val="00F1016A"/>
    <w:rsid w:val="00F11398"/>
    <w:rsid w:val="00F11A06"/>
    <w:rsid w:val="00F11E22"/>
    <w:rsid w:val="00F11F17"/>
    <w:rsid w:val="00F12244"/>
    <w:rsid w:val="00F123D7"/>
    <w:rsid w:val="00F12C52"/>
    <w:rsid w:val="00F12FFF"/>
    <w:rsid w:val="00F13700"/>
    <w:rsid w:val="00F13979"/>
    <w:rsid w:val="00F13BB8"/>
    <w:rsid w:val="00F14B79"/>
    <w:rsid w:val="00F14EF9"/>
    <w:rsid w:val="00F152D2"/>
    <w:rsid w:val="00F15489"/>
    <w:rsid w:val="00F15754"/>
    <w:rsid w:val="00F15F8C"/>
    <w:rsid w:val="00F16360"/>
    <w:rsid w:val="00F16F5C"/>
    <w:rsid w:val="00F1712A"/>
    <w:rsid w:val="00F17D25"/>
    <w:rsid w:val="00F202AC"/>
    <w:rsid w:val="00F20A75"/>
    <w:rsid w:val="00F20C0E"/>
    <w:rsid w:val="00F2109F"/>
    <w:rsid w:val="00F220A0"/>
    <w:rsid w:val="00F22135"/>
    <w:rsid w:val="00F228FB"/>
    <w:rsid w:val="00F22955"/>
    <w:rsid w:val="00F22D77"/>
    <w:rsid w:val="00F234A5"/>
    <w:rsid w:val="00F2368A"/>
    <w:rsid w:val="00F237BA"/>
    <w:rsid w:val="00F239A7"/>
    <w:rsid w:val="00F23A21"/>
    <w:rsid w:val="00F23FB3"/>
    <w:rsid w:val="00F2423E"/>
    <w:rsid w:val="00F242C9"/>
    <w:rsid w:val="00F2431C"/>
    <w:rsid w:val="00F2459C"/>
    <w:rsid w:val="00F245B6"/>
    <w:rsid w:val="00F245C2"/>
    <w:rsid w:val="00F24A2A"/>
    <w:rsid w:val="00F24CAE"/>
    <w:rsid w:val="00F25420"/>
    <w:rsid w:val="00F256DD"/>
    <w:rsid w:val="00F256F2"/>
    <w:rsid w:val="00F25A33"/>
    <w:rsid w:val="00F25F34"/>
    <w:rsid w:val="00F25FCB"/>
    <w:rsid w:val="00F25FDA"/>
    <w:rsid w:val="00F262A4"/>
    <w:rsid w:val="00F26481"/>
    <w:rsid w:val="00F26845"/>
    <w:rsid w:val="00F268C9"/>
    <w:rsid w:val="00F26E49"/>
    <w:rsid w:val="00F2709F"/>
    <w:rsid w:val="00F275C3"/>
    <w:rsid w:val="00F27D81"/>
    <w:rsid w:val="00F27EBB"/>
    <w:rsid w:val="00F27F32"/>
    <w:rsid w:val="00F304AA"/>
    <w:rsid w:val="00F304E2"/>
    <w:rsid w:val="00F30D12"/>
    <w:rsid w:val="00F30F3B"/>
    <w:rsid w:val="00F312B7"/>
    <w:rsid w:val="00F3179B"/>
    <w:rsid w:val="00F318EB"/>
    <w:rsid w:val="00F328E3"/>
    <w:rsid w:val="00F32F14"/>
    <w:rsid w:val="00F339AE"/>
    <w:rsid w:val="00F33A76"/>
    <w:rsid w:val="00F33B69"/>
    <w:rsid w:val="00F34BF8"/>
    <w:rsid w:val="00F34C74"/>
    <w:rsid w:val="00F35275"/>
    <w:rsid w:val="00F352CD"/>
    <w:rsid w:val="00F35339"/>
    <w:rsid w:val="00F35902"/>
    <w:rsid w:val="00F35AF1"/>
    <w:rsid w:val="00F35FB4"/>
    <w:rsid w:val="00F36924"/>
    <w:rsid w:val="00F37D02"/>
    <w:rsid w:val="00F406AD"/>
    <w:rsid w:val="00F4078F"/>
    <w:rsid w:val="00F407B0"/>
    <w:rsid w:val="00F407C4"/>
    <w:rsid w:val="00F40840"/>
    <w:rsid w:val="00F408EE"/>
    <w:rsid w:val="00F40F7A"/>
    <w:rsid w:val="00F41873"/>
    <w:rsid w:val="00F418FB"/>
    <w:rsid w:val="00F42139"/>
    <w:rsid w:val="00F4271C"/>
    <w:rsid w:val="00F4274B"/>
    <w:rsid w:val="00F42F0A"/>
    <w:rsid w:val="00F430E7"/>
    <w:rsid w:val="00F431D5"/>
    <w:rsid w:val="00F4431C"/>
    <w:rsid w:val="00F4449E"/>
    <w:rsid w:val="00F44CD3"/>
    <w:rsid w:val="00F44EDC"/>
    <w:rsid w:val="00F459D0"/>
    <w:rsid w:val="00F45C28"/>
    <w:rsid w:val="00F45FC3"/>
    <w:rsid w:val="00F463B8"/>
    <w:rsid w:val="00F463FF"/>
    <w:rsid w:val="00F46C2D"/>
    <w:rsid w:val="00F46D62"/>
    <w:rsid w:val="00F46DED"/>
    <w:rsid w:val="00F46E78"/>
    <w:rsid w:val="00F47353"/>
    <w:rsid w:val="00F473E7"/>
    <w:rsid w:val="00F477DC"/>
    <w:rsid w:val="00F47813"/>
    <w:rsid w:val="00F478B0"/>
    <w:rsid w:val="00F5017B"/>
    <w:rsid w:val="00F50BC8"/>
    <w:rsid w:val="00F50BE1"/>
    <w:rsid w:val="00F50E74"/>
    <w:rsid w:val="00F50F0B"/>
    <w:rsid w:val="00F511C0"/>
    <w:rsid w:val="00F51387"/>
    <w:rsid w:val="00F516B5"/>
    <w:rsid w:val="00F51803"/>
    <w:rsid w:val="00F518B7"/>
    <w:rsid w:val="00F5197E"/>
    <w:rsid w:val="00F52349"/>
    <w:rsid w:val="00F52D94"/>
    <w:rsid w:val="00F531FE"/>
    <w:rsid w:val="00F5331A"/>
    <w:rsid w:val="00F5340C"/>
    <w:rsid w:val="00F535C3"/>
    <w:rsid w:val="00F5389B"/>
    <w:rsid w:val="00F53953"/>
    <w:rsid w:val="00F53A6D"/>
    <w:rsid w:val="00F53EF3"/>
    <w:rsid w:val="00F546E5"/>
    <w:rsid w:val="00F54908"/>
    <w:rsid w:val="00F549C9"/>
    <w:rsid w:val="00F54B21"/>
    <w:rsid w:val="00F54CC4"/>
    <w:rsid w:val="00F54F92"/>
    <w:rsid w:val="00F55AC7"/>
    <w:rsid w:val="00F55C46"/>
    <w:rsid w:val="00F55CB3"/>
    <w:rsid w:val="00F55F31"/>
    <w:rsid w:val="00F561BC"/>
    <w:rsid w:val="00F56B55"/>
    <w:rsid w:val="00F56BCA"/>
    <w:rsid w:val="00F56BE8"/>
    <w:rsid w:val="00F56F65"/>
    <w:rsid w:val="00F57D10"/>
    <w:rsid w:val="00F60828"/>
    <w:rsid w:val="00F60EB5"/>
    <w:rsid w:val="00F61174"/>
    <w:rsid w:val="00F61314"/>
    <w:rsid w:val="00F6178D"/>
    <w:rsid w:val="00F618B1"/>
    <w:rsid w:val="00F62A2E"/>
    <w:rsid w:val="00F62BC9"/>
    <w:rsid w:val="00F62D69"/>
    <w:rsid w:val="00F62D80"/>
    <w:rsid w:val="00F631EF"/>
    <w:rsid w:val="00F636C6"/>
    <w:rsid w:val="00F63737"/>
    <w:rsid w:val="00F63767"/>
    <w:rsid w:val="00F638B8"/>
    <w:rsid w:val="00F6429F"/>
    <w:rsid w:val="00F644D9"/>
    <w:rsid w:val="00F64713"/>
    <w:rsid w:val="00F6647F"/>
    <w:rsid w:val="00F664F7"/>
    <w:rsid w:val="00F6662A"/>
    <w:rsid w:val="00F66898"/>
    <w:rsid w:val="00F66A6D"/>
    <w:rsid w:val="00F671DE"/>
    <w:rsid w:val="00F67263"/>
    <w:rsid w:val="00F67E47"/>
    <w:rsid w:val="00F67E59"/>
    <w:rsid w:val="00F67F45"/>
    <w:rsid w:val="00F70121"/>
    <w:rsid w:val="00F702CC"/>
    <w:rsid w:val="00F70A0A"/>
    <w:rsid w:val="00F7142E"/>
    <w:rsid w:val="00F716A7"/>
    <w:rsid w:val="00F71E7D"/>
    <w:rsid w:val="00F71F4A"/>
    <w:rsid w:val="00F72086"/>
    <w:rsid w:val="00F7230A"/>
    <w:rsid w:val="00F731F1"/>
    <w:rsid w:val="00F738F5"/>
    <w:rsid w:val="00F742A9"/>
    <w:rsid w:val="00F7434C"/>
    <w:rsid w:val="00F7449A"/>
    <w:rsid w:val="00F7469C"/>
    <w:rsid w:val="00F75472"/>
    <w:rsid w:val="00F7556D"/>
    <w:rsid w:val="00F75E71"/>
    <w:rsid w:val="00F75F2C"/>
    <w:rsid w:val="00F76207"/>
    <w:rsid w:val="00F766A8"/>
    <w:rsid w:val="00F76894"/>
    <w:rsid w:val="00F768CB"/>
    <w:rsid w:val="00F76CC0"/>
    <w:rsid w:val="00F76F4A"/>
    <w:rsid w:val="00F7739A"/>
    <w:rsid w:val="00F77A30"/>
    <w:rsid w:val="00F8007D"/>
    <w:rsid w:val="00F80DBE"/>
    <w:rsid w:val="00F811AA"/>
    <w:rsid w:val="00F820C4"/>
    <w:rsid w:val="00F823AF"/>
    <w:rsid w:val="00F82498"/>
    <w:rsid w:val="00F82BE2"/>
    <w:rsid w:val="00F83CC5"/>
    <w:rsid w:val="00F83EB5"/>
    <w:rsid w:val="00F83F4D"/>
    <w:rsid w:val="00F84C4D"/>
    <w:rsid w:val="00F84CEF"/>
    <w:rsid w:val="00F84D46"/>
    <w:rsid w:val="00F85543"/>
    <w:rsid w:val="00F861C4"/>
    <w:rsid w:val="00F86304"/>
    <w:rsid w:val="00F866B3"/>
    <w:rsid w:val="00F867FA"/>
    <w:rsid w:val="00F86814"/>
    <w:rsid w:val="00F86B11"/>
    <w:rsid w:val="00F86D07"/>
    <w:rsid w:val="00F86EF7"/>
    <w:rsid w:val="00F87538"/>
    <w:rsid w:val="00F87EC6"/>
    <w:rsid w:val="00F90007"/>
    <w:rsid w:val="00F903B1"/>
    <w:rsid w:val="00F9056E"/>
    <w:rsid w:val="00F90A87"/>
    <w:rsid w:val="00F90D5E"/>
    <w:rsid w:val="00F9187E"/>
    <w:rsid w:val="00F91932"/>
    <w:rsid w:val="00F91A70"/>
    <w:rsid w:val="00F91BC6"/>
    <w:rsid w:val="00F9219C"/>
    <w:rsid w:val="00F92AEC"/>
    <w:rsid w:val="00F92D60"/>
    <w:rsid w:val="00F92D80"/>
    <w:rsid w:val="00F93FC4"/>
    <w:rsid w:val="00F945A7"/>
    <w:rsid w:val="00F94625"/>
    <w:rsid w:val="00F94633"/>
    <w:rsid w:val="00F94878"/>
    <w:rsid w:val="00F94B95"/>
    <w:rsid w:val="00F9513A"/>
    <w:rsid w:val="00F954CA"/>
    <w:rsid w:val="00F959F6"/>
    <w:rsid w:val="00F95CEF"/>
    <w:rsid w:val="00F95D3C"/>
    <w:rsid w:val="00F96780"/>
    <w:rsid w:val="00F969EA"/>
    <w:rsid w:val="00F96AF7"/>
    <w:rsid w:val="00F96C88"/>
    <w:rsid w:val="00F9768F"/>
    <w:rsid w:val="00F979BB"/>
    <w:rsid w:val="00F97B64"/>
    <w:rsid w:val="00F97C56"/>
    <w:rsid w:val="00F97DF9"/>
    <w:rsid w:val="00FA0458"/>
    <w:rsid w:val="00FA07CB"/>
    <w:rsid w:val="00FA0D8B"/>
    <w:rsid w:val="00FA0EA2"/>
    <w:rsid w:val="00FA111A"/>
    <w:rsid w:val="00FA113B"/>
    <w:rsid w:val="00FA1408"/>
    <w:rsid w:val="00FA1561"/>
    <w:rsid w:val="00FA1841"/>
    <w:rsid w:val="00FA1CF1"/>
    <w:rsid w:val="00FA1D10"/>
    <w:rsid w:val="00FA2724"/>
    <w:rsid w:val="00FA28DC"/>
    <w:rsid w:val="00FA2C4B"/>
    <w:rsid w:val="00FA2D45"/>
    <w:rsid w:val="00FA2EF2"/>
    <w:rsid w:val="00FA308C"/>
    <w:rsid w:val="00FA311C"/>
    <w:rsid w:val="00FA4249"/>
    <w:rsid w:val="00FA42A0"/>
    <w:rsid w:val="00FA4630"/>
    <w:rsid w:val="00FA4756"/>
    <w:rsid w:val="00FA47D4"/>
    <w:rsid w:val="00FA4CDC"/>
    <w:rsid w:val="00FA4CF2"/>
    <w:rsid w:val="00FA52B2"/>
    <w:rsid w:val="00FA54EF"/>
    <w:rsid w:val="00FA559F"/>
    <w:rsid w:val="00FA5B0B"/>
    <w:rsid w:val="00FA62D6"/>
    <w:rsid w:val="00FA6328"/>
    <w:rsid w:val="00FA63A0"/>
    <w:rsid w:val="00FA6BA1"/>
    <w:rsid w:val="00FA73FF"/>
    <w:rsid w:val="00FADD7B"/>
    <w:rsid w:val="00FB03E1"/>
    <w:rsid w:val="00FB0510"/>
    <w:rsid w:val="00FB0646"/>
    <w:rsid w:val="00FB0BA3"/>
    <w:rsid w:val="00FB13C9"/>
    <w:rsid w:val="00FB1812"/>
    <w:rsid w:val="00FB1D35"/>
    <w:rsid w:val="00FB1D96"/>
    <w:rsid w:val="00FB24C4"/>
    <w:rsid w:val="00FB296C"/>
    <w:rsid w:val="00FB34F0"/>
    <w:rsid w:val="00FB3719"/>
    <w:rsid w:val="00FB3ADD"/>
    <w:rsid w:val="00FB3B62"/>
    <w:rsid w:val="00FB3F79"/>
    <w:rsid w:val="00FB4BF8"/>
    <w:rsid w:val="00FB4C93"/>
    <w:rsid w:val="00FB4DA2"/>
    <w:rsid w:val="00FB5168"/>
    <w:rsid w:val="00FB54CB"/>
    <w:rsid w:val="00FB55C4"/>
    <w:rsid w:val="00FB5E93"/>
    <w:rsid w:val="00FB6234"/>
    <w:rsid w:val="00FB667E"/>
    <w:rsid w:val="00FB668D"/>
    <w:rsid w:val="00FB6B5A"/>
    <w:rsid w:val="00FB70BC"/>
    <w:rsid w:val="00FB7DEC"/>
    <w:rsid w:val="00FB7E85"/>
    <w:rsid w:val="00FB7F66"/>
    <w:rsid w:val="00FC01B3"/>
    <w:rsid w:val="00FC0437"/>
    <w:rsid w:val="00FC064D"/>
    <w:rsid w:val="00FC08FF"/>
    <w:rsid w:val="00FC0C2A"/>
    <w:rsid w:val="00FC0C83"/>
    <w:rsid w:val="00FC1236"/>
    <w:rsid w:val="00FC146A"/>
    <w:rsid w:val="00FC1487"/>
    <w:rsid w:val="00FC1657"/>
    <w:rsid w:val="00FC1B45"/>
    <w:rsid w:val="00FC2552"/>
    <w:rsid w:val="00FC2CDA"/>
    <w:rsid w:val="00FC2D41"/>
    <w:rsid w:val="00FC3A53"/>
    <w:rsid w:val="00FC41D9"/>
    <w:rsid w:val="00FC41F4"/>
    <w:rsid w:val="00FC4631"/>
    <w:rsid w:val="00FC4926"/>
    <w:rsid w:val="00FC4A85"/>
    <w:rsid w:val="00FC4C8E"/>
    <w:rsid w:val="00FC51F5"/>
    <w:rsid w:val="00FC5706"/>
    <w:rsid w:val="00FC59BB"/>
    <w:rsid w:val="00FC5AC6"/>
    <w:rsid w:val="00FC5D06"/>
    <w:rsid w:val="00FC5D21"/>
    <w:rsid w:val="00FC6499"/>
    <w:rsid w:val="00FC6515"/>
    <w:rsid w:val="00FC6D7B"/>
    <w:rsid w:val="00FC72EC"/>
    <w:rsid w:val="00FC7443"/>
    <w:rsid w:val="00FC7595"/>
    <w:rsid w:val="00FC799D"/>
    <w:rsid w:val="00FC7B7A"/>
    <w:rsid w:val="00FC7DAE"/>
    <w:rsid w:val="00FD020A"/>
    <w:rsid w:val="00FD1326"/>
    <w:rsid w:val="00FD183A"/>
    <w:rsid w:val="00FD187E"/>
    <w:rsid w:val="00FD1A49"/>
    <w:rsid w:val="00FD1AB4"/>
    <w:rsid w:val="00FD1D57"/>
    <w:rsid w:val="00FD1F95"/>
    <w:rsid w:val="00FD24B6"/>
    <w:rsid w:val="00FD24EE"/>
    <w:rsid w:val="00FD270C"/>
    <w:rsid w:val="00FD277C"/>
    <w:rsid w:val="00FD2E73"/>
    <w:rsid w:val="00FD357B"/>
    <w:rsid w:val="00FD35A4"/>
    <w:rsid w:val="00FD369B"/>
    <w:rsid w:val="00FD36B3"/>
    <w:rsid w:val="00FD3FB3"/>
    <w:rsid w:val="00FD3FB5"/>
    <w:rsid w:val="00FD3FCC"/>
    <w:rsid w:val="00FD4C70"/>
    <w:rsid w:val="00FD4DCF"/>
    <w:rsid w:val="00FD4FAA"/>
    <w:rsid w:val="00FD54E3"/>
    <w:rsid w:val="00FD5A58"/>
    <w:rsid w:val="00FD6297"/>
    <w:rsid w:val="00FD63F6"/>
    <w:rsid w:val="00FD669B"/>
    <w:rsid w:val="00FD6B8F"/>
    <w:rsid w:val="00FD7811"/>
    <w:rsid w:val="00FD7A86"/>
    <w:rsid w:val="00FD7C11"/>
    <w:rsid w:val="00FD7FB3"/>
    <w:rsid w:val="00FE0354"/>
    <w:rsid w:val="00FE0687"/>
    <w:rsid w:val="00FE0A61"/>
    <w:rsid w:val="00FE1065"/>
    <w:rsid w:val="00FE112A"/>
    <w:rsid w:val="00FE11F9"/>
    <w:rsid w:val="00FE1DF0"/>
    <w:rsid w:val="00FE2100"/>
    <w:rsid w:val="00FE261E"/>
    <w:rsid w:val="00FE26B7"/>
    <w:rsid w:val="00FE294B"/>
    <w:rsid w:val="00FE2B8E"/>
    <w:rsid w:val="00FE2BBB"/>
    <w:rsid w:val="00FE2C3B"/>
    <w:rsid w:val="00FE2CD4"/>
    <w:rsid w:val="00FE3201"/>
    <w:rsid w:val="00FE32C6"/>
    <w:rsid w:val="00FE3EB4"/>
    <w:rsid w:val="00FE4642"/>
    <w:rsid w:val="00FE5371"/>
    <w:rsid w:val="00FE60EB"/>
    <w:rsid w:val="00FE67A1"/>
    <w:rsid w:val="00FE6F76"/>
    <w:rsid w:val="00FE7293"/>
    <w:rsid w:val="00FE7A9C"/>
    <w:rsid w:val="00FE7B45"/>
    <w:rsid w:val="00FE7E45"/>
    <w:rsid w:val="00FE7F1E"/>
    <w:rsid w:val="00FF0727"/>
    <w:rsid w:val="00FF074D"/>
    <w:rsid w:val="00FF0918"/>
    <w:rsid w:val="00FF09AA"/>
    <w:rsid w:val="00FF0BBE"/>
    <w:rsid w:val="00FF0D6C"/>
    <w:rsid w:val="00FF1209"/>
    <w:rsid w:val="00FF12D1"/>
    <w:rsid w:val="00FF1462"/>
    <w:rsid w:val="00FF1BFF"/>
    <w:rsid w:val="00FF1D14"/>
    <w:rsid w:val="00FF1D69"/>
    <w:rsid w:val="00FF2150"/>
    <w:rsid w:val="00FF2C5F"/>
    <w:rsid w:val="00FF2CDB"/>
    <w:rsid w:val="00FF2E62"/>
    <w:rsid w:val="00FF2FCE"/>
    <w:rsid w:val="00FF3491"/>
    <w:rsid w:val="00FF3AD5"/>
    <w:rsid w:val="00FF3C20"/>
    <w:rsid w:val="00FF3FC8"/>
    <w:rsid w:val="00FF403C"/>
    <w:rsid w:val="00FF41CF"/>
    <w:rsid w:val="00FF48B3"/>
    <w:rsid w:val="00FF4EC4"/>
    <w:rsid w:val="00FF5166"/>
    <w:rsid w:val="00FF5559"/>
    <w:rsid w:val="00FF6003"/>
    <w:rsid w:val="00FF61C4"/>
    <w:rsid w:val="00FF690B"/>
    <w:rsid w:val="00FF6C52"/>
    <w:rsid w:val="00FF6EA1"/>
    <w:rsid w:val="00FF7380"/>
    <w:rsid w:val="00FF7965"/>
    <w:rsid w:val="00FF7CC2"/>
    <w:rsid w:val="010CF5FD"/>
    <w:rsid w:val="010D9CDC"/>
    <w:rsid w:val="0125BE98"/>
    <w:rsid w:val="0126DE96"/>
    <w:rsid w:val="01445E7A"/>
    <w:rsid w:val="0144FB61"/>
    <w:rsid w:val="01477B67"/>
    <w:rsid w:val="014CA3FA"/>
    <w:rsid w:val="015BEB44"/>
    <w:rsid w:val="0170CBCB"/>
    <w:rsid w:val="0177E53C"/>
    <w:rsid w:val="0181511E"/>
    <w:rsid w:val="01859BC2"/>
    <w:rsid w:val="018B6E7A"/>
    <w:rsid w:val="019D5AAA"/>
    <w:rsid w:val="01DC61CC"/>
    <w:rsid w:val="01DDB781"/>
    <w:rsid w:val="01FFC4BF"/>
    <w:rsid w:val="020E29A1"/>
    <w:rsid w:val="020F1576"/>
    <w:rsid w:val="021905D2"/>
    <w:rsid w:val="023ABA33"/>
    <w:rsid w:val="0246B53E"/>
    <w:rsid w:val="0255D72D"/>
    <w:rsid w:val="0256A57A"/>
    <w:rsid w:val="027423CF"/>
    <w:rsid w:val="02A81ABC"/>
    <w:rsid w:val="02B69D89"/>
    <w:rsid w:val="02C36089"/>
    <w:rsid w:val="02C883C0"/>
    <w:rsid w:val="0301862B"/>
    <w:rsid w:val="030C1D7C"/>
    <w:rsid w:val="032AA447"/>
    <w:rsid w:val="0330D66D"/>
    <w:rsid w:val="03532F20"/>
    <w:rsid w:val="037A3837"/>
    <w:rsid w:val="037F1FEF"/>
    <w:rsid w:val="0389F3D3"/>
    <w:rsid w:val="03929802"/>
    <w:rsid w:val="03B1DBF5"/>
    <w:rsid w:val="03C05E16"/>
    <w:rsid w:val="03CC09B7"/>
    <w:rsid w:val="03E0C71D"/>
    <w:rsid w:val="03E1CDA5"/>
    <w:rsid w:val="03FC6B60"/>
    <w:rsid w:val="040EAAAB"/>
    <w:rsid w:val="0422596F"/>
    <w:rsid w:val="04343406"/>
    <w:rsid w:val="04500EC2"/>
    <w:rsid w:val="045295A2"/>
    <w:rsid w:val="045BFF72"/>
    <w:rsid w:val="0475121C"/>
    <w:rsid w:val="047EB92D"/>
    <w:rsid w:val="047F1C29"/>
    <w:rsid w:val="04815065"/>
    <w:rsid w:val="04875FF5"/>
    <w:rsid w:val="0487882E"/>
    <w:rsid w:val="049F38A2"/>
    <w:rsid w:val="04A949BE"/>
    <w:rsid w:val="04BEE9D9"/>
    <w:rsid w:val="04CA6D84"/>
    <w:rsid w:val="04CD906C"/>
    <w:rsid w:val="04D4DBE2"/>
    <w:rsid w:val="04DAABBF"/>
    <w:rsid w:val="05080103"/>
    <w:rsid w:val="052CA1AB"/>
    <w:rsid w:val="0543C1DB"/>
    <w:rsid w:val="054CFACA"/>
    <w:rsid w:val="0559DC2A"/>
    <w:rsid w:val="056E2797"/>
    <w:rsid w:val="05975CAA"/>
    <w:rsid w:val="05990BC8"/>
    <w:rsid w:val="05EAFCF0"/>
    <w:rsid w:val="05EF8E48"/>
    <w:rsid w:val="05FD0CA8"/>
    <w:rsid w:val="06120D42"/>
    <w:rsid w:val="061A898E"/>
    <w:rsid w:val="063488E6"/>
    <w:rsid w:val="0645390D"/>
    <w:rsid w:val="064F59D9"/>
    <w:rsid w:val="065E41D7"/>
    <w:rsid w:val="065FD035"/>
    <w:rsid w:val="0661AEE0"/>
    <w:rsid w:val="067252AF"/>
    <w:rsid w:val="06825255"/>
    <w:rsid w:val="0694EC59"/>
    <w:rsid w:val="069DD2C5"/>
    <w:rsid w:val="06B617F9"/>
    <w:rsid w:val="06DA574F"/>
    <w:rsid w:val="06DEE3AC"/>
    <w:rsid w:val="070C748F"/>
    <w:rsid w:val="07454C4D"/>
    <w:rsid w:val="0755A4D4"/>
    <w:rsid w:val="0765C5D4"/>
    <w:rsid w:val="076D8000"/>
    <w:rsid w:val="077E9517"/>
    <w:rsid w:val="078FCC8F"/>
    <w:rsid w:val="07912F36"/>
    <w:rsid w:val="07948F17"/>
    <w:rsid w:val="07C50BFF"/>
    <w:rsid w:val="07E9FD25"/>
    <w:rsid w:val="07EA889A"/>
    <w:rsid w:val="07EB2A3A"/>
    <w:rsid w:val="07EE8614"/>
    <w:rsid w:val="07F92424"/>
    <w:rsid w:val="0857159E"/>
    <w:rsid w:val="08666B22"/>
    <w:rsid w:val="086829A7"/>
    <w:rsid w:val="0880CF65"/>
    <w:rsid w:val="088632B8"/>
    <w:rsid w:val="08938829"/>
    <w:rsid w:val="08A940E5"/>
    <w:rsid w:val="08C2D007"/>
    <w:rsid w:val="08CDB48F"/>
    <w:rsid w:val="08EAF0FE"/>
    <w:rsid w:val="09306EDF"/>
    <w:rsid w:val="09359FAF"/>
    <w:rsid w:val="09510462"/>
    <w:rsid w:val="096617A2"/>
    <w:rsid w:val="0976C342"/>
    <w:rsid w:val="09B8EA89"/>
    <w:rsid w:val="09DEBE7C"/>
    <w:rsid w:val="0A27F529"/>
    <w:rsid w:val="0A322906"/>
    <w:rsid w:val="0A810003"/>
    <w:rsid w:val="0A818844"/>
    <w:rsid w:val="0AB738F1"/>
    <w:rsid w:val="0AF574D6"/>
    <w:rsid w:val="0B0A904F"/>
    <w:rsid w:val="0B11C9CD"/>
    <w:rsid w:val="0B1639E7"/>
    <w:rsid w:val="0B1879DB"/>
    <w:rsid w:val="0B2063EF"/>
    <w:rsid w:val="0B20D3EA"/>
    <w:rsid w:val="0B29D3CA"/>
    <w:rsid w:val="0B2CC609"/>
    <w:rsid w:val="0B3E5BFA"/>
    <w:rsid w:val="0B5E469C"/>
    <w:rsid w:val="0B6F5562"/>
    <w:rsid w:val="0B7C3D02"/>
    <w:rsid w:val="0B801350"/>
    <w:rsid w:val="0B8A1074"/>
    <w:rsid w:val="0B95AB3D"/>
    <w:rsid w:val="0BAC71F7"/>
    <w:rsid w:val="0BB31C17"/>
    <w:rsid w:val="0BB61A6F"/>
    <w:rsid w:val="0BBA2A67"/>
    <w:rsid w:val="0BC3D2E5"/>
    <w:rsid w:val="0BC779C1"/>
    <w:rsid w:val="0BCB3C37"/>
    <w:rsid w:val="0BD2FD94"/>
    <w:rsid w:val="0BDAB995"/>
    <w:rsid w:val="0C117DC1"/>
    <w:rsid w:val="0C17BDA4"/>
    <w:rsid w:val="0C2BB6C8"/>
    <w:rsid w:val="0C2BFC79"/>
    <w:rsid w:val="0C4B2F3B"/>
    <w:rsid w:val="0C51931A"/>
    <w:rsid w:val="0C67BDCF"/>
    <w:rsid w:val="0C6A7677"/>
    <w:rsid w:val="0C85E08F"/>
    <w:rsid w:val="0C86AB38"/>
    <w:rsid w:val="0C8812AF"/>
    <w:rsid w:val="0C9FB19E"/>
    <w:rsid w:val="0CA03F0D"/>
    <w:rsid w:val="0CABDA6E"/>
    <w:rsid w:val="0CBD18F5"/>
    <w:rsid w:val="0CBDF9BD"/>
    <w:rsid w:val="0CD65708"/>
    <w:rsid w:val="0CFA16FD"/>
    <w:rsid w:val="0CFD54AF"/>
    <w:rsid w:val="0D119416"/>
    <w:rsid w:val="0D1C5FB8"/>
    <w:rsid w:val="0D1F9115"/>
    <w:rsid w:val="0D38D19E"/>
    <w:rsid w:val="0D878871"/>
    <w:rsid w:val="0D8C59DF"/>
    <w:rsid w:val="0DB72588"/>
    <w:rsid w:val="0DBB471E"/>
    <w:rsid w:val="0DCAAEEF"/>
    <w:rsid w:val="0DD06F71"/>
    <w:rsid w:val="0DD4F197"/>
    <w:rsid w:val="0E16A59A"/>
    <w:rsid w:val="0E1803B9"/>
    <w:rsid w:val="0E23E310"/>
    <w:rsid w:val="0E3D48BD"/>
    <w:rsid w:val="0E59EEC2"/>
    <w:rsid w:val="0E97D4CB"/>
    <w:rsid w:val="0E994F9F"/>
    <w:rsid w:val="0E9C3D5A"/>
    <w:rsid w:val="0EB8C002"/>
    <w:rsid w:val="0ECDAF31"/>
    <w:rsid w:val="0ED9DDD0"/>
    <w:rsid w:val="0ED9FFA7"/>
    <w:rsid w:val="0EE6299E"/>
    <w:rsid w:val="0EED3ADB"/>
    <w:rsid w:val="0F125168"/>
    <w:rsid w:val="0F18531D"/>
    <w:rsid w:val="0F1D6E5C"/>
    <w:rsid w:val="0F2ECBAF"/>
    <w:rsid w:val="0F3DBD41"/>
    <w:rsid w:val="0F5460F1"/>
    <w:rsid w:val="0F637B9F"/>
    <w:rsid w:val="0F9D2D64"/>
    <w:rsid w:val="0FA856C1"/>
    <w:rsid w:val="0FCCB87D"/>
    <w:rsid w:val="0FD0F9C2"/>
    <w:rsid w:val="100B9186"/>
    <w:rsid w:val="1017197E"/>
    <w:rsid w:val="101BBC6E"/>
    <w:rsid w:val="1037E3E0"/>
    <w:rsid w:val="104B9D3A"/>
    <w:rsid w:val="104D52D2"/>
    <w:rsid w:val="105454F6"/>
    <w:rsid w:val="10672414"/>
    <w:rsid w:val="1068CB71"/>
    <w:rsid w:val="108478BE"/>
    <w:rsid w:val="10AF5EB7"/>
    <w:rsid w:val="10EA45BE"/>
    <w:rsid w:val="10F2D1AD"/>
    <w:rsid w:val="11070059"/>
    <w:rsid w:val="1107EEA7"/>
    <w:rsid w:val="112C3393"/>
    <w:rsid w:val="1147A34D"/>
    <w:rsid w:val="114FABAC"/>
    <w:rsid w:val="1155CC16"/>
    <w:rsid w:val="11767D16"/>
    <w:rsid w:val="1183D55D"/>
    <w:rsid w:val="118B5170"/>
    <w:rsid w:val="11AED33D"/>
    <w:rsid w:val="11B7B40D"/>
    <w:rsid w:val="11E76D9B"/>
    <w:rsid w:val="11FB696C"/>
    <w:rsid w:val="12091C86"/>
    <w:rsid w:val="12143FC2"/>
    <w:rsid w:val="121D1244"/>
    <w:rsid w:val="12493549"/>
    <w:rsid w:val="125414B7"/>
    <w:rsid w:val="125B17D1"/>
    <w:rsid w:val="12CB2C95"/>
    <w:rsid w:val="12D9FA1A"/>
    <w:rsid w:val="12E38C17"/>
    <w:rsid w:val="12E77A5B"/>
    <w:rsid w:val="1310B9E0"/>
    <w:rsid w:val="13196FF0"/>
    <w:rsid w:val="131A2223"/>
    <w:rsid w:val="1323BF82"/>
    <w:rsid w:val="13247F57"/>
    <w:rsid w:val="13417621"/>
    <w:rsid w:val="134A601D"/>
    <w:rsid w:val="137AF34D"/>
    <w:rsid w:val="139C7D21"/>
    <w:rsid w:val="13A78417"/>
    <w:rsid w:val="13B5F302"/>
    <w:rsid w:val="13BE930B"/>
    <w:rsid w:val="13C95EAE"/>
    <w:rsid w:val="13D965BA"/>
    <w:rsid w:val="13DA0BB3"/>
    <w:rsid w:val="13DEB767"/>
    <w:rsid w:val="13E149B2"/>
    <w:rsid w:val="140AAC2B"/>
    <w:rsid w:val="141FACBC"/>
    <w:rsid w:val="143031FA"/>
    <w:rsid w:val="143217DD"/>
    <w:rsid w:val="145689E1"/>
    <w:rsid w:val="14952217"/>
    <w:rsid w:val="1497F514"/>
    <w:rsid w:val="14AC8A41"/>
    <w:rsid w:val="14AE1DD8"/>
    <w:rsid w:val="14C5FED5"/>
    <w:rsid w:val="14C99542"/>
    <w:rsid w:val="14E4D3F1"/>
    <w:rsid w:val="14E6307E"/>
    <w:rsid w:val="14E7F418"/>
    <w:rsid w:val="14EA2CF9"/>
    <w:rsid w:val="14F6807B"/>
    <w:rsid w:val="1506A1EB"/>
    <w:rsid w:val="152B4F89"/>
    <w:rsid w:val="152DFA93"/>
    <w:rsid w:val="156EF29F"/>
    <w:rsid w:val="158F2736"/>
    <w:rsid w:val="15913B92"/>
    <w:rsid w:val="15A15068"/>
    <w:rsid w:val="15C44EAC"/>
    <w:rsid w:val="15CCCC8F"/>
    <w:rsid w:val="15D561D8"/>
    <w:rsid w:val="15D85E88"/>
    <w:rsid w:val="15E3981C"/>
    <w:rsid w:val="15EF4721"/>
    <w:rsid w:val="16306326"/>
    <w:rsid w:val="165BFC9F"/>
    <w:rsid w:val="1676BC9E"/>
    <w:rsid w:val="168B0E98"/>
    <w:rsid w:val="16900040"/>
    <w:rsid w:val="169E7A44"/>
    <w:rsid w:val="16B0A284"/>
    <w:rsid w:val="16B840AA"/>
    <w:rsid w:val="16BB14F4"/>
    <w:rsid w:val="16C94493"/>
    <w:rsid w:val="16D83153"/>
    <w:rsid w:val="16F1334F"/>
    <w:rsid w:val="171DA6F5"/>
    <w:rsid w:val="172E3D45"/>
    <w:rsid w:val="1747BE9E"/>
    <w:rsid w:val="175D03F2"/>
    <w:rsid w:val="1762ED7E"/>
    <w:rsid w:val="176C7F9C"/>
    <w:rsid w:val="1773160B"/>
    <w:rsid w:val="177F687D"/>
    <w:rsid w:val="179A50BF"/>
    <w:rsid w:val="17A274AB"/>
    <w:rsid w:val="17E919B9"/>
    <w:rsid w:val="18014547"/>
    <w:rsid w:val="180BF12F"/>
    <w:rsid w:val="181D429E"/>
    <w:rsid w:val="183AF9A2"/>
    <w:rsid w:val="1840417F"/>
    <w:rsid w:val="1842AEF6"/>
    <w:rsid w:val="18448526"/>
    <w:rsid w:val="18470CC7"/>
    <w:rsid w:val="186E6079"/>
    <w:rsid w:val="1872587B"/>
    <w:rsid w:val="18855FAC"/>
    <w:rsid w:val="189B7C75"/>
    <w:rsid w:val="18A02F15"/>
    <w:rsid w:val="18B9AB4B"/>
    <w:rsid w:val="18C1CCA6"/>
    <w:rsid w:val="18C824C0"/>
    <w:rsid w:val="19136183"/>
    <w:rsid w:val="1913DD3E"/>
    <w:rsid w:val="1940254C"/>
    <w:rsid w:val="196AF567"/>
    <w:rsid w:val="1978FFFE"/>
    <w:rsid w:val="197E0952"/>
    <w:rsid w:val="19809921"/>
    <w:rsid w:val="198195EE"/>
    <w:rsid w:val="19960299"/>
    <w:rsid w:val="199DDF1B"/>
    <w:rsid w:val="19A13CA2"/>
    <w:rsid w:val="19A85269"/>
    <w:rsid w:val="19BCEE4E"/>
    <w:rsid w:val="19CBD2E5"/>
    <w:rsid w:val="19DA130E"/>
    <w:rsid w:val="19F1109F"/>
    <w:rsid w:val="19F7435D"/>
    <w:rsid w:val="1A19E67E"/>
    <w:rsid w:val="1A4D1B34"/>
    <w:rsid w:val="1A593F75"/>
    <w:rsid w:val="1A7C77CD"/>
    <w:rsid w:val="1A864FC7"/>
    <w:rsid w:val="1A88D934"/>
    <w:rsid w:val="1AB1EF88"/>
    <w:rsid w:val="1AC47550"/>
    <w:rsid w:val="1ADC8A62"/>
    <w:rsid w:val="1B1D5F5C"/>
    <w:rsid w:val="1B243B7D"/>
    <w:rsid w:val="1B428A43"/>
    <w:rsid w:val="1B42C980"/>
    <w:rsid w:val="1B431933"/>
    <w:rsid w:val="1B5EFBF5"/>
    <w:rsid w:val="1B6F892C"/>
    <w:rsid w:val="1B6FC2A2"/>
    <w:rsid w:val="1B9A12D5"/>
    <w:rsid w:val="1BA9DF18"/>
    <w:rsid w:val="1BE2B375"/>
    <w:rsid w:val="1BEBD4E0"/>
    <w:rsid w:val="1C090C39"/>
    <w:rsid w:val="1C09CB62"/>
    <w:rsid w:val="1C22454C"/>
    <w:rsid w:val="1C35073D"/>
    <w:rsid w:val="1C3BDC52"/>
    <w:rsid w:val="1C5920E0"/>
    <w:rsid w:val="1C5FE10A"/>
    <w:rsid w:val="1C8036B4"/>
    <w:rsid w:val="1C81A8A8"/>
    <w:rsid w:val="1C8232D2"/>
    <w:rsid w:val="1CA25438"/>
    <w:rsid w:val="1D0373A7"/>
    <w:rsid w:val="1D12D5F4"/>
    <w:rsid w:val="1D53D7F9"/>
    <w:rsid w:val="1D89F736"/>
    <w:rsid w:val="1D8BAF4C"/>
    <w:rsid w:val="1D958B79"/>
    <w:rsid w:val="1D9B29A7"/>
    <w:rsid w:val="1DAD40BB"/>
    <w:rsid w:val="1DC61AC8"/>
    <w:rsid w:val="1DE6C040"/>
    <w:rsid w:val="1DEF1A3D"/>
    <w:rsid w:val="1E2EDADB"/>
    <w:rsid w:val="1E50F348"/>
    <w:rsid w:val="1E9B5A09"/>
    <w:rsid w:val="1EA981A7"/>
    <w:rsid w:val="1EB3F8AE"/>
    <w:rsid w:val="1EBEAE40"/>
    <w:rsid w:val="1ECFDD52"/>
    <w:rsid w:val="1ED5238F"/>
    <w:rsid w:val="1EDFC80E"/>
    <w:rsid w:val="1EF98322"/>
    <w:rsid w:val="1F0ABDF9"/>
    <w:rsid w:val="1F111615"/>
    <w:rsid w:val="1F1D7A1F"/>
    <w:rsid w:val="1F315BDA"/>
    <w:rsid w:val="1F4933BB"/>
    <w:rsid w:val="1F4ABD40"/>
    <w:rsid w:val="1F552BA9"/>
    <w:rsid w:val="1F55A132"/>
    <w:rsid w:val="1F975D98"/>
    <w:rsid w:val="1FA0FA9F"/>
    <w:rsid w:val="1FEC2A76"/>
    <w:rsid w:val="200A6F51"/>
    <w:rsid w:val="2022BC79"/>
    <w:rsid w:val="2034987E"/>
    <w:rsid w:val="207C5065"/>
    <w:rsid w:val="2087AD40"/>
    <w:rsid w:val="208ABFC6"/>
    <w:rsid w:val="20917722"/>
    <w:rsid w:val="209485C6"/>
    <w:rsid w:val="20A0F61D"/>
    <w:rsid w:val="20CD05AA"/>
    <w:rsid w:val="20FD6607"/>
    <w:rsid w:val="2107A0B1"/>
    <w:rsid w:val="2109FE2B"/>
    <w:rsid w:val="21157843"/>
    <w:rsid w:val="2131B25F"/>
    <w:rsid w:val="215BBD0A"/>
    <w:rsid w:val="217D6AD6"/>
    <w:rsid w:val="21849B34"/>
    <w:rsid w:val="21A73444"/>
    <w:rsid w:val="21A9FEDB"/>
    <w:rsid w:val="21ADFD43"/>
    <w:rsid w:val="21CA4BA8"/>
    <w:rsid w:val="21CD6D84"/>
    <w:rsid w:val="21DCD824"/>
    <w:rsid w:val="21EF7F74"/>
    <w:rsid w:val="2200CC83"/>
    <w:rsid w:val="2228B266"/>
    <w:rsid w:val="22993668"/>
    <w:rsid w:val="229C0C62"/>
    <w:rsid w:val="22BE2A33"/>
    <w:rsid w:val="22C3E5DB"/>
    <w:rsid w:val="22EDC67F"/>
    <w:rsid w:val="22F6E88B"/>
    <w:rsid w:val="22F74962"/>
    <w:rsid w:val="22FDBB7F"/>
    <w:rsid w:val="235AF927"/>
    <w:rsid w:val="238B1B0D"/>
    <w:rsid w:val="239766EF"/>
    <w:rsid w:val="23C92482"/>
    <w:rsid w:val="23F2C4E5"/>
    <w:rsid w:val="240A3EEE"/>
    <w:rsid w:val="240A7DF3"/>
    <w:rsid w:val="240E4BA6"/>
    <w:rsid w:val="24123C04"/>
    <w:rsid w:val="24181024"/>
    <w:rsid w:val="244CA578"/>
    <w:rsid w:val="249B38BF"/>
    <w:rsid w:val="24A7EBB9"/>
    <w:rsid w:val="24B1E593"/>
    <w:rsid w:val="24B77963"/>
    <w:rsid w:val="24F18F0B"/>
    <w:rsid w:val="250076FE"/>
    <w:rsid w:val="250C995A"/>
    <w:rsid w:val="252A597C"/>
    <w:rsid w:val="25304DC9"/>
    <w:rsid w:val="2530ED10"/>
    <w:rsid w:val="2579AB20"/>
    <w:rsid w:val="259AB8EB"/>
    <w:rsid w:val="259D48A1"/>
    <w:rsid w:val="25A210E8"/>
    <w:rsid w:val="25AEEA4C"/>
    <w:rsid w:val="25C03F02"/>
    <w:rsid w:val="25C0E660"/>
    <w:rsid w:val="25D1B3D8"/>
    <w:rsid w:val="25D8DF5F"/>
    <w:rsid w:val="25DDFC01"/>
    <w:rsid w:val="25F5DA41"/>
    <w:rsid w:val="25FB48D8"/>
    <w:rsid w:val="2601BFE1"/>
    <w:rsid w:val="26351AE2"/>
    <w:rsid w:val="26400A00"/>
    <w:rsid w:val="264150AA"/>
    <w:rsid w:val="26667E87"/>
    <w:rsid w:val="2690A12A"/>
    <w:rsid w:val="2695F3E8"/>
    <w:rsid w:val="269F7AD0"/>
    <w:rsid w:val="26DA803D"/>
    <w:rsid w:val="2739DFD3"/>
    <w:rsid w:val="27485D06"/>
    <w:rsid w:val="2758D66A"/>
    <w:rsid w:val="275F4A8C"/>
    <w:rsid w:val="2766FBB4"/>
    <w:rsid w:val="277A3961"/>
    <w:rsid w:val="2790D909"/>
    <w:rsid w:val="27AA0B1F"/>
    <w:rsid w:val="27B3000D"/>
    <w:rsid w:val="27BCE235"/>
    <w:rsid w:val="27C34E8A"/>
    <w:rsid w:val="27E21CA4"/>
    <w:rsid w:val="27FEAD3E"/>
    <w:rsid w:val="28108EBC"/>
    <w:rsid w:val="2851103E"/>
    <w:rsid w:val="287251EC"/>
    <w:rsid w:val="2875AA13"/>
    <w:rsid w:val="289AD5B0"/>
    <w:rsid w:val="28A078D6"/>
    <w:rsid w:val="28AE7720"/>
    <w:rsid w:val="28C9F7BC"/>
    <w:rsid w:val="28D4E963"/>
    <w:rsid w:val="28EB390E"/>
    <w:rsid w:val="291FEB8C"/>
    <w:rsid w:val="293D6743"/>
    <w:rsid w:val="2956CE4C"/>
    <w:rsid w:val="296E85F4"/>
    <w:rsid w:val="2991AC13"/>
    <w:rsid w:val="29EAD36F"/>
    <w:rsid w:val="29F70A2E"/>
    <w:rsid w:val="2A017AF5"/>
    <w:rsid w:val="2A0EA654"/>
    <w:rsid w:val="2A158D57"/>
    <w:rsid w:val="2A3FF767"/>
    <w:rsid w:val="2A4682FB"/>
    <w:rsid w:val="2A5CE49F"/>
    <w:rsid w:val="2A648D2A"/>
    <w:rsid w:val="2A70B9C4"/>
    <w:rsid w:val="2A7EA688"/>
    <w:rsid w:val="2A840294"/>
    <w:rsid w:val="2A8783EA"/>
    <w:rsid w:val="2AAC9F79"/>
    <w:rsid w:val="2AB91CA3"/>
    <w:rsid w:val="2AC56D0C"/>
    <w:rsid w:val="2ADBACFC"/>
    <w:rsid w:val="2AFC7D05"/>
    <w:rsid w:val="2B1A7605"/>
    <w:rsid w:val="2B227BEE"/>
    <w:rsid w:val="2B37950C"/>
    <w:rsid w:val="2B3A63FB"/>
    <w:rsid w:val="2B3DF83B"/>
    <w:rsid w:val="2B8BC226"/>
    <w:rsid w:val="2BAE5A0C"/>
    <w:rsid w:val="2BBCFCC6"/>
    <w:rsid w:val="2BF21FC3"/>
    <w:rsid w:val="2C0E1DBC"/>
    <w:rsid w:val="2C15C272"/>
    <w:rsid w:val="2C162567"/>
    <w:rsid w:val="2C1FD2F5"/>
    <w:rsid w:val="2C298513"/>
    <w:rsid w:val="2C33C8AF"/>
    <w:rsid w:val="2C437D45"/>
    <w:rsid w:val="2C4BA1A0"/>
    <w:rsid w:val="2C5A39D9"/>
    <w:rsid w:val="2C995666"/>
    <w:rsid w:val="2CA55F3B"/>
    <w:rsid w:val="2CB02478"/>
    <w:rsid w:val="2CC4978D"/>
    <w:rsid w:val="2CDB0175"/>
    <w:rsid w:val="2CE2FABD"/>
    <w:rsid w:val="2CF0E767"/>
    <w:rsid w:val="2CFE20B7"/>
    <w:rsid w:val="2D0A7699"/>
    <w:rsid w:val="2D2CE275"/>
    <w:rsid w:val="2D38DE3C"/>
    <w:rsid w:val="2D437F6F"/>
    <w:rsid w:val="2D85E79C"/>
    <w:rsid w:val="2DB6D00D"/>
    <w:rsid w:val="2E0D3419"/>
    <w:rsid w:val="2E0F88F3"/>
    <w:rsid w:val="2E1BE3F9"/>
    <w:rsid w:val="2E2117B5"/>
    <w:rsid w:val="2E3A5A00"/>
    <w:rsid w:val="2E4EF0A4"/>
    <w:rsid w:val="2E5775A8"/>
    <w:rsid w:val="2E626084"/>
    <w:rsid w:val="2E800AE7"/>
    <w:rsid w:val="2E9284F1"/>
    <w:rsid w:val="2EA321A7"/>
    <w:rsid w:val="2EA8EA48"/>
    <w:rsid w:val="2EA99953"/>
    <w:rsid w:val="2EBE293E"/>
    <w:rsid w:val="2EC7A885"/>
    <w:rsid w:val="2ED94F1B"/>
    <w:rsid w:val="2EF2158A"/>
    <w:rsid w:val="2F15F314"/>
    <w:rsid w:val="2F1EA94F"/>
    <w:rsid w:val="2F36BAE5"/>
    <w:rsid w:val="2F3E2AF7"/>
    <w:rsid w:val="2F6D764C"/>
    <w:rsid w:val="2F95F5C2"/>
    <w:rsid w:val="2F99FE9C"/>
    <w:rsid w:val="2F9B0AFA"/>
    <w:rsid w:val="2F9E1B7C"/>
    <w:rsid w:val="2FB345B7"/>
    <w:rsid w:val="2FC05493"/>
    <w:rsid w:val="2FDF5DDD"/>
    <w:rsid w:val="3056FDA4"/>
    <w:rsid w:val="305A468B"/>
    <w:rsid w:val="30630AC5"/>
    <w:rsid w:val="30BA72E4"/>
    <w:rsid w:val="30D674F1"/>
    <w:rsid w:val="30D6F3D6"/>
    <w:rsid w:val="30E9DFC6"/>
    <w:rsid w:val="30F729FC"/>
    <w:rsid w:val="30FAD05C"/>
    <w:rsid w:val="31054373"/>
    <w:rsid w:val="311F12C3"/>
    <w:rsid w:val="313F473F"/>
    <w:rsid w:val="31406B22"/>
    <w:rsid w:val="3144ADF5"/>
    <w:rsid w:val="3152D296"/>
    <w:rsid w:val="31897B36"/>
    <w:rsid w:val="319F421B"/>
    <w:rsid w:val="31A2189D"/>
    <w:rsid w:val="31A228EB"/>
    <w:rsid w:val="31C99C79"/>
    <w:rsid w:val="31DF5F44"/>
    <w:rsid w:val="31F2413C"/>
    <w:rsid w:val="31F764CA"/>
    <w:rsid w:val="31FF33B9"/>
    <w:rsid w:val="32074CC4"/>
    <w:rsid w:val="320BF7DC"/>
    <w:rsid w:val="320E2D56"/>
    <w:rsid w:val="32215D85"/>
    <w:rsid w:val="32307863"/>
    <w:rsid w:val="32464257"/>
    <w:rsid w:val="32471E95"/>
    <w:rsid w:val="324F8889"/>
    <w:rsid w:val="326285D8"/>
    <w:rsid w:val="3274D5FB"/>
    <w:rsid w:val="3281A09E"/>
    <w:rsid w:val="329EE310"/>
    <w:rsid w:val="32B275A3"/>
    <w:rsid w:val="32B9DC6D"/>
    <w:rsid w:val="32C7DB9E"/>
    <w:rsid w:val="32CDFBA2"/>
    <w:rsid w:val="32D1F7CE"/>
    <w:rsid w:val="32FC04C4"/>
    <w:rsid w:val="33030141"/>
    <w:rsid w:val="3319EA26"/>
    <w:rsid w:val="332264A3"/>
    <w:rsid w:val="333EB8F5"/>
    <w:rsid w:val="3347371F"/>
    <w:rsid w:val="3348D432"/>
    <w:rsid w:val="33660D28"/>
    <w:rsid w:val="336B5A3C"/>
    <w:rsid w:val="33820CE0"/>
    <w:rsid w:val="339E4AB9"/>
    <w:rsid w:val="33B5E5E1"/>
    <w:rsid w:val="33C88CF1"/>
    <w:rsid w:val="33E080B9"/>
    <w:rsid w:val="33E1A88C"/>
    <w:rsid w:val="33EB5D57"/>
    <w:rsid w:val="33F8A0D6"/>
    <w:rsid w:val="340830E1"/>
    <w:rsid w:val="3410070D"/>
    <w:rsid w:val="3466F883"/>
    <w:rsid w:val="3479E8CB"/>
    <w:rsid w:val="3480AC34"/>
    <w:rsid w:val="34D1E25F"/>
    <w:rsid w:val="34D7F527"/>
    <w:rsid w:val="34DCB59A"/>
    <w:rsid w:val="35293DB8"/>
    <w:rsid w:val="352F6AA9"/>
    <w:rsid w:val="35324CB1"/>
    <w:rsid w:val="353B04BE"/>
    <w:rsid w:val="3556DC2E"/>
    <w:rsid w:val="355EC566"/>
    <w:rsid w:val="35799376"/>
    <w:rsid w:val="357E561D"/>
    <w:rsid w:val="358A9A89"/>
    <w:rsid w:val="358BD307"/>
    <w:rsid w:val="35B25685"/>
    <w:rsid w:val="35E8371B"/>
    <w:rsid w:val="36016BAE"/>
    <w:rsid w:val="360D66FF"/>
    <w:rsid w:val="363508F1"/>
    <w:rsid w:val="3642D5FC"/>
    <w:rsid w:val="3648D604"/>
    <w:rsid w:val="3650DED4"/>
    <w:rsid w:val="36540EFA"/>
    <w:rsid w:val="366315C2"/>
    <w:rsid w:val="368DECD2"/>
    <w:rsid w:val="369E8ABD"/>
    <w:rsid w:val="36AE3B85"/>
    <w:rsid w:val="36D4415C"/>
    <w:rsid w:val="36DD3AF0"/>
    <w:rsid w:val="36E4BB7F"/>
    <w:rsid w:val="36F26244"/>
    <w:rsid w:val="36FFED78"/>
    <w:rsid w:val="370A6623"/>
    <w:rsid w:val="37489A88"/>
    <w:rsid w:val="37592A85"/>
    <w:rsid w:val="375A7F0F"/>
    <w:rsid w:val="37643C1E"/>
    <w:rsid w:val="376F379D"/>
    <w:rsid w:val="37758218"/>
    <w:rsid w:val="377E4860"/>
    <w:rsid w:val="37814023"/>
    <w:rsid w:val="3781F31A"/>
    <w:rsid w:val="37A107A7"/>
    <w:rsid w:val="37E75EBF"/>
    <w:rsid w:val="38111D80"/>
    <w:rsid w:val="381B2407"/>
    <w:rsid w:val="386F4671"/>
    <w:rsid w:val="388F0E71"/>
    <w:rsid w:val="38907371"/>
    <w:rsid w:val="3898D141"/>
    <w:rsid w:val="38A63DAE"/>
    <w:rsid w:val="38B8ABBC"/>
    <w:rsid w:val="38B916B4"/>
    <w:rsid w:val="38D99506"/>
    <w:rsid w:val="38DDB67B"/>
    <w:rsid w:val="38F653B7"/>
    <w:rsid w:val="38F700EA"/>
    <w:rsid w:val="3905289D"/>
    <w:rsid w:val="390F1CB1"/>
    <w:rsid w:val="391E179E"/>
    <w:rsid w:val="39393470"/>
    <w:rsid w:val="39421282"/>
    <w:rsid w:val="3942FCC6"/>
    <w:rsid w:val="39969010"/>
    <w:rsid w:val="39A05C20"/>
    <w:rsid w:val="39A25E9F"/>
    <w:rsid w:val="39C16E37"/>
    <w:rsid w:val="39C4DFE0"/>
    <w:rsid w:val="39DB6F53"/>
    <w:rsid w:val="39F3D334"/>
    <w:rsid w:val="39F58481"/>
    <w:rsid w:val="3A39D62E"/>
    <w:rsid w:val="3A47BB26"/>
    <w:rsid w:val="3A61EFD1"/>
    <w:rsid w:val="3ABCF8E3"/>
    <w:rsid w:val="3AC74261"/>
    <w:rsid w:val="3ACFFDAB"/>
    <w:rsid w:val="3AD47DAE"/>
    <w:rsid w:val="3AF10CCB"/>
    <w:rsid w:val="3AFC6DEC"/>
    <w:rsid w:val="3B0700FF"/>
    <w:rsid w:val="3B0821AE"/>
    <w:rsid w:val="3B3559C4"/>
    <w:rsid w:val="3B3AF185"/>
    <w:rsid w:val="3B630116"/>
    <w:rsid w:val="3B70BC28"/>
    <w:rsid w:val="3B7BC93C"/>
    <w:rsid w:val="3B8FD41C"/>
    <w:rsid w:val="3BA6A0DE"/>
    <w:rsid w:val="3BA76AC2"/>
    <w:rsid w:val="3BB50A5A"/>
    <w:rsid w:val="3BF9C5CE"/>
    <w:rsid w:val="3C06F779"/>
    <w:rsid w:val="3C227C19"/>
    <w:rsid w:val="3C26FF52"/>
    <w:rsid w:val="3C277BB6"/>
    <w:rsid w:val="3C2E9619"/>
    <w:rsid w:val="3C334316"/>
    <w:rsid w:val="3C6BD3BE"/>
    <w:rsid w:val="3C6D3EC5"/>
    <w:rsid w:val="3C8490A1"/>
    <w:rsid w:val="3C92B1D3"/>
    <w:rsid w:val="3C9D1F91"/>
    <w:rsid w:val="3CA186C2"/>
    <w:rsid w:val="3CA8E768"/>
    <w:rsid w:val="3CAA2821"/>
    <w:rsid w:val="3CD12A25"/>
    <w:rsid w:val="3CD75CED"/>
    <w:rsid w:val="3CEF6178"/>
    <w:rsid w:val="3CF71778"/>
    <w:rsid w:val="3D08D27D"/>
    <w:rsid w:val="3D17E793"/>
    <w:rsid w:val="3D1B8AE9"/>
    <w:rsid w:val="3D455231"/>
    <w:rsid w:val="3D4A1C28"/>
    <w:rsid w:val="3D5BCC78"/>
    <w:rsid w:val="3D5DC6A7"/>
    <w:rsid w:val="3D623E98"/>
    <w:rsid w:val="3D74D679"/>
    <w:rsid w:val="3D7CE783"/>
    <w:rsid w:val="3D8D19E3"/>
    <w:rsid w:val="3DBBE01F"/>
    <w:rsid w:val="3DBECC78"/>
    <w:rsid w:val="3DD216F8"/>
    <w:rsid w:val="3DDE799F"/>
    <w:rsid w:val="3DDF6913"/>
    <w:rsid w:val="3E03A1A3"/>
    <w:rsid w:val="3E1760ED"/>
    <w:rsid w:val="3E2A6944"/>
    <w:rsid w:val="3E3B7797"/>
    <w:rsid w:val="3E439CB7"/>
    <w:rsid w:val="3E443111"/>
    <w:rsid w:val="3E45F882"/>
    <w:rsid w:val="3E64FC43"/>
    <w:rsid w:val="3E73A82F"/>
    <w:rsid w:val="3E8F82E0"/>
    <w:rsid w:val="3EA35377"/>
    <w:rsid w:val="3EB3D4DA"/>
    <w:rsid w:val="3EB5B166"/>
    <w:rsid w:val="3EC0C458"/>
    <w:rsid w:val="3EC19C92"/>
    <w:rsid w:val="3EC6FB98"/>
    <w:rsid w:val="3F0F764A"/>
    <w:rsid w:val="3F1C464F"/>
    <w:rsid w:val="3F1D29CB"/>
    <w:rsid w:val="3F2CCDA3"/>
    <w:rsid w:val="3F4EBC71"/>
    <w:rsid w:val="3F513207"/>
    <w:rsid w:val="3F6AFE13"/>
    <w:rsid w:val="3F74C2A0"/>
    <w:rsid w:val="3F9CD83E"/>
    <w:rsid w:val="3FAC12CA"/>
    <w:rsid w:val="3FB202EC"/>
    <w:rsid w:val="3FBDE617"/>
    <w:rsid w:val="3FDD35F3"/>
    <w:rsid w:val="400D9BD7"/>
    <w:rsid w:val="401CB979"/>
    <w:rsid w:val="4038770D"/>
    <w:rsid w:val="40450AFD"/>
    <w:rsid w:val="40608235"/>
    <w:rsid w:val="40716426"/>
    <w:rsid w:val="408D4717"/>
    <w:rsid w:val="40A11366"/>
    <w:rsid w:val="40B1C95B"/>
    <w:rsid w:val="40B8FBED"/>
    <w:rsid w:val="40BADAA3"/>
    <w:rsid w:val="40D37539"/>
    <w:rsid w:val="40DA8A0F"/>
    <w:rsid w:val="4105391B"/>
    <w:rsid w:val="410C035C"/>
    <w:rsid w:val="41293FCB"/>
    <w:rsid w:val="41353AA7"/>
    <w:rsid w:val="41569B43"/>
    <w:rsid w:val="417EB570"/>
    <w:rsid w:val="418CD036"/>
    <w:rsid w:val="419161E4"/>
    <w:rsid w:val="41958D89"/>
    <w:rsid w:val="41AA0BED"/>
    <w:rsid w:val="41B8286C"/>
    <w:rsid w:val="41D09614"/>
    <w:rsid w:val="41E12B6E"/>
    <w:rsid w:val="41E43B09"/>
    <w:rsid w:val="41FE9C5A"/>
    <w:rsid w:val="420D3742"/>
    <w:rsid w:val="42160C11"/>
    <w:rsid w:val="4228F980"/>
    <w:rsid w:val="42291778"/>
    <w:rsid w:val="424976D7"/>
    <w:rsid w:val="4249DE09"/>
    <w:rsid w:val="4251A3B2"/>
    <w:rsid w:val="427A13A7"/>
    <w:rsid w:val="42904C02"/>
    <w:rsid w:val="42A981F4"/>
    <w:rsid w:val="42AF2A5F"/>
    <w:rsid w:val="42B5C940"/>
    <w:rsid w:val="42BDA08B"/>
    <w:rsid w:val="42CF68BF"/>
    <w:rsid w:val="42D61F22"/>
    <w:rsid w:val="42DCF606"/>
    <w:rsid w:val="42E91289"/>
    <w:rsid w:val="430B855D"/>
    <w:rsid w:val="43191885"/>
    <w:rsid w:val="4342B5A6"/>
    <w:rsid w:val="43503151"/>
    <w:rsid w:val="439CE71B"/>
    <w:rsid w:val="43EA466F"/>
    <w:rsid w:val="43EB7044"/>
    <w:rsid w:val="4409793F"/>
    <w:rsid w:val="4420B28B"/>
    <w:rsid w:val="442343DA"/>
    <w:rsid w:val="4438E961"/>
    <w:rsid w:val="444C4163"/>
    <w:rsid w:val="44503FC3"/>
    <w:rsid w:val="44622823"/>
    <w:rsid w:val="44678CDF"/>
    <w:rsid w:val="4472E9BC"/>
    <w:rsid w:val="448536B5"/>
    <w:rsid w:val="448DD777"/>
    <w:rsid w:val="44C3D35E"/>
    <w:rsid w:val="44D78428"/>
    <w:rsid w:val="44DE006B"/>
    <w:rsid w:val="45199F82"/>
    <w:rsid w:val="453493E0"/>
    <w:rsid w:val="453C5394"/>
    <w:rsid w:val="457FE4D1"/>
    <w:rsid w:val="45871DF3"/>
    <w:rsid w:val="45BF79EF"/>
    <w:rsid w:val="45D17DBB"/>
    <w:rsid w:val="45D2A6CA"/>
    <w:rsid w:val="45EB2EAD"/>
    <w:rsid w:val="45FFDB39"/>
    <w:rsid w:val="460B23F8"/>
    <w:rsid w:val="463867B9"/>
    <w:rsid w:val="463C02EA"/>
    <w:rsid w:val="464B86C1"/>
    <w:rsid w:val="4662AAAB"/>
    <w:rsid w:val="46690130"/>
    <w:rsid w:val="4685AAF7"/>
    <w:rsid w:val="468848C5"/>
    <w:rsid w:val="468B1772"/>
    <w:rsid w:val="468E02E9"/>
    <w:rsid w:val="469C3B82"/>
    <w:rsid w:val="469F64FE"/>
    <w:rsid w:val="46A4E99A"/>
    <w:rsid w:val="46C8CBA1"/>
    <w:rsid w:val="46CB27A9"/>
    <w:rsid w:val="46CF65FF"/>
    <w:rsid w:val="46DCAE92"/>
    <w:rsid w:val="46E7A9A3"/>
    <w:rsid w:val="46FE5590"/>
    <w:rsid w:val="4709E3B0"/>
    <w:rsid w:val="47236362"/>
    <w:rsid w:val="47278265"/>
    <w:rsid w:val="4736A20A"/>
    <w:rsid w:val="473A08C5"/>
    <w:rsid w:val="4750CB69"/>
    <w:rsid w:val="4775A3FE"/>
    <w:rsid w:val="4777F1CB"/>
    <w:rsid w:val="479EB0F7"/>
    <w:rsid w:val="47B92EFC"/>
    <w:rsid w:val="47EFF02D"/>
    <w:rsid w:val="4810AD65"/>
    <w:rsid w:val="483C095E"/>
    <w:rsid w:val="4872552C"/>
    <w:rsid w:val="487760BA"/>
    <w:rsid w:val="4890B9FA"/>
    <w:rsid w:val="489598E3"/>
    <w:rsid w:val="48DAE6AA"/>
    <w:rsid w:val="48E14F62"/>
    <w:rsid w:val="49211BAB"/>
    <w:rsid w:val="4928A6A2"/>
    <w:rsid w:val="492F73B2"/>
    <w:rsid w:val="49414479"/>
    <w:rsid w:val="494EEABD"/>
    <w:rsid w:val="4954F5FE"/>
    <w:rsid w:val="4961C6EA"/>
    <w:rsid w:val="4970EFC1"/>
    <w:rsid w:val="497126F5"/>
    <w:rsid w:val="49BE88BD"/>
    <w:rsid w:val="49CBF2E7"/>
    <w:rsid w:val="49CFC818"/>
    <w:rsid w:val="49EAF966"/>
    <w:rsid w:val="49FE9B5B"/>
    <w:rsid w:val="4A05A34C"/>
    <w:rsid w:val="4A2201FB"/>
    <w:rsid w:val="4A27FE5B"/>
    <w:rsid w:val="4A2FBACF"/>
    <w:rsid w:val="4A4D1197"/>
    <w:rsid w:val="4AB69652"/>
    <w:rsid w:val="4AD2E0FA"/>
    <w:rsid w:val="4AE1223F"/>
    <w:rsid w:val="4AF8328F"/>
    <w:rsid w:val="4AFFD373"/>
    <w:rsid w:val="4B1A1F56"/>
    <w:rsid w:val="4B225D1A"/>
    <w:rsid w:val="4B27A9C5"/>
    <w:rsid w:val="4B3557EF"/>
    <w:rsid w:val="4B5CD62C"/>
    <w:rsid w:val="4B5FFB80"/>
    <w:rsid w:val="4B7DDB9D"/>
    <w:rsid w:val="4B869CBC"/>
    <w:rsid w:val="4B990AFE"/>
    <w:rsid w:val="4B9C0AD5"/>
    <w:rsid w:val="4B9DF636"/>
    <w:rsid w:val="4BC9446E"/>
    <w:rsid w:val="4BD80BC8"/>
    <w:rsid w:val="4BE9469F"/>
    <w:rsid w:val="4BF4F235"/>
    <w:rsid w:val="4BFE7B40"/>
    <w:rsid w:val="4C10E6C6"/>
    <w:rsid w:val="4C183A1A"/>
    <w:rsid w:val="4C3B38DF"/>
    <w:rsid w:val="4C4252D6"/>
    <w:rsid w:val="4C87A117"/>
    <w:rsid w:val="4CA766A0"/>
    <w:rsid w:val="4CC97726"/>
    <w:rsid w:val="4CF12972"/>
    <w:rsid w:val="4D040F87"/>
    <w:rsid w:val="4D31D6C1"/>
    <w:rsid w:val="4D518D33"/>
    <w:rsid w:val="4D5AE0D4"/>
    <w:rsid w:val="4D68185A"/>
    <w:rsid w:val="4D72D872"/>
    <w:rsid w:val="4D744C7D"/>
    <w:rsid w:val="4D77B71C"/>
    <w:rsid w:val="4D7F6D6E"/>
    <w:rsid w:val="4D92A4E6"/>
    <w:rsid w:val="4D9F7A26"/>
    <w:rsid w:val="4DB68CF0"/>
    <w:rsid w:val="4DB7A1E3"/>
    <w:rsid w:val="4DB975B3"/>
    <w:rsid w:val="4DD61420"/>
    <w:rsid w:val="4DDE3000"/>
    <w:rsid w:val="4DEED222"/>
    <w:rsid w:val="4E051238"/>
    <w:rsid w:val="4E14DCF2"/>
    <w:rsid w:val="4E32B4B9"/>
    <w:rsid w:val="4E385A52"/>
    <w:rsid w:val="4E3F1263"/>
    <w:rsid w:val="4E41D564"/>
    <w:rsid w:val="4EB7D39D"/>
    <w:rsid w:val="4EB97279"/>
    <w:rsid w:val="4ED5A3EE"/>
    <w:rsid w:val="4ED9146F"/>
    <w:rsid w:val="4F0B953D"/>
    <w:rsid w:val="4F181536"/>
    <w:rsid w:val="4F1FDBEE"/>
    <w:rsid w:val="4F283CF2"/>
    <w:rsid w:val="4F3B851A"/>
    <w:rsid w:val="4F3F377D"/>
    <w:rsid w:val="4F406B13"/>
    <w:rsid w:val="4F528A12"/>
    <w:rsid w:val="4F625B4F"/>
    <w:rsid w:val="4F722E4B"/>
    <w:rsid w:val="4F7C5C80"/>
    <w:rsid w:val="4F83A68B"/>
    <w:rsid w:val="4F83B586"/>
    <w:rsid w:val="4F9041F4"/>
    <w:rsid w:val="4FA00B5F"/>
    <w:rsid w:val="4FAC7B7E"/>
    <w:rsid w:val="504DEE1F"/>
    <w:rsid w:val="5057658E"/>
    <w:rsid w:val="5060D31E"/>
    <w:rsid w:val="50701D98"/>
    <w:rsid w:val="5074D6D6"/>
    <w:rsid w:val="507AE35F"/>
    <w:rsid w:val="50A86332"/>
    <w:rsid w:val="50B93B64"/>
    <w:rsid w:val="50CF3431"/>
    <w:rsid w:val="50EB7C1C"/>
    <w:rsid w:val="50EBAB3D"/>
    <w:rsid w:val="50EF8974"/>
    <w:rsid w:val="50FAE915"/>
    <w:rsid w:val="50FDE7A2"/>
    <w:rsid w:val="51051FC9"/>
    <w:rsid w:val="5107221E"/>
    <w:rsid w:val="510B97FE"/>
    <w:rsid w:val="5118EFEE"/>
    <w:rsid w:val="511931D6"/>
    <w:rsid w:val="512FD263"/>
    <w:rsid w:val="5131B1FF"/>
    <w:rsid w:val="5152306E"/>
    <w:rsid w:val="5167FDAD"/>
    <w:rsid w:val="5182131F"/>
    <w:rsid w:val="518C7E75"/>
    <w:rsid w:val="51A49973"/>
    <w:rsid w:val="51AEB60C"/>
    <w:rsid w:val="51BF4F50"/>
    <w:rsid w:val="51BFF485"/>
    <w:rsid w:val="51C46384"/>
    <w:rsid w:val="51C691E4"/>
    <w:rsid w:val="51E7DB82"/>
    <w:rsid w:val="52425D2E"/>
    <w:rsid w:val="525DFFE8"/>
    <w:rsid w:val="528759CF"/>
    <w:rsid w:val="5289285F"/>
    <w:rsid w:val="528D520F"/>
    <w:rsid w:val="52ADBD03"/>
    <w:rsid w:val="52C80538"/>
    <w:rsid w:val="52CA683D"/>
    <w:rsid w:val="52DCFD30"/>
    <w:rsid w:val="52E00298"/>
    <w:rsid w:val="52EAA087"/>
    <w:rsid w:val="52F7BB30"/>
    <w:rsid w:val="53055C83"/>
    <w:rsid w:val="530D1148"/>
    <w:rsid w:val="5310133F"/>
    <w:rsid w:val="53380D0F"/>
    <w:rsid w:val="53518CAD"/>
    <w:rsid w:val="535BA286"/>
    <w:rsid w:val="536ED36C"/>
    <w:rsid w:val="53A550FC"/>
    <w:rsid w:val="53BE1091"/>
    <w:rsid w:val="53C93BCC"/>
    <w:rsid w:val="53D4CE01"/>
    <w:rsid w:val="53D4F088"/>
    <w:rsid w:val="53DE2D8F"/>
    <w:rsid w:val="54035888"/>
    <w:rsid w:val="5411AE40"/>
    <w:rsid w:val="5434040D"/>
    <w:rsid w:val="54587B91"/>
    <w:rsid w:val="546162D0"/>
    <w:rsid w:val="54906C9E"/>
    <w:rsid w:val="54C6104C"/>
    <w:rsid w:val="54DF14A6"/>
    <w:rsid w:val="54E4B956"/>
    <w:rsid w:val="54EDD25D"/>
    <w:rsid w:val="5503236B"/>
    <w:rsid w:val="55064777"/>
    <w:rsid w:val="551A0B19"/>
    <w:rsid w:val="55331350"/>
    <w:rsid w:val="553A88A5"/>
    <w:rsid w:val="554E0423"/>
    <w:rsid w:val="55545519"/>
    <w:rsid w:val="5575CD59"/>
    <w:rsid w:val="557DDC3A"/>
    <w:rsid w:val="559DA147"/>
    <w:rsid w:val="559F28E9"/>
    <w:rsid w:val="55B13FEB"/>
    <w:rsid w:val="55B30EC0"/>
    <w:rsid w:val="55CBFD48"/>
    <w:rsid w:val="55DB7CE9"/>
    <w:rsid w:val="5623CF07"/>
    <w:rsid w:val="56249DD4"/>
    <w:rsid w:val="5625EEB7"/>
    <w:rsid w:val="5628FC6B"/>
    <w:rsid w:val="56444BB0"/>
    <w:rsid w:val="564D5659"/>
    <w:rsid w:val="5664075C"/>
    <w:rsid w:val="566489FD"/>
    <w:rsid w:val="56720AA3"/>
    <w:rsid w:val="5672B101"/>
    <w:rsid w:val="56AE70CA"/>
    <w:rsid w:val="56EE89B5"/>
    <w:rsid w:val="56FFAA44"/>
    <w:rsid w:val="5724C404"/>
    <w:rsid w:val="57317998"/>
    <w:rsid w:val="57334C62"/>
    <w:rsid w:val="574712E4"/>
    <w:rsid w:val="5768D07F"/>
    <w:rsid w:val="5788CE50"/>
    <w:rsid w:val="578BE652"/>
    <w:rsid w:val="57ACABB1"/>
    <w:rsid w:val="57AD7ADF"/>
    <w:rsid w:val="57C3611D"/>
    <w:rsid w:val="57D5E729"/>
    <w:rsid w:val="57E01C11"/>
    <w:rsid w:val="57E97234"/>
    <w:rsid w:val="57ED46FB"/>
    <w:rsid w:val="57F0C22A"/>
    <w:rsid w:val="58024D01"/>
    <w:rsid w:val="580616B8"/>
    <w:rsid w:val="583F893B"/>
    <w:rsid w:val="5845967F"/>
    <w:rsid w:val="5851ABDB"/>
    <w:rsid w:val="5856FE18"/>
    <w:rsid w:val="58656FAA"/>
    <w:rsid w:val="589D6673"/>
    <w:rsid w:val="58B1BCE2"/>
    <w:rsid w:val="58B606AC"/>
    <w:rsid w:val="58DD94C5"/>
    <w:rsid w:val="58E7E3E2"/>
    <w:rsid w:val="58EB080F"/>
    <w:rsid w:val="58F4791A"/>
    <w:rsid w:val="5908B3CB"/>
    <w:rsid w:val="590C03DF"/>
    <w:rsid w:val="5939013A"/>
    <w:rsid w:val="593C4E3E"/>
    <w:rsid w:val="59532A7D"/>
    <w:rsid w:val="5953621B"/>
    <w:rsid w:val="596F3D8B"/>
    <w:rsid w:val="597CEC5A"/>
    <w:rsid w:val="598FDE73"/>
    <w:rsid w:val="59ABA00E"/>
    <w:rsid w:val="59B51B83"/>
    <w:rsid w:val="59C90736"/>
    <w:rsid w:val="59ED7C3C"/>
    <w:rsid w:val="59F705D4"/>
    <w:rsid w:val="59F96DDC"/>
    <w:rsid w:val="5A2D4F98"/>
    <w:rsid w:val="5A445A3D"/>
    <w:rsid w:val="5A4720B7"/>
    <w:rsid w:val="5A497C63"/>
    <w:rsid w:val="5A614DDD"/>
    <w:rsid w:val="5A629CFA"/>
    <w:rsid w:val="5AA6FE79"/>
    <w:rsid w:val="5AE9047C"/>
    <w:rsid w:val="5B1E64E4"/>
    <w:rsid w:val="5B221CFC"/>
    <w:rsid w:val="5B609156"/>
    <w:rsid w:val="5B89EE63"/>
    <w:rsid w:val="5BA5E5A5"/>
    <w:rsid w:val="5BA84FA2"/>
    <w:rsid w:val="5BAB477B"/>
    <w:rsid w:val="5BC2B678"/>
    <w:rsid w:val="5BDCCC5B"/>
    <w:rsid w:val="5BE53699"/>
    <w:rsid w:val="5BF2A6E0"/>
    <w:rsid w:val="5BF319E8"/>
    <w:rsid w:val="5BFF07F1"/>
    <w:rsid w:val="5C0397C8"/>
    <w:rsid w:val="5C059346"/>
    <w:rsid w:val="5C0EA013"/>
    <w:rsid w:val="5C424360"/>
    <w:rsid w:val="5C4E02AE"/>
    <w:rsid w:val="5C867116"/>
    <w:rsid w:val="5C9D6367"/>
    <w:rsid w:val="5CB450A6"/>
    <w:rsid w:val="5CB57204"/>
    <w:rsid w:val="5CBB8C8F"/>
    <w:rsid w:val="5CDCCF96"/>
    <w:rsid w:val="5CE172AB"/>
    <w:rsid w:val="5D06CE14"/>
    <w:rsid w:val="5D11B44D"/>
    <w:rsid w:val="5D1308B5"/>
    <w:rsid w:val="5D403F3A"/>
    <w:rsid w:val="5D41229A"/>
    <w:rsid w:val="5D70951A"/>
    <w:rsid w:val="5D9AD852"/>
    <w:rsid w:val="5D9EFEF5"/>
    <w:rsid w:val="5DA582E6"/>
    <w:rsid w:val="5DACBC6D"/>
    <w:rsid w:val="5DB5BDDF"/>
    <w:rsid w:val="5E03DD01"/>
    <w:rsid w:val="5E239CD8"/>
    <w:rsid w:val="5E2F6186"/>
    <w:rsid w:val="5E3B3602"/>
    <w:rsid w:val="5E479C11"/>
    <w:rsid w:val="5E518E2C"/>
    <w:rsid w:val="5E755A68"/>
    <w:rsid w:val="5E774DA0"/>
    <w:rsid w:val="5E93F7C3"/>
    <w:rsid w:val="5EC04EFF"/>
    <w:rsid w:val="5EC65852"/>
    <w:rsid w:val="5F16EC4B"/>
    <w:rsid w:val="5F26A9BF"/>
    <w:rsid w:val="5F41D2E8"/>
    <w:rsid w:val="5F4907D2"/>
    <w:rsid w:val="5F5A6DA4"/>
    <w:rsid w:val="5F8B4055"/>
    <w:rsid w:val="5FB5A38A"/>
    <w:rsid w:val="5FE23F8C"/>
    <w:rsid w:val="5FF57C2A"/>
    <w:rsid w:val="60141A20"/>
    <w:rsid w:val="601C24BC"/>
    <w:rsid w:val="602D69EB"/>
    <w:rsid w:val="603AE68E"/>
    <w:rsid w:val="605F1E05"/>
    <w:rsid w:val="607FDAB6"/>
    <w:rsid w:val="6084613B"/>
    <w:rsid w:val="6098216D"/>
    <w:rsid w:val="60B6612C"/>
    <w:rsid w:val="60CC019F"/>
    <w:rsid w:val="60CF1C49"/>
    <w:rsid w:val="60E49D35"/>
    <w:rsid w:val="60EB1756"/>
    <w:rsid w:val="60F782C6"/>
    <w:rsid w:val="60FB55A4"/>
    <w:rsid w:val="6103C477"/>
    <w:rsid w:val="610DED6B"/>
    <w:rsid w:val="61120AF1"/>
    <w:rsid w:val="611C0CFC"/>
    <w:rsid w:val="61258349"/>
    <w:rsid w:val="61287FFE"/>
    <w:rsid w:val="61331B6B"/>
    <w:rsid w:val="61343F49"/>
    <w:rsid w:val="613FBA84"/>
    <w:rsid w:val="614B4084"/>
    <w:rsid w:val="6161139C"/>
    <w:rsid w:val="6169D13D"/>
    <w:rsid w:val="61E8014F"/>
    <w:rsid w:val="61F3BD31"/>
    <w:rsid w:val="620D05DC"/>
    <w:rsid w:val="62295DA9"/>
    <w:rsid w:val="623EBBF9"/>
    <w:rsid w:val="6265EED2"/>
    <w:rsid w:val="626731CB"/>
    <w:rsid w:val="626B23E9"/>
    <w:rsid w:val="6287FC98"/>
    <w:rsid w:val="6299E64F"/>
    <w:rsid w:val="62A048A7"/>
    <w:rsid w:val="62A202F1"/>
    <w:rsid w:val="62A5FE72"/>
    <w:rsid w:val="62A73463"/>
    <w:rsid w:val="62A8E5F6"/>
    <w:rsid w:val="62C7D36F"/>
    <w:rsid w:val="630D9DE0"/>
    <w:rsid w:val="632369F9"/>
    <w:rsid w:val="633382AA"/>
    <w:rsid w:val="63371293"/>
    <w:rsid w:val="6349A3BC"/>
    <w:rsid w:val="634F90DB"/>
    <w:rsid w:val="63558FA6"/>
    <w:rsid w:val="63572F57"/>
    <w:rsid w:val="635E081C"/>
    <w:rsid w:val="635E7B24"/>
    <w:rsid w:val="63602798"/>
    <w:rsid w:val="6360F3A3"/>
    <w:rsid w:val="63635770"/>
    <w:rsid w:val="636AC75A"/>
    <w:rsid w:val="63A96759"/>
    <w:rsid w:val="63BC6748"/>
    <w:rsid w:val="63D2C0CA"/>
    <w:rsid w:val="63D7691D"/>
    <w:rsid w:val="63F3BDB0"/>
    <w:rsid w:val="63F8C1E9"/>
    <w:rsid w:val="641AD212"/>
    <w:rsid w:val="644359F9"/>
    <w:rsid w:val="6453B90C"/>
    <w:rsid w:val="645F6E7E"/>
    <w:rsid w:val="646172DE"/>
    <w:rsid w:val="6486CCC3"/>
    <w:rsid w:val="649E0C79"/>
    <w:rsid w:val="64B36B0D"/>
    <w:rsid w:val="64C83CDC"/>
    <w:rsid w:val="64C95232"/>
    <w:rsid w:val="64EB1022"/>
    <w:rsid w:val="64F90E34"/>
    <w:rsid w:val="65050DE3"/>
    <w:rsid w:val="650E4323"/>
    <w:rsid w:val="651E797C"/>
    <w:rsid w:val="652429F7"/>
    <w:rsid w:val="654B88CD"/>
    <w:rsid w:val="65614E0D"/>
    <w:rsid w:val="656ABCEC"/>
    <w:rsid w:val="6591E76A"/>
    <w:rsid w:val="659769AA"/>
    <w:rsid w:val="65BEEF2D"/>
    <w:rsid w:val="65C1C555"/>
    <w:rsid w:val="65CA448C"/>
    <w:rsid w:val="65DA0550"/>
    <w:rsid w:val="65EE8CD4"/>
    <w:rsid w:val="65F5E5D0"/>
    <w:rsid w:val="65FE3EAC"/>
    <w:rsid w:val="660E1BA7"/>
    <w:rsid w:val="6628F645"/>
    <w:rsid w:val="6646113E"/>
    <w:rsid w:val="664AB8A3"/>
    <w:rsid w:val="664DD7C0"/>
    <w:rsid w:val="6672F867"/>
    <w:rsid w:val="667ACFD7"/>
    <w:rsid w:val="6696A5DF"/>
    <w:rsid w:val="6698F657"/>
    <w:rsid w:val="66B6AEC7"/>
    <w:rsid w:val="66BAD172"/>
    <w:rsid w:val="66D3ECCA"/>
    <w:rsid w:val="66E479FE"/>
    <w:rsid w:val="66ECD7A5"/>
    <w:rsid w:val="66F251F0"/>
    <w:rsid w:val="66F989A6"/>
    <w:rsid w:val="66FCCECC"/>
    <w:rsid w:val="66FD157B"/>
    <w:rsid w:val="670C7B62"/>
    <w:rsid w:val="670E3151"/>
    <w:rsid w:val="6718C4B8"/>
    <w:rsid w:val="672A2AC0"/>
    <w:rsid w:val="6743B021"/>
    <w:rsid w:val="67863987"/>
    <w:rsid w:val="6788ED0F"/>
    <w:rsid w:val="679B607B"/>
    <w:rsid w:val="67AC5B7D"/>
    <w:rsid w:val="67C52C50"/>
    <w:rsid w:val="67CAD478"/>
    <w:rsid w:val="67DA12A5"/>
    <w:rsid w:val="67F29DDB"/>
    <w:rsid w:val="67FCF3D9"/>
    <w:rsid w:val="68023584"/>
    <w:rsid w:val="68068BBE"/>
    <w:rsid w:val="6807E322"/>
    <w:rsid w:val="68170E14"/>
    <w:rsid w:val="6818318A"/>
    <w:rsid w:val="68512043"/>
    <w:rsid w:val="6884DFA8"/>
    <w:rsid w:val="6887512D"/>
    <w:rsid w:val="68963F14"/>
    <w:rsid w:val="68A5C6ED"/>
    <w:rsid w:val="68BDC045"/>
    <w:rsid w:val="68CD17B1"/>
    <w:rsid w:val="68D1BA4D"/>
    <w:rsid w:val="68DF1709"/>
    <w:rsid w:val="69320257"/>
    <w:rsid w:val="69419CD3"/>
    <w:rsid w:val="6952455F"/>
    <w:rsid w:val="695D804E"/>
    <w:rsid w:val="6960E4D5"/>
    <w:rsid w:val="696F387A"/>
    <w:rsid w:val="697B5264"/>
    <w:rsid w:val="6999FDC2"/>
    <w:rsid w:val="699F0A69"/>
    <w:rsid w:val="69B27099"/>
    <w:rsid w:val="69EED3A3"/>
    <w:rsid w:val="6A014611"/>
    <w:rsid w:val="6A0B0A3A"/>
    <w:rsid w:val="6A1B4731"/>
    <w:rsid w:val="6A4D1F85"/>
    <w:rsid w:val="6A54D05B"/>
    <w:rsid w:val="6A5AA0A2"/>
    <w:rsid w:val="6A6AF46F"/>
    <w:rsid w:val="6A7065F3"/>
    <w:rsid w:val="6A784BEC"/>
    <w:rsid w:val="6AC89A1D"/>
    <w:rsid w:val="6ACF9634"/>
    <w:rsid w:val="6AF9DF41"/>
    <w:rsid w:val="6B0187A1"/>
    <w:rsid w:val="6B1AF4F3"/>
    <w:rsid w:val="6B23A134"/>
    <w:rsid w:val="6B43300D"/>
    <w:rsid w:val="6B53D883"/>
    <w:rsid w:val="6B656C01"/>
    <w:rsid w:val="6B6A303C"/>
    <w:rsid w:val="6B6BA447"/>
    <w:rsid w:val="6B6E92EC"/>
    <w:rsid w:val="6B82E356"/>
    <w:rsid w:val="6BAD7066"/>
    <w:rsid w:val="6BB7B932"/>
    <w:rsid w:val="6BC942BB"/>
    <w:rsid w:val="6BE615A5"/>
    <w:rsid w:val="6BF4F56C"/>
    <w:rsid w:val="6BF609AC"/>
    <w:rsid w:val="6C10BAC7"/>
    <w:rsid w:val="6C15D0CC"/>
    <w:rsid w:val="6C1BB304"/>
    <w:rsid w:val="6C3FAF3F"/>
    <w:rsid w:val="6C43ED4A"/>
    <w:rsid w:val="6C58D62E"/>
    <w:rsid w:val="6C77B843"/>
    <w:rsid w:val="6C8A3079"/>
    <w:rsid w:val="6C99DFBE"/>
    <w:rsid w:val="6CA7A37D"/>
    <w:rsid w:val="6CD4ECF0"/>
    <w:rsid w:val="6D233CC3"/>
    <w:rsid w:val="6D23B26E"/>
    <w:rsid w:val="6D2A05F1"/>
    <w:rsid w:val="6D30AE5C"/>
    <w:rsid w:val="6D352E7E"/>
    <w:rsid w:val="6D45FDF8"/>
    <w:rsid w:val="6D61837D"/>
    <w:rsid w:val="6D66F5F3"/>
    <w:rsid w:val="6D9C21A0"/>
    <w:rsid w:val="6DA9A699"/>
    <w:rsid w:val="6DAE655D"/>
    <w:rsid w:val="6DB54127"/>
    <w:rsid w:val="6DBFA488"/>
    <w:rsid w:val="6DD1D98C"/>
    <w:rsid w:val="6DF0048D"/>
    <w:rsid w:val="6E031EFE"/>
    <w:rsid w:val="6E059E6F"/>
    <w:rsid w:val="6E0B8CD9"/>
    <w:rsid w:val="6E13A0CA"/>
    <w:rsid w:val="6E15D673"/>
    <w:rsid w:val="6E2748DF"/>
    <w:rsid w:val="6E2CA380"/>
    <w:rsid w:val="6E5A3B4F"/>
    <w:rsid w:val="6E95C0C4"/>
    <w:rsid w:val="6EA5261E"/>
    <w:rsid w:val="6EC7F264"/>
    <w:rsid w:val="6EE1CE59"/>
    <w:rsid w:val="6F2AB947"/>
    <w:rsid w:val="6F4853F7"/>
    <w:rsid w:val="6F511188"/>
    <w:rsid w:val="6F819ADF"/>
    <w:rsid w:val="6F86B7F3"/>
    <w:rsid w:val="6F893EA0"/>
    <w:rsid w:val="6F97EE70"/>
    <w:rsid w:val="6FA6A651"/>
    <w:rsid w:val="6FC7EB7B"/>
    <w:rsid w:val="6FCAA40C"/>
    <w:rsid w:val="70020D6A"/>
    <w:rsid w:val="7015CEAB"/>
    <w:rsid w:val="70188D0A"/>
    <w:rsid w:val="7033073A"/>
    <w:rsid w:val="7058C31C"/>
    <w:rsid w:val="706B92EA"/>
    <w:rsid w:val="707AA409"/>
    <w:rsid w:val="707AB8E5"/>
    <w:rsid w:val="708A88B5"/>
    <w:rsid w:val="70A3BA57"/>
    <w:rsid w:val="70A52ED7"/>
    <w:rsid w:val="70BF22F4"/>
    <w:rsid w:val="70C32A17"/>
    <w:rsid w:val="70CF92BA"/>
    <w:rsid w:val="70D598F9"/>
    <w:rsid w:val="70F30BFF"/>
    <w:rsid w:val="70F728A4"/>
    <w:rsid w:val="710819A2"/>
    <w:rsid w:val="712D9039"/>
    <w:rsid w:val="71622522"/>
    <w:rsid w:val="716971C9"/>
    <w:rsid w:val="71C027AF"/>
    <w:rsid w:val="71D7B618"/>
    <w:rsid w:val="71DAC6CB"/>
    <w:rsid w:val="71E4B0F2"/>
    <w:rsid w:val="723CBE5B"/>
    <w:rsid w:val="723EEC59"/>
    <w:rsid w:val="7275E11F"/>
    <w:rsid w:val="728AD156"/>
    <w:rsid w:val="7290EA9C"/>
    <w:rsid w:val="72958150"/>
    <w:rsid w:val="729FC8C3"/>
    <w:rsid w:val="72A55055"/>
    <w:rsid w:val="72B01FB6"/>
    <w:rsid w:val="72BFECF0"/>
    <w:rsid w:val="72F53101"/>
    <w:rsid w:val="72F790A0"/>
    <w:rsid w:val="7324EAEC"/>
    <w:rsid w:val="73278037"/>
    <w:rsid w:val="732C783F"/>
    <w:rsid w:val="7344F8BD"/>
    <w:rsid w:val="7353C53E"/>
    <w:rsid w:val="73A93E2C"/>
    <w:rsid w:val="73AA1C93"/>
    <w:rsid w:val="73DBDB74"/>
    <w:rsid w:val="743BC9DE"/>
    <w:rsid w:val="74542EC8"/>
    <w:rsid w:val="745E6324"/>
    <w:rsid w:val="747A25CF"/>
    <w:rsid w:val="74830D4F"/>
    <w:rsid w:val="7487350F"/>
    <w:rsid w:val="74D496BF"/>
    <w:rsid w:val="74E46EBD"/>
    <w:rsid w:val="75177FB4"/>
    <w:rsid w:val="757402AE"/>
    <w:rsid w:val="758B3371"/>
    <w:rsid w:val="75980869"/>
    <w:rsid w:val="75AE8BE3"/>
    <w:rsid w:val="75C2580A"/>
    <w:rsid w:val="75CC3CDB"/>
    <w:rsid w:val="75F0DC63"/>
    <w:rsid w:val="76061A1C"/>
    <w:rsid w:val="760756C2"/>
    <w:rsid w:val="760CD19C"/>
    <w:rsid w:val="760ECE10"/>
    <w:rsid w:val="7616A28B"/>
    <w:rsid w:val="762B8725"/>
    <w:rsid w:val="762CE276"/>
    <w:rsid w:val="763322D9"/>
    <w:rsid w:val="76337A44"/>
    <w:rsid w:val="766C27F6"/>
    <w:rsid w:val="767730B0"/>
    <w:rsid w:val="7681079B"/>
    <w:rsid w:val="76949BF0"/>
    <w:rsid w:val="769D2019"/>
    <w:rsid w:val="76A5A0CB"/>
    <w:rsid w:val="76A60B13"/>
    <w:rsid w:val="76E723AB"/>
    <w:rsid w:val="76F3B0C9"/>
    <w:rsid w:val="770C65EF"/>
    <w:rsid w:val="773AC6CE"/>
    <w:rsid w:val="77431C9C"/>
    <w:rsid w:val="77606889"/>
    <w:rsid w:val="77624990"/>
    <w:rsid w:val="776395FB"/>
    <w:rsid w:val="778CACC4"/>
    <w:rsid w:val="77BF54A3"/>
    <w:rsid w:val="77C1D278"/>
    <w:rsid w:val="77F25CCA"/>
    <w:rsid w:val="780245CD"/>
    <w:rsid w:val="78131BE9"/>
    <w:rsid w:val="78134FE2"/>
    <w:rsid w:val="7818A7A0"/>
    <w:rsid w:val="781B11C8"/>
    <w:rsid w:val="782FF436"/>
    <w:rsid w:val="782FFCF7"/>
    <w:rsid w:val="78394D90"/>
    <w:rsid w:val="7844E268"/>
    <w:rsid w:val="7844E94A"/>
    <w:rsid w:val="784F3450"/>
    <w:rsid w:val="78513A9A"/>
    <w:rsid w:val="7856838D"/>
    <w:rsid w:val="78600B42"/>
    <w:rsid w:val="787509F1"/>
    <w:rsid w:val="789F0C01"/>
    <w:rsid w:val="78A06551"/>
    <w:rsid w:val="78B44553"/>
    <w:rsid w:val="78CD19B3"/>
    <w:rsid w:val="78D9CD13"/>
    <w:rsid w:val="78F883A6"/>
    <w:rsid w:val="78F8A5E5"/>
    <w:rsid w:val="78F91CD0"/>
    <w:rsid w:val="78FF83FE"/>
    <w:rsid w:val="79321DF8"/>
    <w:rsid w:val="79369E56"/>
    <w:rsid w:val="796FA316"/>
    <w:rsid w:val="797DE346"/>
    <w:rsid w:val="798F4A90"/>
    <w:rsid w:val="79B2C033"/>
    <w:rsid w:val="7A0AB39E"/>
    <w:rsid w:val="7A0C4CB0"/>
    <w:rsid w:val="7A3D6BDA"/>
    <w:rsid w:val="7A537C40"/>
    <w:rsid w:val="7A5B7D66"/>
    <w:rsid w:val="7A6DF5A9"/>
    <w:rsid w:val="7A6F54E6"/>
    <w:rsid w:val="7A7B1BB1"/>
    <w:rsid w:val="7A90FFE6"/>
    <w:rsid w:val="7AD658C8"/>
    <w:rsid w:val="7AE068EE"/>
    <w:rsid w:val="7AEF1E37"/>
    <w:rsid w:val="7B00D396"/>
    <w:rsid w:val="7B08160B"/>
    <w:rsid w:val="7B0FA63F"/>
    <w:rsid w:val="7B116868"/>
    <w:rsid w:val="7B3B630A"/>
    <w:rsid w:val="7B40BDE1"/>
    <w:rsid w:val="7B4DBCE2"/>
    <w:rsid w:val="7B50ACB2"/>
    <w:rsid w:val="7B5289E2"/>
    <w:rsid w:val="7B601D23"/>
    <w:rsid w:val="7B675BBA"/>
    <w:rsid w:val="7B697333"/>
    <w:rsid w:val="7B726ADB"/>
    <w:rsid w:val="7B775BD8"/>
    <w:rsid w:val="7B86689E"/>
    <w:rsid w:val="7B87EEC1"/>
    <w:rsid w:val="7B9788C8"/>
    <w:rsid w:val="7B9CB123"/>
    <w:rsid w:val="7BA46504"/>
    <w:rsid w:val="7BA5829B"/>
    <w:rsid w:val="7BB3B899"/>
    <w:rsid w:val="7BBAC76D"/>
    <w:rsid w:val="7BBB3007"/>
    <w:rsid w:val="7BCC2A7D"/>
    <w:rsid w:val="7BE073F8"/>
    <w:rsid w:val="7C27E627"/>
    <w:rsid w:val="7C2E1E9E"/>
    <w:rsid w:val="7C30E249"/>
    <w:rsid w:val="7C3AD93F"/>
    <w:rsid w:val="7C3FB4E0"/>
    <w:rsid w:val="7C44ED02"/>
    <w:rsid w:val="7C5DB42D"/>
    <w:rsid w:val="7C6464F1"/>
    <w:rsid w:val="7C981C4D"/>
    <w:rsid w:val="7C98D299"/>
    <w:rsid w:val="7CA7D1AB"/>
    <w:rsid w:val="7CC0A2EE"/>
    <w:rsid w:val="7CD20809"/>
    <w:rsid w:val="7CF911EB"/>
    <w:rsid w:val="7CF92463"/>
    <w:rsid w:val="7D3932D8"/>
    <w:rsid w:val="7D410034"/>
    <w:rsid w:val="7D47201C"/>
    <w:rsid w:val="7D4C8A5C"/>
    <w:rsid w:val="7D4E2739"/>
    <w:rsid w:val="7D4F69F9"/>
    <w:rsid w:val="7D5E2D25"/>
    <w:rsid w:val="7D8B02A5"/>
    <w:rsid w:val="7D94BEA8"/>
    <w:rsid w:val="7DA687F5"/>
    <w:rsid w:val="7DAAB887"/>
    <w:rsid w:val="7DBCC4D9"/>
    <w:rsid w:val="7DC4000A"/>
    <w:rsid w:val="7DD4CEE0"/>
    <w:rsid w:val="7DD5A776"/>
    <w:rsid w:val="7DFCE1D5"/>
    <w:rsid w:val="7E003863"/>
    <w:rsid w:val="7E33ECAE"/>
    <w:rsid w:val="7E3A8D11"/>
    <w:rsid w:val="7E4BA8B2"/>
    <w:rsid w:val="7E5D42F4"/>
    <w:rsid w:val="7E6C0467"/>
    <w:rsid w:val="7EAF66C9"/>
    <w:rsid w:val="7EB53ADC"/>
    <w:rsid w:val="7EDFF4AE"/>
    <w:rsid w:val="7F03D39D"/>
    <w:rsid w:val="7F1133A0"/>
    <w:rsid w:val="7F3A2598"/>
    <w:rsid w:val="7FAA3CC0"/>
    <w:rsid w:val="7FD5C3C1"/>
    <w:rsid w:val="7FEEB749"/>
    <w:rsid w:val="7FFA1F48"/>
    <w:rsid w:val="7FFCC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7D246"/>
  <w15:chartTrackingRefBased/>
  <w15:docId w15:val="{A952D48A-B77B-4DE9-BE53-5E8BA1A1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locked="0" w:semiHidden="1" w:unhideWhenUsed="1"/>
    <w:lsdException w:name="annotation text" w:semiHidden="1" w:unhideWhenUsed="1"/>
    <w:lsdException w:name="header" w:semiHidden="1" w:unhideWhenUsed="1"/>
    <w:lsdException w:name="footer" w:locked="0" w:semiHidden="1" w:unhideWhenUsed="1"/>
    <w:lsdException w:name="index heading" w:semiHidden="1"/>
    <w:lsdException w:name="caption" w:semiHidden="1" w:uiPriority="35" w:unhideWhenUsed="1" w:qFormat="1"/>
    <w:lsdException w:name="table of figures" w:locked="0" w:semiHidden="1" w:unhideWhenUsed="1"/>
    <w:lsdException w:name="envelope address" w:semiHidden="1"/>
    <w:lsdException w:name="envelope return" w:semiHidden="1"/>
    <w:lsdException w:name="footnote reference" w:locked="0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locked="0" w:semiHidden="1"/>
    <w:lsdException w:name="endnote text" w:locked="0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locked="0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locked="0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 w:semiHidden="1" w:unhideWhenUsed="1"/>
    <w:lsdException w:name="FollowedHyperlink" w:semiHidden="1" w:unhideWhenUsed="1"/>
    <w:lsdException w:name="Strong" w:semiHidden="1" w:uiPriority="22" w:qFormat="1"/>
    <w:lsdException w:name="Emphasis" w:locked="0" w:uiPriority="20" w:qFormat="1"/>
    <w:lsdException w:name="Document Map" w:semiHidden="1"/>
    <w:lsdException w:name="Plain Text" w:semiHidden="1" w:unhideWhenUsed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Unresolved Mention" w:semiHidden="1" w:unhideWhenUsed="1"/>
    <w:lsdException w:name="Smart Link" w:semiHidden="1"/>
  </w:latentStyles>
  <w:style w:type="paragraph" w:default="1" w:styleId="Normal">
    <w:name w:val="Normal"/>
    <w:aliases w:val="IREB Standard,IREB Pagrgraph NumberedList"/>
    <w:qFormat/>
    <w:rsid w:val="00D2641B"/>
    <w:pPr>
      <w:suppressAutoHyphens/>
      <w:spacing w:before="120" w:after="120" w:line="336" w:lineRule="auto"/>
    </w:pPr>
    <w:rPr>
      <w:rFonts w:ascii="PP Mori" w:eastAsia="PP Mori" w:hAnsi="PP Mori" w:cs="PP Mori"/>
      <w:sz w:val="22"/>
      <w:szCs w:val="22"/>
      <w:lang w:val="en-US"/>
    </w:rPr>
  </w:style>
  <w:style w:type="paragraph" w:styleId="Heading1">
    <w:name w:val="heading 1"/>
    <w:aliases w:val="IREB Heading 1"/>
    <w:basedOn w:val="Normal"/>
    <w:next w:val="Normal"/>
    <w:link w:val="Heading1Char"/>
    <w:uiPriority w:val="9"/>
    <w:qFormat/>
    <w:rsid w:val="0056603F"/>
    <w:pPr>
      <w:keepNext/>
      <w:keepLines/>
      <w:pageBreakBefore/>
      <w:numPr>
        <w:numId w:val="21"/>
      </w:numPr>
      <w:tabs>
        <w:tab w:val="left" w:pos="794"/>
      </w:tabs>
      <w:spacing w:before="0" w:after="240" w:line="240" w:lineRule="auto"/>
      <w:ind w:left="794" w:hanging="794"/>
      <w:outlineLvl w:val="0"/>
    </w:pPr>
    <w:rPr>
      <w:rFonts w:ascii="GT Pressura Mono Regular" w:eastAsia="GT Pressura Mono Regular" w:hAnsi="GT Pressura Mono Regular" w:cs="GT Pressura Mono Regular"/>
      <w:bCs/>
      <w:color w:val="00BF6F" w:themeColor="accent1"/>
      <w:sz w:val="40"/>
      <w:szCs w:val="40"/>
      <w:lang w:val="de-DE"/>
    </w:rPr>
  </w:style>
  <w:style w:type="paragraph" w:styleId="Heading2">
    <w:name w:val="heading 2"/>
    <w:aliases w:val="IREB Heading 2"/>
    <w:basedOn w:val="Normal"/>
    <w:next w:val="Normal"/>
    <w:link w:val="Heading2Char"/>
    <w:uiPriority w:val="9"/>
    <w:qFormat/>
    <w:rsid w:val="00AE3D4E"/>
    <w:pPr>
      <w:keepNext/>
      <w:keepLines/>
      <w:numPr>
        <w:ilvl w:val="1"/>
        <w:numId w:val="21"/>
      </w:numPr>
      <w:tabs>
        <w:tab w:val="left" w:pos="1021"/>
      </w:tabs>
      <w:spacing w:before="360" w:after="240" w:line="240" w:lineRule="auto"/>
      <w:ind w:left="1021" w:hanging="1021"/>
      <w:outlineLvl w:val="1"/>
    </w:pPr>
    <w:rPr>
      <w:rFonts w:ascii="GT Pressura Mono Regular" w:eastAsia="GT Pressura Mono Regular" w:hAnsi="GT Pressura Mono Regular" w:cs="GT Pressura Mono Regular"/>
      <w:color w:val="00BF6F" w:themeColor="accent1"/>
      <w:sz w:val="28"/>
      <w:szCs w:val="28"/>
      <w:lang w:val="de-DE"/>
    </w:rPr>
  </w:style>
  <w:style w:type="paragraph" w:styleId="Heading3">
    <w:name w:val="heading 3"/>
    <w:aliases w:val="IREB Heading 3"/>
    <w:basedOn w:val="Normal"/>
    <w:next w:val="Normal"/>
    <w:link w:val="Heading3Char"/>
    <w:uiPriority w:val="9"/>
    <w:qFormat/>
    <w:rsid w:val="00AE3D4E"/>
    <w:pPr>
      <w:keepNext/>
      <w:keepLines/>
      <w:numPr>
        <w:ilvl w:val="2"/>
        <w:numId w:val="21"/>
      </w:numPr>
      <w:tabs>
        <w:tab w:val="left" w:pos="1247"/>
      </w:tabs>
      <w:spacing w:before="360" w:after="240" w:line="240" w:lineRule="auto"/>
      <w:ind w:left="1247" w:hanging="1247"/>
      <w:outlineLvl w:val="2"/>
    </w:pPr>
    <w:rPr>
      <w:rFonts w:ascii="GT Pressura Mono Regular" w:eastAsia="GT Pressura Mono Regular" w:hAnsi="GT Pressura Mono Regular" w:cs="GT Pressura Mono Regular"/>
      <w:color w:val="00BF6F" w:themeColor="accent1"/>
      <w:sz w:val="28"/>
      <w:szCs w:val="28"/>
      <w:lang w:val="de-DE"/>
    </w:rPr>
  </w:style>
  <w:style w:type="paragraph" w:styleId="Heading4">
    <w:name w:val="heading 4"/>
    <w:aliases w:val="IREB Heading 4"/>
    <w:basedOn w:val="Normal"/>
    <w:next w:val="Normal"/>
    <w:link w:val="Heading4Char"/>
    <w:uiPriority w:val="9"/>
    <w:qFormat/>
    <w:rsid w:val="00AE3D4E"/>
    <w:pPr>
      <w:keepNext/>
      <w:numPr>
        <w:ilvl w:val="3"/>
        <w:numId w:val="21"/>
      </w:numPr>
      <w:tabs>
        <w:tab w:val="left" w:pos="1474"/>
      </w:tabs>
      <w:spacing w:before="360" w:after="240" w:line="240" w:lineRule="auto"/>
      <w:ind w:left="1474" w:hanging="1474"/>
      <w:outlineLvl w:val="3"/>
    </w:pPr>
    <w:rPr>
      <w:rFonts w:ascii="GT Pressura Mono Regular" w:eastAsia="GT Pressura Mono Regular" w:hAnsi="GT Pressura Mono Regular" w:cs="GT Pressura Mono Regular"/>
      <w:iCs/>
      <w:color w:val="00BF6F" w:themeColor="accent1"/>
      <w:sz w:val="28"/>
      <w:szCs w:val="28"/>
      <w:lang w:val="de-DE"/>
    </w:rPr>
  </w:style>
  <w:style w:type="paragraph" w:styleId="Heading5">
    <w:name w:val="heading 5"/>
    <w:basedOn w:val="Normal"/>
    <w:next w:val="Normal"/>
    <w:link w:val="Heading5Char"/>
    <w:uiPriority w:val="9"/>
    <w:semiHidden/>
    <w:locked/>
    <w:rsid w:val="00A24CE0"/>
    <w:pPr>
      <w:keepNext/>
      <w:keepLines/>
      <w:numPr>
        <w:ilvl w:val="4"/>
        <w:numId w:val="21"/>
      </w:numPr>
      <w:spacing w:before="40"/>
      <w:outlineLvl w:val="4"/>
    </w:pPr>
    <w:rPr>
      <w:rFonts w:eastAsiaTheme="majorEastAsia" w:cstheme="majorBidi"/>
      <w:i/>
      <w:color w:val="F58220"/>
      <w:lang w:val="de-DE"/>
    </w:rPr>
  </w:style>
  <w:style w:type="paragraph" w:styleId="Heading6">
    <w:name w:val="heading 6"/>
    <w:basedOn w:val="Normal"/>
    <w:next w:val="Normal"/>
    <w:link w:val="Heading6Char"/>
    <w:uiPriority w:val="9"/>
    <w:semiHidden/>
    <w:locked/>
    <w:rsid w:val="00A24CE0"/>
    <w:pPr>
      <w:keepNext/>
      <w:keepLines/>
      <w:numPr>
        <w:ilvl w:val="5"/>
        <w:numId w:val="21"/>
      </w:numPr>
      <w:spacing w:before="40"/>
      <w:outlineLvl w:val="5"/>
    </w:pPr>
    <w:rPr>
      <w:rFonts w:asciiTheme="majorHAnsi" w:eastAsiaTheme="majorEastAsia" w:hAnsiTheme="majorHAnsi" w:cstheme="majorBidi"/>
      <w:color w:val="005F37" w:themeColor="accent1" w:themeShade="7F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locked/>
    <w:rsid w:val="00A24CE0"/>
    <w:pPr>
      <w:keepNext/>
      <w:keepLines/>
      <w:numPr>
        <w:ilvl w:val="6"/>
        <w:numId w:val="2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F37" w:themeColor="accent1" w:themeShade="7F"/>
      <w:lang w:val="de-DE"/>
    </w:rPr>
  </w:style>
  <w:style w:type="paragraph" w:styleId="Heading8">
    <w:name w:val="heading 8"/>
    <w:basedOn w:val="Normal"/>
    <w:next w:val="Normal"/>
    <w:link w:val="Heading8Char"/>
    <w:uiPriority w:val="9"/>
    <w:semiHidden/>
    <w:locked/>
    <w:rsid w:val="00A24CE0"/>
    <w:pPr>
      <w:keepNext/>
      <w:keepLines/>
      <w:numPr>
        <w:ilvl w:val="7"/>
        <w:numId w:val="2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locked/>
    <w:rsid w:val="00A24CE0"/>
    <w:pPr>
      <w:keepNext/>
      <w:keepLines/>
      <w:numPr>
        <w:ilvl w:val="8"/>
        <w:numId w:val="2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REB Heading 1 Char"/>
    <w:basedOn w:val="DefaultParagraphFont"/>
    <w:link w:val="Heading1"/>
    <w:uiPriority w:val="9"/>
    <w:rsid w:val="0056603F"/>
    <w:rPr>
      <w:rFonts w:ascii="GT Pressura Mono Regular" w:eastAsia="GT Pressura Mono Regular" w:hAnsi="GT Pressura Mono Regular" w:cs="GT Pressura Mono Regular"/>
      <w:bCs/>
      <w:color w:val="00BF6F" w:themeColor="accent1"/>
      <w:sz w:val="40"/>
      <w:szCs w:val="40"/>
    </w:rPr>
  </w:style>
  <w:style w:type="character" w:customStyle="1" w:styleId="Heading2Char">
    <w:name w:val="Heading 2 Char"/>
    <w:aliases w:val="IREB Heading 2 Char"/>
    <w:basedOn w:val="DefaultParagraphFont"/>
    <w:link w:val="Heading2"/>
    <w:uiPriority w:val="9"/>
    <w:rsid w:val="00AE3D4E"/>
    <w:rPr>
      <w:rFonts w:ascii="GT Pressura Mono Regular" w:eastAsia="GT Pressura Mono Regular" w:hAnsi="GT Pressura Mono Regular" w:cs="GT Pressura Mono Regular"/>
      <w:color w:val="00BF6F" w:themeColor="accent1"/>
      <w:sz w:val="28"/>
      <w:szCs w:val="28"/>
    </w:rPr>
  </w:style>
  <w:style w:type="character" w:customStyle="1" w:styleId="Heading3Char">
    <w:name w:val="Heading 3 Char"/>
    <w:aliases w:val="IREB Heading 3 Char"/>
    <w:basedOn w:val="DefaultParagraphFont"/>
    <w:link w:val="Heading3"/>
    <w:uiPriority w:val="9"/>
    <w:rsid w:val="00AE3D4E"/>
    <w:rPr>
      <w:rFonts w:ascii="GT Pressura Mono Regular" w:eastAsia="GT Pressura Mono Regular" w:hAnsi="GT Pressura Mono Regular" w:cs="GT Pressura Mono Regular"/>
      <w:color w:val="00BF6F" w:themeColor="accent1"/>
      <w:sz w:val="28"/>
      <w:szCs w:val="28"/>
    </w:rPr>
  </w:style>
  <w:style w:type="character" w:customStyle="1" w:styleId="Heading4Char">
    <w:name w:val="Heading 4 Char"/>
    <w:aliases w:val="IREB Heading 4 Char"/>
    <w:basedOn w:val="DefaultParagraphFont"/>
    <w:link w:val="Heading4"/>
    <w:uiPriority w:val="9"/>
    <w:rsid w:val="00AE3D4E"/>
    <w:rPr>
      <w:rFonts w:ascii="GT Pressura Mono Regular" w:eastAsia="GT Pressura Mono Regular" w:hAnsi="GT Pressura Mono Regular" w:cs="GT Pressura Mono Regular"/>
      <w:iCs/>
      <w:color w:val="00BF6F" w:themeColor="accen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450C"/>
    <w:rPr>
      <w:rFonts w:ascii="PP Mori" w:eastAsiaTheme="majorEastAsia" w:hAnsi="PP Mori" w:cstheme="majorBidi"/>
      <w:i/>
      <w:color w:val="F5822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450C"/>
    <w:rPr>
      <w:rFonts w:asciiTheme="majorHAnsi" w:eastAsiaTheme="majorEastAsia" w:hAnsiTheme="majorHAnsi" w:cstheme="majorBidi"/>
      <w:color w:val="005F37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450C"/>
    <w:rPr>
      <w:rFonts w:asciiTheme="majorHAnsi" w:eastAsiaTheme="majorEastAsia" w:hAnsiTheme="majorHAnsi" w:cstheme="majorBidi"/>
      <w:i/>
      <w:iCs/>
      <w:color w:val="005F37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45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45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NormalTable0">
    <w:name w:val="Normal Table0"/>
    <w:locked/>
    <w:rsid w:val="00A24CE0"/>
    <w:pPr>
      <w:spacing w:after="120"/>
      <w:jc w:val="both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autoRedefine/>
    <w:uiPriority w:val="10"/>
    <w:semiHidden/>
    <w:qFormat/>
    <w:rsid w:val="00BE460E"/>
    <w:pPr>
      <w:keepNext/>
      <w:keepLines/>
      <w:spacing w:before="7320"/>
      <w:ind w:left="-993"/>
    </w:pPr>
    <w:rPr>
      <w:rFonts w:ascii="GT Pressura Mono Regular" w:hAnsi="GT Pressura Mono Regular"/>
      <w:color w:val="FFFFFF" w:themeColor="background1"/>
      <w:sz w:val="28"/>
      <w:szCs w:val="72"/>
      <w:lang w:val="de-DE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0A450C"/>
    <w:rPr>
      <w:rFonts w:ascii="GT Pressura Mono Regular" w:eastAsia="PP Mori" w:hAnsi="GT Pressura Mono Regular" w:cs="PP Mori"/>
      <w:color w:val="FFFFFF" w:themeColor="background1"/>
      <w:sz w:val="28"/>
      <w:szCs w:val="72"/>
    </w:rPr>
  </w:style>
  <w:style w:type="paragraph" w:styleId="BalloonText">
    <w:name w:val="Balloon Text"/>
    <w:basedOn w:val="Normal"/>
    <w:link w:val="BalloonTextChar"/>
    <w:uiPriority w:val="99"/>
    <w:semiHidden/>
    <w:locked/>
    <w:rsid w:val="00A24CE0"/>
    <w:rPr>
      <w:rFonts w:ascii="Times New Roman" w:hAnsi="Times New Roman" w:cs="Times New Roman"/>
      <w:sz w:val="18"/>
      <w:szCs w:val="18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50C"/>
    <w:rPr>
      <w:rFonts w:ascii="Times New Roman" w:eastAsia="PP Mori" w:hAnsi="Times New Roman" w:cs="Times New Roman"/>
      <w:sz w:val="18"/>
      <w:szCs w:val="18"/>
    </w:rPr>
  </w:style>
  <w:style w:type="character" w:styleId="IntenseEmphasis">
    <w:name w:val="Intense Emphasis"/>
    <w:basedOn w:val="DefaultParagraphFont"/>
    <w:uiPriority w:val="21"/>
    <w:semiHidden/>
    <w:qFormat/>
    <w:locked/>
    <w:rsid w:val="00A24CE0"/>
    <w:rPr>
      <w:b/>
      <w:i/>
      <w:iCs/>
      <w:color w:val="000000" w:themeColor="text1"/>
    </w:rPr>
  </w:style>
  <w:style w:type="paragraph" w:customStyle="1" w:styleId="Backmatter">
    <w:name w:val="Backmatter"/>
    <w:basedOn w:val="Heading1"/>
    <w:qFormat/>
    <w:locked/>
    <w:rsid w:val="00885012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semiHidden/>
    <w:locked/>
    <w:rsid w:val="00A24CE0"/>
    <w:rPr>
      <w:color w:val="808080"/>
    </w:rPr>
  </w:style>
  <w:style w:type="paragraph" w:styleId="TOC1">
    <w:name w:val="toc 1"/>
    <w:basedOn w:val="Normal"/>
    <w:next w:val="Normal"/>
    <w:autoRedefine/>
    <w:uiPriority w:val="39"/>
    <w:rsid w:val="00C4084F"/>
    <w:pPr>
      <w:tabs>
        <w:tab w:val="left" w:pos="426"/>
        <w:tab w:val="right" w:leader="dot" w:pos="9639"/>
      </w:tabs>
      <w:spacing w:before="240" w:after="60"/>
      <w:ind w:left="425" w:hanging="425"/>
    </w:pPr>
    <w:rPr>
      <w:rFonts w:ascii="GT Pressura Mono Regular" w:eastAsiaTheme="minorEastAsia" w:hAnsi="GT Pressura Mono Regular"/>
      <w:noProof/>
      <w:color w:val="3C3C3B" w:themeColor="accent3"/>
      <w:sz w:val="28"/>
      <w:lang w:val="de-DE"/>
    </w:rPr>
  </w:style>
  <w:style w:type="paragraph" w:styleId="TOC2">
    <w:name w:val="toc 2"/>
    <w:basedOn w:val="Normal"/>
    <w:next w:val="Normal"/>
    <w:autoRedefine/>
    <w:uiPriority w:val="39"/>
    <w:rsid w:val="003F6986"/>
    <w:pPr>
      <w:tabs>
        <w:tab w:val="left" w:pos="1134"/>
        <w:tab w:val="right" w:leader="dot" w:pos="9639"/>
      </w:tabs>
      <w:spacing w:before="180" w:after="0"/>
      <w:ind w:left="1134" w:hanging="709"/>
    </w:pPr>
    <w:rPr>
      <w:rFonts w:ascii="GT Pressura Mono Regular" w:hAnsi="GT Pressura Mono Regular" w:cstheme="minorHAnsi"/>
      <w:iCs/>
      <w:noProof/>
      <w:color w:val="3C3C3B" w:themeColor="accent3"/>
      <w:szCs w:val="20"/>
      <w:lang w:val="de-DE"/>
    </w:rPr>
  </w:style>
  <w:style w:type="paragraph" w:styleId="TOC3">
    <w:name w:val="toc 3"/>
    <w:basedOn w:val="Normal"/>
    <w:next w:val="Normal"/>
    <w:autoRedefine/>
    <w:uiPriority w:val="39"/>
    <w:rsid w:val="003F6986"/>
    <w:pPr>
      <w:tabs>
        <w:tab w:val="left" w:pos="1701"/>
        <w:tab w:val="right" w:leader="dot" w:pos="9639"/>
      </w:tabs>
      <w:spacing w:before="40" w:after="40"/>
      <w:ind w:left="1701" w:hanging="850"/>
    </w:pPr>
    <w:rPr>
      <w:rFonts w:ascii="GT Pressura Mono Regular" w:hAnsi="GT Pressura Mono Regular" w:cstheme="minorHAnsi"/>
      <w:noProof/>
      <w:color w:val="3C3C3B" w:themeColor="accent3"/>
      <w:sz w:val="18"/>
      <w:szCs w:val="20"/>
      <w:lang w:val="de-DE"/>
    </w:rPr>
  </w:style>
  <w:style w:type="paragraph" w:styleId="TOC4">
    <w:name w:val="toc 4"/>
    <w:basedOn w:val="Normal"/>
    <w:next w:val="Normal"/>
    <w:autoRedefine/>
    <w:uiPriority w:val="39"/>
    <w:semiHidden/>
    <w:rsid w:val="00285F28"/>
    <w:pPr>
      <w:tabs>
        <w:tab w:val="left" w:pos="1680"/>
        <w:tab w:val="left" w:pos="1985"/>
        <w:tab w:val="right" w:leader="dot" w:pos="9056"/>
      </w:tabs>
      <w:spacing w:before="20" w:after="20"/>
      <w:ind w:left="993"/>
    </w:pPr>
    <w:rPr>
      <w:rFonts w:ascii="GT Pressura Mono Regular" w:hAnsi="GT Pressura Mono Regular" w:cstheme="minorHAnsi"/>
      <w:noProof/>
      <w:color w:val="307FE2"/>
      <w:sz w:val="16"/>
      <w:szCs w:val="16"/>
      <w:lang w:val="de-DE"/>
    </w:rPr>
  </w:style>
  <w:style w:type="paragraph" w:styleId="TOC5">
    <w:name w:val="toc 5"/>
    <w:basedOn w:val="Normal"/>
    <w:next w:val="Normal"/>
    <w:autoRedefine/>
    <w:uiPriority w:val="39"/>
    <w:semiHidden/>
    <w:locked/>
    <w:rsid w:val="00A24CE0"/>
    <w:pPr>
      <w:ind w:left="960"/>
    </w:pPr>
    <w:rPr>
      <w:rFonts w:cstheme="minorHAnsi"/>
      <w:szCs w:val="20"/>
      <w:lang w:val="de-DE"/>
    </w:rPr>
  </w:style>
  <w:style w:type="paragraph" w:styleId="TOC6">
    <w:name w:val="toc 6"/>
    <w:basedOn w:val="Normal"/>
    <w:next w:val="Normal"/>
    <w:autoRedefine/>
    <w:uiPriority w:val="39"/>
    <w:semiHidden/>
    <w:locked/>
    <w:rsid w:val="00483CC4"/>
    <w:pPr>
      <w:tabs>
        <w:tab w:val="right" w:leader="dot" w:pos="9062"/>
      </w:tabs>
      <w:spacing w:before="0" w:after="0"/>
      <w:ind w:left="1418"/>
    </w:pPr>
    <w:rPr>
      <w:rFonts w:cstheme="minorHAnsi"/>
      <w:sz w:val="16"/>
      <w:szCs w:val="20"/>
      <w:lang w:val="de-DE"/>
    </w:rPr>
  </w:style>
  <w:style w:type="paragraph" w:styleId="TOC7">
    <w:name w:val="toc 7"/>
    <w:basedOn w:val="Normal"/>
    <w:next w:val="Normal"/>
    <w:autoRedefine/>
    <w:uiPriority w:val="39"/>
    <w:semiHidden/>
    <w:locked/>
    <w:rsid w:val="00A24CE0"/>
    <w:pPr>
      <w:ind w:left="1440"/>
    </w:pPr>
    <w:rPr>
      <w:rFonts w:cstheme="minorHAnsi"/>
      <w:szCs w:val="20"/>
      <w:lang w:val="de-DE"/>
    </w:rPr>
  </w:style>
  <w:style w:type="paragraph" w:styleId="TOC8">
    <w:name w:val="toc 8"/>
    <w:basedOn w:val="Normal"/>
    <w:next w:val="Normal"/>
    <w:autoRedefine/>
    <w:uiPriority w:val="39"/>
    <w:semiHidden/>
    <w:locked/>
    <w:rsid w:val="00A24CE0"/>
    <w:pPr>
      <w:ind w:left="1680"/>
    </w:pPr>
    <w:rPr>
      <w:rFonts w:cstheme="minorHAnsi"/>
      <w:szCs w:val="20"/>
      <w:lang w:val="de-DE"/>
    </w:rPr>
  </w:style>
  <w:style w:type="paragraph" w:styleId="TOC9">
    <w:name w:val="toc 9"/>
    <w:basedOn w:val="Normal"/>
    <w:next w:val="Normal"/>
    <w:autoRedefine/>
    <w:uiPriority w:val="39"/>
    <w:semiHidden/>
    <w:locked/>
    <w:rsid w:val="00A24CE0"/>
    <w:pPr>
      <w:ind w:left="1920"/>
    </w:pPr>
    <w:rPr>
      <w:rFonts w:cstheme="minorHAnsi"/>
      <w:szCs w:val="20"/>
      <w:lang w:val="de-DE"/>
    </w:rPr>
  </w:style>
  <w:style w:type="character" w:styleId="Hyperlink">
    <w:name w:val="Hyperlink"/>
    <w:aliases w:val="IREB Hyperlink"/>
    <w:basedOn w:val="DefaultParagraphFont"/>
    <w:uiPriority w:val="99"/>
    <w:unhideWhenUsed/>
    <w:rsid w:val="00D2617D"/>
    <w:rPr>
      <w:color w:val="00BF6F"/>
      <w:u w:val="single"/>
    </w:rPr>
  </w:style>
  <w:style w:type="paragraph" w:customStyle="1" w:styleId="Bulletliste">
    <w:name w:val="Bulletliste"/>
    <w:basedOn w:val="Normal"/>
    <w:locked/>
    <w:rsid w:val="00A24CE0"/>
    <w:pPr>
      <w:numPr>
        <w:numId w:val="3"/>
      </w:numPr>
      <w:spacing w:after="60"/>
      <w:ind w:left="709" w:hanging="425"/>
    </w:pPr>
    <w:rPr>
      <w:lang w:val="de-DE"/>
    </w:rPr>
  </w:style>
  <w:style w:type="paragraph" w:customStyle="1" w:styleId="ReferenceEntry">
    <w:name w:val="ReferenceEntry"/>
    <w:basedOn w:val="Normal"/>
    <w:qFormat/>
    <w:locked/>
    <w:rsid w:val="00A24CE0"/>
    <w:pPr>
      <w:spacing w:before="80" w:after="80"/>
      <w:ind w:left="1701" w:hanging="1701"/>
    </w:pPr>
    <w:rPr>
      <w:noProof/>
      <w:lang w:val="de-DE"/>
    </w:rPr>
  </w:style>
  <w:style w:type="paragraph" w:styleId="Caption">
    <w:name w:val="caption"/>
    <w:basedOn w:val="Normal"/>
    <w:next w:val="Normal"/>
    <w:link w:val="CaptionChar"/>
    <w:uiPriority w:val="35"/>
    <w:semiHidden/>
    <w:qFormat/>
    <w:locked/>
    <w:rsid w:val="00ED6A51"/>
    <w:pPr>
      <w:spacing w:after="200"/>
      <w:jc w:val="center"/>
    </w:pPr>
    <w:rPr>
      <w:rFonts w:ascii="GT Pressura Mono Regular" w:hAnsi="GT Pressura Mono Regular"/>
      <w:iCs/>
      <w:sz w:val="18"/>
      <w:szCs w:val="18"/>
      <w:lang w:val="de-DE"/>
    </w:rPr>
  </w:style>
  <w:style w:type="paragraph" w:customStyle="1" w:styleId="Figure">
    <w:name w:val="Figure"/>
    <w:basedOn w:val="Normal"/>
    <w:qFormat/>
    <w:locked/>
    <w:rsid w:val="00A24CE0"/>
    <w:pPr>
      <w:keepNext/>
      <w:jc w:val="center"/>
    </w:pPr>
    <w:rPr>
      <w:lang w:val="de-DE"/>
    </w:rPr>
  </w:style>
  <w:style w:type="table" w:styleId="TableGrid">
    <w:name w:val="Table Grid"/>
    <w:basedOn w:val="TableNormal"/>
    <w:uiPriority w:val="39"/>
    <w:locked/>
    <w:rsid w:val="00A24CE0"/>
    <w:pPr>
      <w:spacing w:after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locked/>
    <w:rsid w:val="00A24CE0"/>
    <w:pPr>
      <w:spacing w:after="120"/>
      <w:jc w:val="both"/>
    </w:pPr>
    <w:rPr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FormatvorlageStandard">
    <w:name w:val="Formatvorlage Standard +"/>
    <w:basedOn w:val="Normal"/>
    <w:locked/>
    <w:rsid w:val="00E173AB"/>
    <w:rPr>
      <w:rFonts w:eastAsia="Times New Roman"/>
      <w:sz w:val="18"/>
      <w:lang w:val="de-DE"/>
    </w:rPr>
  </w:style>
  <w:style w:type="character" w:styleId="SubtleEmphasis">
    <w:name w:val="Subtle Emphasis"/>
    <w:basedOn w:val="DefaultParagraphFont"/>
    <w:uiPriority w:val="19"/>
    <w:semiHidden/>
    <w:qFormat/>
    <w:locked/>
    <w:rsid w:val="00A24CE0"/>
    <w:rPr>
      <w:i/>
      <w:iCs/>
      <w:color w:val="404040" w:themeColor="text1" w:themeTint="BF"/>
    </w:rPr>
  </w:style>
  <w:style w:type="character" w:styleId="CommentReference">
    <w:name w:val="annotation reference"/>
    <w:basedOn w:val="DefaultParagraphFont"/>
    <w:uiPriority w:val="99"/>
    <w:semiHidden/>
    <w:locked/>
    <w:rsid w:val="00A24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A24CE0"/>
    <w:rPr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450C"/>
    <w:rPr>
      <w:rFonts w:ascii="PP Mori" w:eastAsia="PP Mori" w:hAnsi="PP Mori" w:cs="PP Mori"/>
      <w:sz w:val="22"/>
      <w:szCs w:val="20"/>
    </w:rPr>
  </w:style>
  <w:style w:type="paragraph" w:styleId="ListParagraph">
    <w:name w:val="List Paragraph"/>
    <w:aliases w:val="Nummerierte Liste"/>
    <w:basedOn w:val="Normal"/>
    <w:uiPriority w:val="34"/>
    <w:semiHidden/>
    <w:qFormat/>
    <w:locked/>
    <w:rsid w:val="003C28FF"/>
    <w:pPr>
      <w:numPr>
        <w:numId w:val="17"/>
      </w:numPr>
      <w:contextualSpacing/>
    </w:pPr>
    <w:rPr>
      <w:lang w:val="sv-SE"/>
    </w:rPr>
  </w:style>
  <w:style w:type="paragraph" w:styleId="Header">
    <w:name w:val="header"/>
    <w:basedOn w:val="Normal"/>
    <w:link w:val="HeaderChar"/>
    <w:uiPriority w:val="99"/>
    <w:semiHidden/>
    <w:locked/>
    <w:rsid w:val="00A24CE0"/>
    <w:pPr>
      <w:tabs>
        <w:tab w:val="center" w:pos="4536"/>
        <w:tab w:val="right" w:pos="9072"/>
      </w:tabs>
      <w:spacing w:after="0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0A450C"/>
    <w:rPr>
      <w:rFonts w:ascii="PP Mori" w:eastAsia="PP Mori" w:hAnsi="PP Mori" w:cs="PP Mori"/>
      <w:sz w:val="22"/>
      <w:szCs w:val="22"/>
    </w:rPr>
  </w:style>
  <w:style w:type="paragraph" w:styleId="Footer">
    <w:name w:val="footer"/>
    <w:aliases w:val="IREB Footer SecondPage"/>
    <w:basedOn w:val="Normal"/>
    <w:link w:val="FooterChar"/>
    <w:uiPriority w:val="99"/>
    <w:rsid w:val="00A02AA9"/>
    <w:pPr>
      <w:tabs>
        <w:tab w:val="right" w:pos="9498"/>
      </w:tabs>
      <w:spacing w:after="0" w:line="240" w:lineRule="auto"/>
      <w:ind w:left="1134"/>
    </w:pPr>
    <w:rPr>
      <w:rFonts w:ascii="GT Pressura Mono Regular" w:hAnsi="GT Pressura Mono Regular"/>
      <w:noProof/>
      <w:color w:val="FFFFFF" w:themeColor="background1"/>
      <w:szCs w:val="20"/>
      <w:lang w:val="de-DE"/>
    </w:rPr>
  </w:style>
  <w:style w:type="character" w:customStyle="1" w:styleId="FooterChar">
    <w:name w:val="Footer Char"/>
    <w:aliases w:val="IREB Footer SecondPage Char"/>
    <w:basedOn w:val="DefaultParagraphFont"/>
    <w:link w:val="Footer"/>
    <w:uiPriority w:val="99"/>
    <w:rsid w:val="00433373"/>
    <w:rPr>
      <w:rFonts w:ascii="GT Pressura Mono Regular" w:eastAsia="PP Mori" w:hAnsi="GT Pressura Mono Regular" w:cs="PP Mori"/>
      <w:noProof/>
      <w:color w:val="FFFFFF" w:themeColor="background1"/>
      <w:sz w:val="22"/>
      <w:szCs w:val="20"/>
    </w:rPr>
  </w:style>
  <w:style w:type="character" w:customStyle="1" w:styleId="KommentartextZchn1">
    <w:name w:val="Kommentartext Zchn1"/>
    <w:uiPriority w:val="99"/>
    <w:locked/>
    <w:rsid w:val="00A24C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A24CE0"/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50C"/>
    <w:rPr>
      <w:rFonts w:ascii="PP Mori" w:eastAsia="PP Mori" w:hAnsi="PP Mori" w:cs="PP Mori"/>
      <w:b/>
      <w:bCs/>
      <w:sz w:val="22"/>
      <w:szCs w:val="20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24CE0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rsid w:val="009428E2"/>
    <w:pPr>
      <w:ind w:left="142" w:hanging="142"/>
    </w:pPr>
    <w:rPr>
      <w:rFonts w:eastAsia="Calibri" w:cs="Calibri"/>
      <w:sz w:val="16"/>
      <w:szCs w:val="18"/>
      <w:lang w:val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450C"/>
    <w:rPr>
      <w:rFonts w:ascii="PP Mori" w:eastAsia="Calibri" w:hAnsi="PP Mori" w:cs="Calibri"/>
      <w:sz w:val="16"/>
      <w:szCs w:val="18"/>
    </w:rPr>
  </w:style>
  <w:style w:type="table" w:styleId="GridTable1Light">
    <w:name w:val="Grid Table 1 Light"/>
    <w:basedOn w:val="TableNormal"/>
    <w:uiPriority w:val="46"/>
    <w:locked/>
    <w:rsid w:val="00A24CE0"/>
    <w:pPr>
      <w:spacing w:before="120" w:after="120"/>
      <w:jc w:val="both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IREBDefinition">
    <w:name w:val="IREB Definition"/>
    <w:basedOn w:val="Normal"/>
    <w:next w:val="Normal"/>
    <w:qFormat/>
    <w:rsid w:val="00D52440"/>
    <w:pPr>
      <w:keepNext/>
      <w:keepLines/>
      <w:pBdr>
        <w:top w:val="single" w:sz="8" w:space="7" w:color="00BF6F" w:themeColor="accent1"/>
        <w:left w:val="single" w:sz="8" w:space="14" w:color="00BF6F" w:themeColor="accent1"/>
        <w:bottom w:val="single" w:sz="8" w:space="7" w:color="00BF6F" w:themeColor="accent1"/>
        <w:right w:val="single" w:sz="8" w:space="14" w:color="00BF6F" w:themeColor="accent1"/>
      </w:pBdr>
      <w:shd w:val="clear" w:color="E7E6E6" w:themeColor="background2" w:fill="auto"/>
      <w:tabs>
        <w:tab w:val="left" w:pos="567"/>
      </w:tabs>
      <w:spacing w:before="360" w:after="360"/>
      <w:ind w:left="284" w:right="284"/>
      <w:contextualSpacing/>
    </w:pPr>
    <w:rPr>
      <w:rFonts w:ascii="GT Pressura Mono Regular" w:eastAsia="GT Pressura Mono Regular" w:hAnsi="GT Pressura Mono Regular" w:cs="GT Pressura Mono Regular"/>
      <w:bCs/>
      <w:color w:val="00BF6F" w:themeColor="accent1"/>
      <w:sz w:val="24"/>
      <w:szCs w:val="24"/>
      <w:lang w:val="de-DE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locked/>
    <w:rsid w:val="00A24C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A450C"/>
    <w:rPr>
      <w:rFonts w:ascii="Georgia" w:eastAsia="Georgia" w:hAnsi="Georgia" w:cs="Georgia"/>
      <w:i/>
      <w:color w:val="666666"/>
      <w:sz w:val="48"/>
      <w:szCs w:val="48"/>
    </w:rPr>
  </w:style>
  <w:style w:type="character" w:styleId="FootnoteReference">
    <w:name w:val="footnote reference"/>
    <w:basedOn w:val="DefaultParagraphFont"/>
    <w:uiPriority w:val="99"/>
    <w:semiHidden/>
    <w:rsid w:val="00A24CE0"/>
    <w:rPr>
      <w:vertAlign w:val="superscript"/>
    </w:rPr>
  </w:style>
  <w:style w:type="paragraph" w:styleId="Revision">
    <w:name w:val="Revision"/>
    <w:hidden/>
    <w:uiPriority w:val="99"/>
    <w:semiHidden/>
    <w:rsid w:val="00A24CE0"/>
    <w:rPr>
      <w:rFonts w:ascii="Arial" w:eastAsia="Arial" w:hAnsi="Arial" w:cs="Arial"/>
      <w:sz w:val="22"/>
      <w:szCs w:val="22"/>
      <w:lang w:val="en-US"/>
    </w:rPr>
  </w:style>
  <w:style w:type="table" w:customStyle="1" w:styleId="Template">
    <w:name w:val="Template"/>
    <w:basedOn w:val="TableNormal"/>
    <w:uiPriority w:val="46"/>
    <w:locked/>
    <w:rsid w:val="00A24CE0"/>
    <w:pPr>
      <w:spacing w:before="120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locked/>
    <w:rsid w:val="00A24CE0"/>
    <w:rPr>
      <w:color w:val="3C3C3B" w:themeColor="followedHyperlink"/>
      <w:u w:val="single"/>
    </w:rPr>
  </w:style>
  <w:style w:type="table" w:styleId="GridTable5Dark-Accent1">
    <w:name w:val="Grid Table 5 Dark Accent 1"/>
    <w:basedOn w:val="TableNormal"/>
    <w:uiPriority w:val="50"/>
    <w:locked/>
    <w:rsid w:val="00A24CE0"/>
    <w:rPr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FFFE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F6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F6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F6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F6F" w:themeFill="accent1"/>
      </w:tcPr>
    </w:tblStylePr>
    <w:tblStylePr w:type="band1Vert">
      <w:tblPr/>
      <w:tcPr>
        <w:shd w:val="clear" w:color="auto" w:fill="7FFFC9" w:themeFill="accent1" w:themeFillTint="66"/>
      </w:tcPr>
    </w:tblStylePr>
    <w:tblStylePr w:type="band1Horz">
      <w:tblPr/>
      <w:tcPr>
        <w:shd w:val="clear" w:color="auto" w:fill="7FFFC9" w:themeFill="accent1" w:themeFillTint="66"/>
      </w:tcPr>
    </w:tblStylePr>
  </w:style>
  <w:style w:type="table" w:styleId="GridTable5Dark-Accent3">
    <w:name w:val="Grid Table 5 Dark Accent 3"/>
    <w:basedOn w:val="TableNormal"/>
    <w:uiPriority w:val="50"/>
    <w:locked/>
    <w:rsid w:val="00A24CE0"/>
    <w:rPr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3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3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C3C3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C3C3B" w:themeFill="accent3"/>
      </w:tcPr>
    </w:tblStylePr>
    <w:tblStylePr w:type="band1Vert">
      <w:tblPr/>
      <w:tcPr>
        <w:shd w:val="clear" w:color="auto" w:fill="B1B1B0" w:themeFill="accent3" w:themeFillTint="66"/>
      </w:tcPr>
    </w:tblStylePr>
    <w:tblStylePr w:type="band1Horz">
      <w:tblPr/>
      <w:tcPr>
        <w:shd w:val="clear" w:color="auto" w:fill="B1B1B0" w:themeFill="accent3" w:themeFillTint="66"/>
      </w:tcPr>
    </w:tblStylePr>
  </w:style>
  <w:style w:type="paragraph" w:customStyle="1" w:styleId="SubheadingNoNumber">
    <w:name w:val="Subheading_NoNumber"/>
    <w:basedOn w:val="Normal"/>
    <w:locked/>
    <w:rsid w:val="00C62800"/>
    <w:pPr>
      <w:keepNext/>
      <w:pBdr>
        <w:bottom w:val="single" w:sz="8" w:space="1" w:color="307FE2"/>
      </w:pBdr>
      <w:spacing w:after="0"/>
      <w:outlineLvl w:val="5"/>
    </w:pPr>
    <w:rPr>
      <w:rFonts w:ascii="GT Pressura Mono Regular" w:eastAsiaTheme="minorHAnsi" w:hAnsi="GT Pressura Mono Regular" w:cstheme="minorBidi"/>
      <w:i/>
      <w:iCs/>
      <w:color w:val="307FE2"/>
      <w:szCs w:val="24"/>
      <w:lang w:val="de-DE"/>
    </w:rPr>
  </w:style>
  <w:style w:type="paragraph" w:customStyle="1" w:styleId="IREBFigureLabel">
    <w:name w:val="IREB Figure Label"/>
    <w:basedOn w:val="Caption"/>
    <w:qFormat/>
    <w:rsid w:val="00D52440"/>
    <w:pPr>
      <w:spacing w:after="360"/>
    </w:pPr>
    <w:rPr>
      <w:rFonts w:eastAsia="GT Pressura Mono Regular" w:cs="GT Pressura Mono Regular"/>
    </w:rPr>
  </w:style>
  <w:style w:type="character" w:styleId="Emphasis">
    <w:name w:val="Emphasis"/>
    <w:basedOn w:val="DefaultParagraphFont"/>
    <w:uiPriority w:val="20"/>
    <w:semiHidden/>
    <w:qFormat/>
    <w:rsid w:val="00A24CE0"/>
    <w:rPr>
      <w:i/>
      <w:iCs/>
    </w:rPr>
  </w:style>
  <w:style w:type="paragraph" w:customStyle="1" w:styleId="EO-Headline">
    <w:name w:val="EO-Headline"/>
    <w:basedOn w:val="Normal"/>
    <w:qFormat/>
    <w:locked/>
    <w:rsid w:val="00A24CE0"/>
    <w:pPr>
      <w:keepNext/>
      <w:pBdr>
        <w:top w:val="nil"/>
        <w:left w:val="nil"/>
        <w:bottom w:val="nil"/>
        <w:right w:val="nil"/>
        <w:between w:val="nil"/>
      </w:pBdr>
      <w:shd w:val="clear" w:color="auto" w:fill="BFBFBF"/>
      <w:spacing w:before="240"/>
      <w:ind w:left="1134" w:hanging="1134"/>
    </w:pPr>
    <w:rPr>
      <w:b/>
      <w:vanish/>
      <w:color w:val="000000"/>
      <w:sz w:val="21"/>
      <w:szCs w:val="21"/>
      <w:lang w:val="de-DE"/>
    </w:rPr>
  </w:style>
  <w:style w:type="paragraph" w:styleId="NormalWeb">
    <w:name w:val="Normal (Web)"/>
    <w:basedOn w:val="Normal"/>
    <w:uiPriority w:val="99"/>
    <w:semiHidden/>
    <w:locked/>
    <w:rsid w:val="00A24C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/>
    </w:rPr>
  </w:style>
  <w:style w:type="table" w:styleId="PlainTable4">
    <w:name w:val="Plain Table 4"/>
    <w:basedOn w:val="TableNormal"/>
    <w:uiPriority w:val="44"/>
    <w:locked/>
    <w:rsid w:val="00A24CE0"/>
    <w:rPr>
      <w:lang w:val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locked/>
    <w:rsid w:val="00A24CE0"/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">
    <w:name w:val="2"/>
    <w:basedOn w:val="NormalTable0"/>
    <w:locked/>
    <w:rsid w:val="00A24CE0"/>
    <w:pPr>
      <w:jc w:val="left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rFonts w:ascii="Calibri" w:eastAsia="Calibri" w:hAnsi="Calibri" w:cs="Calibri"/>
        <w:i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IREBTabelleLight">
    <w:name w:val="IREB Tabelle Light"/>
    <w:basedOn w:val="NormalTable0"/>
    <w:locked/>
    <w:rsid w:val="00AA785B"/>
    <w:pPr>
      <w:jc w:val="left"/>
    </w:pPr>
    <w:rPr>
      <w:rFonts w:ascii="PP Mori" w:hAnsi="PP Mori"/>
    </w:rPr>
    <w:tblPr>
      <w:tblStyleRowBandSize w:val="1"/>
      <w:tblStyleColBandSize w:val="1"/>
      <w:tblCellMar>
        <w:left w:w="108" w:type="dxa"/>
        <w:right w:w="108" w:type="dxa"/>
      </w:tblCellMar>
    </w:tblPr>
    <w:tcPr>
      <w:shd w:val="clear" w:color="auto" w:fill="FFFFFF" w:themeFill="background1"/>
    </w:tcPr>
  </w:style>
  <w:style w:type="character" w:customStyle="1" w:styleId="KommentarthemaZchn1">
    <w:name w:val="Kommentarthema Zchn1"/>
    <w:basedOn w:val="KommentartextZchn1"/>
    <w:uiPriority w:val="99"/>
    <w:semiHidden/>
    <w:rsid w:val="00A24CE0"/>
    <w:rPr>
      <w:b/>
      <w:bCs/>
      <w:sz w:val="20"/>
      <w:szCs w:val="20"/>
    </w:rPr>
  </w:style>
  <w:style w:type="paragraph" w:customStyle="1" w:styleId="FormatvorlageIREBBulletListeLateinCambriaKomplexCambria">
    <w:name w:val="Formatvorlage IREB Bullet Liste + (Latein) Cambria (Komplex) Cambria"/>
    <w:basedOn w:val="Normal"/>
    <w:next w:val="Normal"/>
    <w:locked/>
    <w:rsid w:val="00DB76DB"/>
    <w:pPr>
      <w:numPr>
        <w:numId w:val="11"/>
      </w:numPr>
      <w:tabs>
        <w:tab w:val="clear" w:pos="1117"/>
        <w:tab w:val="num" w:pos="709"/>
      </w:tabs>
      <w:spacing w:after="240"/>
      <w:ind w:left="709"/>
      <w:contextualSpacing/>
    </w:pPr>
    <w:rPr>
      <w:rFonts w:ascii="Cambria" w:eastAsia="Times New Roman" w:hAnsi="Cambria" w:cs="Cambria"/>
      <w:szCs w:val="20"/>
      <w:lang w:val="sv-SE"/>
    </w:rPr>
  </w:style>
  <w:style w:type="paragraph" w:styleId="TableofFigures">
    <w:name w:val="table of figures"/>
    <w:basedOn w:val="Normal"/>
    <w:next w:val="Normal"/>
    <w:uiPriority w:val="99"/>
    <w:semiHidden/>
    <w:rsid w:val="00D52440"/>
    <w:pPr>
      <w:tabs>
        <w:tab w:val="right" w:leader="dot" w:pos="9066"/>
      </w:tabs>
      <w:spacing w:after="0"/>
      <w:ind w:left="1036" w:right="419" w:hanging="1036"/>
    </w:pPr>
    <w:rPr>
      <w:noProof/>
      <w:lang w:val="de-DE"/>
    </w:rPr>
  </w:style>
  <w:style w:type="paragraph" w:customStyle="1" w:styleId="TableTextNormal">
    <w:name w:val="TableText Normal"/>
    <w:basedOn w:val="Normal"/>
    <w:qFormat/>
    <w:locked/>
    <w:rsid w:val="00A24CE0"/>
    <w:pPr>
      <w:keepNext/>
      <w:numPr>
        <w:ilvl w:val="8"/>
        <w:numId w:val="4"/>
      </w:numPr>
      <w:spacing w:before="40" w:after="40"/>
    </w:pPr>
    <w:rPr>
      <w:rFonts w:eastAsia="Calibri" w:cs="Calibri"/>
      <w:lang w:val="de-DE"/>
    </w:rPr>
  </w:style>
  <w:style w:type="paragraph" w:customStyle="1" w:styleId="TableTextBold">
    <w:name w:val="Table Text Bold"/>
    <w:basedOn w:val="Normal"/>
    <w:qFormat/>
    <w:locked/>
    <w:rsid w:val="00A24CE0"/>
    <w:pPr>
      <w:keepNext/>
      <w:spacing w:before="40" w:after="40"/>
    </w:pPr>
    <w:rPr>
      <w:rFonts w:eastAsia="Calibri" w:cs="Calibri"/>
      <w:b/>
      <w:lang w:val="de-DE"/>
    </w:rPr>
  </w:style>
  <w:style w:type="character" w:customStyle="1" w:styleId="IREBPPMoriItalic">
    <w:name w:val="IREB PP Mori Italic"/>
    <w:basedOn w:val="italic"/>
    <w:qFormat/>
    <w:rsid w:val="00D52440"/>
    <w:rPr>
      <w:rFonts w:ascii="PP Mori" w:eastAsia="PP Mori" w:hAnsi="PP Mori" w:cs="PP Mori"/>
      <w:i/>
      <w:iCs/>
      <w:lang w:val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450C"/>
    <w:rPr>
      <w:rFonts w:ascii="Courier New" w:eastAsia="Times New Roman" w:hAnsi="Courier New" w:cs="Courier New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locked/>
    <w:rsid w:val="00A24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Cs w:val="20"/>
      <w:lang w:val="de-DE"/>
    </w:rPr>
  </w:style>
  <w:style w:type="character" w:customStyle="1" w:styleId="HTMLVorformatiertZchn1">
    <w:name w:val="HTML Vorformatiert Zchn1"/>
    <w:basedOn w:val="DefaultParagraphFont"/>
    <w:uiPriority w:val="99"/>
    <w:semiHidden/>
    <w:rsid w:val="00A24CE0"/>
    <w:rPr>
      <w:rFonts w:ascii="Consolas" w:eastAsia="Arial" w:hAnsi="Consolas" w:cs="Consolas"/>
      <w:sz w:val="20"/>
      <w:szCs w:val="20"/>
      <w:lang w:val="en-US"/>
    </w:rPr>
  </w:style>
  <w:style w:type="paragraph" w:customStyle="1" w:styleId="Default">
    <w:name w:val="Default"/>
    <w:locked/>
    <w:rsid w:val="00A24CE0"/>
    <w:pPr>
      <w:autoSpaceDE w:val="0"/>
      <w:autoSpaceDN w:val="0"/>
      <w:adjustRightInd w:val="0"/>
    </w:pPr>
    <w:rPr>
      <w:rFonts w:ascii="Cambria" w:eastAsia="Arial" w:hAnsi="Cambria" w:cs="Cambria"/>
      <w:color w:val="000000"/>
      <w:lang w:val="en-US"/>
    </w:rPr>
  </w:style>
  <w:style w:type="character" w:customStyle="1" w:styleId="normaltextrun">
    <w:name w:val="normaltextrun"/>
    <w:basedOn w:val="DefaultParagraphFont"/>
    <w:locked/>
    <w:rsid w:val="00A24CE0"/>
    <w:rPr>
      <w:rFonts w:ascii="Calibri" w:hAnsi="Calibri"/>
    </w:rPr>
  </w:style>
  <w:style w:type="table" w:customStyle="1" w:styleId="NormalTable00">
    <w:name w:val="Normal Table00"/>
    <w:locked/>
    <w:rsid w:val="00A24CE0"/>
    <w:pPr>
      <w:spacing w:after="120"/>
      <w:jc w:val="both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ulletListeEnde">
    <w:name w:val="Bullet Liste Ende"/>
    <w:basedOn w:val="Normal"/>
    <w:next w:val="Normal"/>
    <w:qFormat/>
    <w:locked/>
    <w:rsid w:val="00A24CE0"/>
    <w:pPr>
      <w:numPr>
        <w:numId w:val="5"/>
      </w:numPr>
      <w:spacing w:before="0" w:after="240" w:line="276" w:lineRule="auto"/>
      <w:contextualSpacing/>
    </w:pPr>
    <w:rPr>
      <w:rFonts w:eastAsiaTheme="minorHAnsi" w:cs="Times New Roman"/>
      <w:lang w:val="de-DE"/>
    </w:rPr>
  </w:style>
  <w:style w:type="paragraph" w:customStyle="1" w:styleId="IREBBulletList">
    <w:name w:val="IREB Bullet List"/>
    <w:basedOn w:val="ListParagraph"/>
    <w:qFormat/>
    <w:rsid w:val="00D52440"/>
  </w:style>
  <w:style w:type="character" w:styleId="PageNumber">
    <w:name w:val="page number"/>
    <w:basedOn w:val="DefaultParagraphFont"/>
    <w:uiPriority w:val="99"/>
    <w:semiHidden/>
    <w:locked/>
    <w:rsid w:val="00A24CE0"/>
    <w:rPr>
      <w:rFonts w:ascii="Calibri" w:hAnsi="Calibri"/>
    </w:rPr>
  </w:style>
  <w:style w:type="paragraph" w:customStyle="1" w:styleId="BeschriftungTabelle">
    <w:name w:val="Beschriftung_Tabelle"/>
    <w:basedOn w:val="Caption"/>
    <w:locked/>
    <w:rsid w:val="00BD09EA"/>
    <w:pPr>
      <w:keepNext/>
      <w:spacing w:after="120"/>
    </w:pPr>
  </w:style>
  <w:style w:type="paragraph" w:customStyle="1" w:styleId="SideNote">
    <w:name w:val="SideNote"/>
    <w:basedOn w:val="Normal"/>
    <w:semiHidden/>
    <w:qFormat/>
    <w:locked/>
    <w:rsid w:val="00A24CE0"/>
    <w:pPr>
      <w:framePr w:w="1134" w:hSpace="284" w:wrap="notBeside" w:vAnchor="text" w:hAnchor="page" w:xAlign="right" w:y="1"/>
      <w:spacing w:before="0" w:after="240" w:line="276" w:lineRule="auto"/>
    </w:pPr>
    <w:rPr>
      <w:rFonts w:eastAsiaTheme="minorHAnsi" w:cs="Times New Roman"/>
      <w:b/>
      <w:color w:val="A2E4B8" w:themeColor="accent2"/>
    </w:rPr>
  </w:style>
  <w:style w:type="paragraph" w:customStyle="1" w:styleId="NummerierteListeEnde">
    <w:name w:val="Nummerierte Liste Ende"/>
    <w:basedOn w:val="ListParagraph"/>
    <w:next w:val="Normal"/>
    <w:locked/>
    <w:rsid w:val="00A24CE0"/>
    <w:pPr>
      <w:numPr>
        <w:numId w:val="6"/>
      </w:numPr>
      <w:spacing w:before="0" w:after="240" w:line="276" w:lineRule="auto"/>
      <w:contextualSpacing w:val="0"/>
    </w:pPr>
    <w:rPr>
      <w:rFonts w:eastAsia="Times New Roman" w:cs="Times New Roman"/>
      <w:szCs w:val="20"/>
    </w:rPr>
  </w:style>
  <w:style w:type="character" w:styleId="UnresolvedMention">
    <w:name w:val="Unresolved Mention"/>
    <w:basedOn w:val="DefaultParagraphFont"/>
    <w:uiPriority w:val="99"/>
    <w:semiHidden/>
    <w:locked/>
    <w:rsid w:val="00A24CE0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locked/>
    <w:rsid w:val="00A24CE0"/>
    <w:pPr>
      <w:spacing w:before="0" w:after="0" w:line="240" w:lineRule="auto"/>
    </w:pPr>
    <w:rPr>
      <w:rFonts w:ascii="Calibri" w:eastAsiaTheme="minorHAnsi" w:hAnsi="Calibri" w:cstheme="minorBid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450C"/>
    <w:rPr>
      <w:rFonts w:ascii="Calibri" w:hAnsi="Calibri"/>
      <w:sz w:val="22"/>
      <w:szCs w:val="21"/>
    </w:rPr>
  </w:style>
  <w:style w:type="character" w:styleId="Mention">
    <w:name w:val="Mention"/>
    <w:basedOn w:val="DefaultParagraphFont"/>
    <w:uiPriority w:val="99"/>
    <w:semiHidden/>
    <w:locked/>
    <w:rsid w:val="00A24CE0"/>
    <w:rPr>
      <w:color w:val="2B579A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29"/>
    <w:semiHidden/>
    <w:qFormat/>
    <w:locked/>
    <w:rsid w:val="00A24CE0"/>
    <w:pPr>
      <w:spacing w:before="200" w:after="160"/>
      <w:ind w:left="864" w:right="864"/>
      <w:jc w:val="center"/>
    </w:pPr>
    <w:rPr>
      <w:i/>
      <w:iCs/>
      <w:color w:val="404040" w:themeColor="text1" w:themeTint="BF"/>
      <w:lang w:val="de-DE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0A450C"/>
    <w:rPr>
      <w:rFonts w:ascii="PP Mori" w:eastAsia="PP Mori" w:hAnsi="PP Mori" w:cs="PP Mori"/>
      <w:i/>
      <w:iCs/>
      <w:color w:val="404040" w:themeColor="text1" w:themeTint="BF"/>
      <w:sz w:val="22"/>
      <w:szCs w:val="22"/>
    </w:rPr>
  </w:style>
  <w:style w:type="paragraph" w:customStyle="1" w:styleId="IREBEOReference">
    <w:name w:val="IREB EO Reference"/>
    <w:basedOn w:val="Normal"/>
    <w:qFormat/>
    <w:rsid w:val="00A11718"/>
    <w:pPr>
      <w:keepLines/>
      <w:pBdr>
        <w:top w:val="dotted" w:sz="4" w:space="1" w:color="D0CECE" w:themeColor="background2" w:themeShade="E6"/>
        <w:left w:val="dotted" w:sz="4" w:space="4" w:color="D0CECE" w:themeColor="background2" w:themeShade="E6"/>
        <w:bottom w:val="dotted" w:sz="4" w:space="1" w:color="D0CECE" w:themeColor="background2" w:themeShade="E6"/>
        <w:right w:val="dotted" w:sz="4" w:space="4" w:color="D0CECE" w:themeColor="background2" w:themeShade="E6"/>
      </w:pBdr>
      <w:ind w:left="993" w:right="136" w:hanging="851"/>
    </w:pPr>
    <w:rPr>
      <w:vanish/>
      <w:color w:val="7F7F7F" w:themeColor="text1" w:themeTint="80"/>
      <w:lang w:val="de-DE"/>
    </w:rPr>
  </w:style>
  <w:style w:type="paragraph" w:customStyle="1" w:styleId="Standard-Folge">
    <w:name w:val="Standard-Folge"/>
    <w:basedOn w:val="Normal"/>
    <w:qFormat/>
    <w:locked/>
    <w:rsid w:val="00A24CE0"/>
    <w:pPr>
      <w:spacing w:before="0" w:after="0" w:line="276" w:lineRule="auto"/>
      <w:ind w:firstLine="284"/>
    </w:pPr>
    <w:rPr>
      <w:rFonts w:asciiTheme="majorHAnsi" w:eastAsiaTheme="minorHAnsi" w:hAnsiTheme="majorHAnsi" w:cstheme="minorBidi"/>
      <w:sz w:val="21"/>
      <w:lang w:val="de-DE"/>
    </w:rPr>
  </w:style>
  <w:style w:type="paragraph" w:customStyle="1" w:styleId="berschriftohneNum">
    <w:name w:val="Überschrift_ohneNum"/>
    <w:basedOn w:val="Heading4"/>
    <w:next w:val="Normal"/>
    <w:locked/>
    <w:rsid w:val="00A24CE0"/>
    <w:pPr>
      <w:keepLines/>
      <w:numPr>
        <w:ilvl w:val="0"/>
        <w:numId w:val="0"/>
      </w:numPr>
      <w:spacing w:before="100" w:beforeAutospacing="1" w:after="0" w:line="276" w:lineRule="auto"/>
    </w:pPr>
    <w:rPr>
      <w:rFonts w:asciiTheme="minorHAnsi" w:hAnsiTheme="minorHAnsi"/>
      <w:b/>
      <w:i/>
      <w:color w:val="000000" w:themeColor="text1"/>
      <w:szCs w:val="32"/>
    </w:rPr>
  </w:style>
  <w:style w:type="paragraph" w:customStyle="1" w:styleId="Liste-Strich">
    <w:name w:val="Liste-Strich"/>
    <w:basedOn w:val="Normal"/>
    <w:qFormat/>
    <w:locked/>
    <w:rsid w:val="00A24CE0"/>
    <w:pPr>
      <w:numPr>
        <w:numId w:val="7"/>
      </w:numPr>
      <w:spacing w:before="60" w:after="0" w:line="276" w:lineRule="auto"/>
      <w:ind w:left="714" w:hanging="357"/>
    </w:pPr>
    <w:rPr>
      <w:rFonts w:asciiTheme="majorHAnsi" w:eastAsiaTheme="minorHAnsi" w:hAnsiTheme="majorHAnsi" w:cstheme="minorBidi"/>
      <w:sz w:val="21"/>
      <w:lang w:val="de-DE"/>
    </w:rPr>
  </w:style>
  <w:style w:type="paragraph" w:customStyle="1" w:styleId="IREBFigure">
    <w:name w:val="IREB Figure"/>
    <w:basedOn w:val="Normal"/>
    <w:qFormat/>
    <w:rsid w:val="00D52440"/>
    <w:pPr>
      <w:keepNext/>
      <w:spacing w:before="360" w:after="0" w:line="360" w:lineRule="auto"/>
      <w:jc w:val="center"/>
    </w:pPr>
    <w:rPr>
      <w:lang w:val="de-DE"/>
    </w:rPr>
  </w:style>
  <w:style w:type="paragraph" w:customStyle="1" w:styleId="Liste-Punkt">
    <w:name w:val="Liste-Punkt"/>
    <w:basedOn w:val="Normal"/>
    <w:qFormat/>
    <w:locked/>
    <w:rsid w:val="00A24CE0"/>
    <w:pPr>
      <w:numPr>
        <w:numId w:val="8"/>
      </w:numPr>
      <w:spacing w:before="60" w:after="100" w:afterAutospacing="1" w:line="240" w:lineRule="auto"/>
      <w:ind w:left="1134" w:hanging="397"/>
    </w:pPr>
    <w:rPr>
      <w:rFonts w:asciiTheme="majorHAnsi" w:eastAsia="Times New Roman" w:hAnsiTheme="majorHAnsi" w:cs="Times New Roman"/>
      <w:sz w:val="21"/>
      <w:szCs w:val="24"/>
      <w:lang w:val="de-DE" w:eastAsia="de-DE"/>
    </w:rPr>
  </w:style>
  <w:style w:type="paragraph" w:customStyle="1" w:styleId="Liste-Nummer">
    <w:name w:val="Liste-Nummer"/>
    <w:basedOn w:val="Standard-Folge"/>
    <w:qFormat/>
    <w:locked/>
    <w:rsid w:val="00A24CE0"/>
    <w:pPr>
      <w:numPr>
        <w:numId w:val="9"/>
      </w:numPr>
      <w:spacing w:before="60"/>
    </w:pPr>
  </w:style>
  <w:style w:type="paragraph" w:customStyle="1" w:styleId="Brckenerluterung">
    <w:name w:val="Brückenerläuterung"/>
    <w:basedOn w:val="Normal"/>
    <w:qFormat/>
    <w:locked/>
    <w:rsid w:val="00A24CE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 w:themeFill="accent6" w:themeFillTint="66"/>
      <w:spacing w:after="0" w:line="276" w:lineRule="auto"/>
      <w:ind w:left="142" w:right="141"/>
    </w:pPr>
    <w:rPr>
      <w:rFonts w:asciiTheme="majorHAnsi" w:eastAsiaTheme="minorHAnsi" w:hAnsiTheme="majorHAnsi" w:cstheme="minorBidi"/>
      <w:i/>
      <w:iCs/>
      <w:sz w:val="21"/>
      <w:lang w:val="de-DE"/>
    </w:rPr>
  </w:style>
  <w:style w:type="paragraph" w:customStyle="1" w:styleId="ToDo">
    <w:name w:val="_ToDo"/>
    <w:basedOn w:val="Standard-Folge"/>
    <w:qFormat/>
    <w:locked/>
    <w:rsid w:val="00A24CE0"/>
    <w:pPr>
      <w:jc w:val="center"/>
    </w:pPr>
    <w:rPr>
      <w:rFonts w:cs="Times New Roman (Textkörper CS)"/>
      <w:color w:val="FFC000"/>
    </w:rPr>
  </w:style>
  <w:style w:type="paragraph" w:customStyle="1" w:styleId="EOLine">
    <w:name w:val="EO Line"/>
    <w:basedOn w:val="Normal"/>
    <w:qFormat/>
    <w:locked/>
    <w:rsid w:val="00F46E78"/>
    <w:pPr>
      <w:suppressAutoHyphens w:val="0"/>
      <w:spacing w:before="0" w:after="0" w:line="240" w:lineRule="auto"/>
      <w:ind w:left="1134" w:hanging="1134"/>
    </w:pPr>
    <w:rPr>
      <w:rFonts w:ascii="Arial" w:eastAsia="Times New Roman" w:hAnsi="Arial"/>
      <w:lang w:val="de-DE" w:eastAsia="de-DE"/>
    </w:rPr>
  </w:style>
  <w:style w:type="paragraph" w:customStyle="1" w:styleId="IREBTableLabel">
    <w:name w:val="IREB Table Label"/>
    <w:basedOn w:val="Caption"/>
    <w:link w:val="IREBTableLabelZchn"/>
    <w:qFormat/>
    <w:rsid w:val="00D52440"/>
    <w:pPr>
      <w:keepNext/>
      <w:spacing w:before="360" w:after="120"/>
      <w:jc w:val="left"/>
    </w:pPr>
    <w:rPr>
      <w:rFonts w:eastAsia="GT Pressura Mono Regular" w:cs="GT Pressura Mono Regular"/>
    </w:rPr>
  </w:style>
  <w:style w:type="character" w:customStyle="1" w:styleId="CaptionChar">
    <w:name w:val="Caption Char"/>
    <w:basedOn w:val="DefaultParagraphFont"/>
    <w:link w:val="Caption"/>
    <w:uiPriority w:val="35"/>
    <w:semiHidden/>
    <w:rsid w:val="000A450C"/>
    <w:rPr>
      <w:rFonts w:ascii="GT Pressura Mono Regular" w:eastAsia="PP Mori" w:hAnsi="GT Pressura Mono Regular" w:cs="PP Mori"/>
      <w:iCs/>
      <w:sz w:val="18"/>
      <w:szCs w:val="18"/>
    </w:rPr>
  </w:style>
  <w:style w:type="character" w:customStyle="1" w:styleId="IREBTableLabelZchn">
    <w:name w:val="IREB Table Label Zchn"/>
    <w:basedOn w:val="CaptionChar"/>
    <w:link w:val="IREBTableLabel"/>
    <w:rsid w:val="00D52440"/>
    <w:rPr>
      <w:rFonts w:ascii="GT Pressura Mono Regular" w:eastAsia="GT Pressura Mono Regular" w:hAnsi="GT Pressura Mono Regular" w:cs="GT Pressura Mono Regular"/>
      <w:iCs/>
      <w:sz w:val="18"/>
      <w:szCs w:val="18"/>
      <w:lang w:val="en-US"/>
    </w:rPr>
  </w:style>
  <w:style w:type="paragraph" w:customStyle="1" w:styleId="Tabelle-Kopf">
    <w:name w:val="Tabelle-Kopf"/>
    <w:basedOn w:val="Normal"/>
    <w:qFormat/>
    <w:locked/>
    <w:rsid w:val="008E72A2"/>
    <w:pPr>
      <w:spacing w:after="0" w:line="240" w:lineRule="auto"/>
    </w:pPr>
    <w:rPr>
      <w:rFonts w:asciiTheme="minorHAnsi" w:eastAsiaTheme="minorHAnsi" w:hAnsiTheme="minorHAnsi" w:cstheme="minorBidi"/>
      <w:b/>
      <w:sz w:val="21"/>
      <w:lang w:val="de-DE"/>
    </w:rPr>
  </w:style>
  <w:style w:type="paragraph" w:customStyle="1" w:styleId="Tabelle-Zelle">
    <w:name w:val="Tabelle-Zelle"/>
    <w:basedOn w:val="Normal"/>
    <w:qFormat/>
    <w:locked/>
    <w:rsid w:val="008E72A2"/>
    <w:pPr>
      <w:spacing w:before="40" w:after="40" w:line="240" w:lineRule="auto"/>
    </w:pPr>
    <w:rPr>
      <w:rFonts w:asciiTheme="minorHAnsi" w:eastAsiaTheme="minorHAnsi" w:hAnsiTheme="minorHAnsi" w:cstheme="minorBidi"/>
      <w:sz w:val="21"/>
      <w:lang w:val="de-DE"/>
    </w:rPr>
  </w:style>
  <w:style w:type="paragraph" w:customStyle="1" w:styleId="FormatvorlageTitelLateinShareTechMono">
    <w:name w:val="Formatvorlage Titel + (Latein) Share Tech Mono"/>
    <w:basedOn w:val="Title"/>
    <w:locked/>
    <w:rsid w:val="00CF5062"/>
  </w:style>
  <w:style w:type="paragraph" w:customStyle="1" w:styleId="FormatvorlageLateinShareTechMonoKomplexTextkrperCSArial">
    <w:name w:val="Formatvorlage (Latein) Share Tech Mono (Komplex) +Textkörper CS (Arial) (..."/>
    <w:basedOn w:val="Normal"/>
    <w:locked/>
    <w:rsid w:val="007841A0"/>
    <w:pPr>
      <w:spacing w:before="0" w:after="0" w:line="276" w:lineRule="auto"/>
      <w:ind w:left="360"/>
      <w:jc w:val="center"/>
    </w:pPr>
    <w:rPr>
      <w:rFonts w:eastAsia="Times New Roman" w:cstheme="minorBidi"/>
      <w:color w:val="B1B3B6"/>
      <w:spacing w:val="15"/>
      <w:sz w:val="32"/>
      <w:lang w:val="de-DE"/>
    </w:rPr>
  </w:style>
  <w:style w:type="paragraph" w:customStyle="1" w:styleId="FormatvorlageLateinShareTechMonoKomplexTextkrperCSArial1">
    <w:name w:val="Formatvorlage (Latein) Share Tech Mono (Komplex) +Textkörper CS (Arial) (...1"/>
    <w:basedOn w:val="Normal"/>
    <w:locked/>
    <w:rsid w:val="007841A0"/>
    <w:pPr>
      <w:spacing w:before="0" w:after="0" w:line="276" w:lineRule="auto"/>
      <w:jc w:val="center"/>
    </w:pPr>
    <w:rPr>
      <w:rFonts w:eastAsia="Times New Roman" w:cstheme="minorBidi"/>
      <w:color w:val="B1B3B6"/>
      <w:spacing w:val="15"/>
      <w:sz w:val="32"/>
      <w:lang w:val="de-DE"/>
    </w:rPr>
  </w:style>
  <w:style w:type="character" w:customStyle="1" w:styleId="Formatvorlage12PtAkzent5">
    <w:name w:val="Formatvorlage 12 Pt. Akzent 5"/>
    <w:basedOn w:val="DefaultParagraphFont"/>
    <w:locked/>
    <w:rsid w:val="007841A0"/>
    <w:rPr>
      <w:rFonts w:ascii="GT Pressura Mono Regular" w:hAnsi="GT Pressura Mono Regular"/>
      <w:color w:val="BDBCBC" w:themeColor="accent5"/>
      <w:sz w:val="24"/>
      <w:szCs w:val="24"/>
    </w:rPr>
  </w:style>
  <w:style w:type="paragraph" w:customStyle="1" w:styleId="FormatvorlageberschriftmitLinieShareTechMonoNichtFettText1">
    <w:name w:val="Formatvorlage Überschrift mit Linie + Share Tech Mono Nicht Fett Text 1"/>
    <w:basedOn w:val="Normal"/>
    <w:locked/>
    <w:rsid w:val="00A11718"/>
    <w:pPr>
      <w:pBdr>
        <w:top w:val="single" w:sz="12" w:space="6" w:color="B1B3B6"/>
      </w:pBdr>
      <w:spacing w:before="0" w:after="240" w:line="276" w:lineRule="auto"/>
    </w:pPr>
    <w:rPr>
      <w:rFonts w:ascii="GT Pressura Mono Regular" w:eastAsia="Times New Roman" w:hAnsi="GT Pressura Mono Regular" w:cs="Times New Roman"/>
      <w:color w:val="7F7F7F" w:themeColor="text1" w:themeTint="80"/>
      <w:sz w:val="24"/>
      <w:szCs w:val="20"/>
      <w:lang w:val="de-DE"/>
    </w:rPr>
  </w:style>
  <w:style w:type="paragraph" w:customStyle="1" w:styleId="FormatvorlageSubHeadingAkzent2">
    <w:name w:val="Formatvorlage Sub_Heading + Akzent 2"/>
    <w:basedOn w:val="Normal"/>
    <w:locked/>
    <w:rsid w:val="004B5724"/>
    <w:pPr>
      <w:keepNext/>
      <w:spacing w:before="0" w:after="60" w:line="240" w:lineRule="auto"/>
    </w:pPr>
    <w:rPr>
      <w:rFonts w:ascii="GT Pressura Mono Regular" w:hAnsi="GT Pressura Mono Regular"/>
      <w:color w:val="307FE2"/>
      <w:sz w:val="28"/>
      <w:lang w:val="de-DE"/>
    </w:rPr>
  </w:style>
  <w:style w:type="paragraph" w:customStyle="1" w:styleId="FormatvorlageLateinFettAkzent2Nach3PtZeilenabstandeinfach">
    <w:name w:val="Formatvorlage (Latein) Fett Akzent 2 Nach:  3 Pt. Zeilenabstand:  einfach"/>
    <w:basedOn w:val="Normal"/>
    <w:locked/>
    <w:rsid w:val="00430DC2"/>
    <w:pPr>
      <w:spacing w:after="60" w:line="240" w:lineRule="auto"/>
    </w:pPr>
    <w:rPr>
      <w:rFonts w:eastAsia="Times New Roman"/>
      <w:b/>
      <w:color w:val="307FE2"/>
      <w:lang w:val="de-DE"/>
    </w:rPr>
  </w:style>
  <w:style w:type="character" w:customStyle="1" w:styleId="FormatvorlageSchwacheHervorhebungLateinGTPressuraMonoRegularK">
    <w:name w:val="Formatvorlage Schwache Hervorhebung + (Latein) GT Pressura Mono Regular (K..."/>
    <w:basedOn w:val="SubtleEmphasis"/>
    <w:locked/>
    <w:rsid w:val="006B7DE3"/>
    <w:rPr>
      <w:rFonts w:ascii="GT Pressura Mono Regular" w:hAnsi="GT Pressura Mono Regular" w:cstheme="minorBidi"/>
      <w:i/>
      <w:iCs/>
      <w:color w:val="307FA2"/>
      <w:szCs w:val="24"/>
    </w:rPr>
  </w:style>
  <w:style w:type="paragraph" w:customStyle="1" w:styleId="Formatvorlageberschrift2KomplexFett">
    <w:name w:val="Formatvorlage Überschrift 2 + (Komplex) Fett"/>
    <w:basedOn w:val="Heading2"/>
    <w:locked/>
    <w:rsid w:val="00885012"/>
    <w:rPr>
      <w:bCs/>
    </w:rPr>
  </w:style>
  <w:style w:type="paragraph" w:customStyle="1" w:styleId="FormatvorlageVerzeichnis111PtNichtFett">
    <w:name w:val="Formatvorlage Verzeichnis 1 + 11 Pt. Nicht Fett"/>
    <w:basedOn w:val="TOC1"/>
    <w:locked/>
    <w:rsid w:val="00430DC2"/>
    <w:rPr>
      <w:b/>
      <w:bCs/>
      <w:sz w:val="22"/>
    </w:rPr>
  </w:style>
  <w:style w:type="paragraph" w:customStyle="1" w:styleId="IREBAuthors">
    <w:name w:val="IREB Authors"/>
    <w:basedOn w:val="Title"/>
    <w:autoRedefine/>
    <w:qFormat/>
    <w:rsid w:val="00D52440"/>
    <w:pPr>
      <w:tabs>
        <w:tab w:val="left" w:pos="4253"/>
      </w:tabs>
      <w:spacing w:before="1560"/>
      <w:ind w:left="4253"/>
      <w:contextualSpacing/>
    </w:pPr>
    <w:rPr>
      <w:rFonts w:eastAsia="GT Pressura Mono Regular" w:cs="GT Pressura Mono Regular"/>
      <w:szCs w:val="28"/>
    </w:rPr>
  </w:style>
  <w:style w:type="paragraph" w:customStyle="1" w:styleId="IREBSubHeading">
    <w:name w:val="IREB SubHeading"/>
    <w:basedOn w:val="FormatvorlageSubHeadingAkzent2"/>
    <w:qFormat/>
    <w:rsid w:val="004C3E7F"/>
    <w:pPr>
      <w:spacing w:before="240" w:after="120"/>
    </w:pPr>
    <w:rPr>
      <w:color w:val="00BF6F"/>
      <w:sz w:val="22"/>
    </w:rPr>
  </w:style>
  <w:style w:type="paragraph" w:customStyle="1" w:styleId="IREBNumberedList">
    <w:name w:val="IREB Numbered List"/>
    <w:basedOn w:val="Normal"/>
    <w:qFormat/>
    <w:rsid w:val="00D52440"/>
    <w:pPr>
      <w:numPr>
        <w:numId w:val="16"/>
      </w:numPr>
      <w:spacing w:after="240"/>
      <w:contextualSpacing/>
    </w:pPr>
    <w:rPr>
      <w:lang w:val="de-DE"/>
    </w:rPr>
  </w:style>
  <w:style w:type="character" w:customStyle="1" w:styleId="italic">
    <w:name w:val="_italic"/>
    <w:basedOn w:val="DefaultParagraphFont"/>
    <w:uiPriority w:val="1"/>
    <w:qFormat/>
    <w:locked/>
    <w:rsid w:val="009428E2"/>
    <w:rPr>
      <w:rFonts w:ascii="PP Mori Regular Italic" w:hAnsi="PP Mori Regular Italic"/>
      <w:i w:val="0"/>
      <w:iCs/>
      <w:lang w:val="de-DE"/>
    </w:rPr>
  </w:style>
  <w:style w:type="character" w:customStyle="1" w:styleId="IREBPPMoriBold">
    <w:name w:val="IREB PP Mori Bold"/>
    <w:basedOn w:val="IREBPPMoriRegular"/>
    <w:uiPriority w:val="1"/>
    <w:qFormat/>
    <w:rsid w:val="00D52440"/>
    <w:rPr>
      <w:rFonts w:ascii="PP Mori" w:eastAsia="PP Mori" w:hAnsi="PP Mori" w:cs="PP Mori"/>
      <w:b/>
      <w:bCs/>
    </w:rPr>
  </w:style>
  <w:style w:type="paragraph" w:customStyle="1" w:styleId="IREBBookTitle">
    <w:name w:val="IREB Book Title"/>
    <w:basedOn w:val="Title"/>
    <w:qFormat/>
    <w:rsid w:val="00C571DC"/>
    <w:pPr>
      <w:spacing w:before="8640"/>
      <w:ind w:left="-794"/>
      <w:contextualSpacing/>
    </w:pPr>
    <w:rPr>
      <w:rFonts w:eastAsia="GT Pressura Mono Regular" w:cs="GT Pressura Mono Regular"/>
      <w:noProof/>
      <w:sz w:val="40"/>
      <w:szCs w:val="40"/>
    </w:rPr>
  </w:style>
  <w:style w:type="paragraph" w:customStyle="1" w:styleId="IREBFooterCoverPage">
    <w:name w:val="IREB Footer CoverPage"/>
    <w:basedOn w:val="Footer"/>
    <w:qFormat/>
    <w:rsid w:val="00605183"/>
    <w:pPr>
      <w:ind w:left="-794"/>
    </w:pPr>
    <w:rPr>
      <w:rFonts w:eastAsia="GT Pressura Mono Regular" w:cs="GT Pressura Mono Regular"/>
    </w:rPr>
  </w:style>
  <w:style w:type="paragraph" w:customStyle="1" w:styleId="IREBFootnote">
    <w:name w:val="IREB Footnote"/>
    <w:basedOn w:val="FootnoteText"/>
    <w:qFormat/>
    <w:rsid w:val="00D52440"/>
    <w:pPr>
      <w:spacing w:line="240" w:lineRule="auto"/>
    </w:pPr>
    <w:rPr>
      <w:rFonts w:eastAsia="PP Mori" w:cs="PP Mori"/>
      <w:szCs w:val="16"/>
    </w:rPr>
  </w:style>
  <w:style w:type="paragraph" w:customStyle="1" w:styleId="IREBEUMetadata">
    <w:name w:val="IREB EU Metadata"/>
    <w:basedOn w:val="Normal"/>
    <w:qFormat/>
    <w:rsid w:val="00D52440"/>
    <w:pPr>
      <w:suppressAutoHyphens w:val="0"/>
      <w:spacing w:after="0" w:line="276" w:lineRule="auto"/>
      <w:ind w:left="1134" w:hanging="1134"/>
    </w:pPr>
    <w:rPr>
      <w:rFonts w:eastAsia="Times New Roman"/>
      <w:lang w:val="de-DE" w:eastAsia="de-DE"/>
    </w:rPr>
  </w:style>
  <w:style w:type="table" w:customStyle="1" w:styleId="IREBTable">
    <w:name w:val="IREB Table"/>
    <w:basedOn w:val="TableNormal"/>
    <w:uiPriority w:val="99"/>
    <w:rsid w:val="008271C9"/>
    <w:rPr>
      <w:rFonts w:ascii="PP Mori" w:hAnsi="PP Mori"/>
      <w:sz w:val="20"/>
      <w:szCs w:val="20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rPr>
        <w:rFonts w:ascii="PP Mori" w:hAnsi="PP Mori"/>
        <w:b/>
        <w:color w:val="FFFFFF" w:themeColor="background1"/>
        <w:sz w:val="20"/>
      </w:rPr>
      <w:tblPr/>
      <w:tcPr>
        <w:shd w:val="clear" w:color="auto" w:fill="BDBCBC" w:themeFill="accent5"/>
      </w:tcPr>
    </w:tblStylePr>
    <w:tblStylePr w:type="lastRow">
      <w:rPr>
        <w:rFonts w:ascii="PP Mori" w:hAnsi="PP Mori"/>
        <w:color w:val="auto"/>
      </w:rPr>
      <w:tblPr/>
      <w:tcPr>
        <w:shd w:val="clear" w:color="auto" w:fill="BDBCBC" w:themeFill="accent5"/>
      </w:tcPr>
    </w:tblStylePr>
    <w:tblStylePr w:type="firstCol">
      <w:rPr>
        <w:rFonts w:ascii="PP Mori" w:hAnsi="PP Mori"/>
        <w:color w:val="FFFFFF" w:themeColor="background1"/>
      </w:rPr>
      <w:tblPr/>
      <w:tcPr>
        <w:shd w:val="clear" w:color="auto" w:fill="BDBCBC" w:themeFill="accent5"/>
      </w:tcPr>
    </w:tblStylePr>
    <w:tblStylePr w:type="lastCol">
      <w:rPr>
        <w:rFonts w:ascii="PP Mori" w:hAnsi="PP Mori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DBCBC" w:themeFill="accent5"/>
      </w:tcPr>
    </w:tblStylePr>
    <w:tblStylePr w:type="band1Vert">
      <w:rPr>
        <w:rFonts w:ascii="PP Mori" w:hAnsi="PP Mori"/>
      </w:rPr>
      <w:tblPr/>
      <w:tcPr>
        <w:shd w:val="clear" w:color="auto" w:fill="FFFFFF" w:themeFill="background1"/>
      </w:tcPr>
    </w:tblStylePr>
    <w:tblStylePr w:type="band2Vert">
      <w:rPr>
        <w:rFonts w:ascii="PP Mori" w:hAnsi="PP Mori"/>
      </w:rPr>
      <w:tblPr/>
      <w:tcPr>
        <w:shd w:val="clear" w:color="auto" w:fill="E3E3E3" w:themeFill="accent6"/>
      </w:tcPr>
    </w:tblStylePr>
    <w:tblStylePr w:type="band1Horz">
      <w:rPr>
        <w:rFonts w:ascii="PP Mori" w:hAnsi="PP Mori"/>
      </w:rPr>
      <w:tblPr/>
      <w:tcPr>
        <w:shd w:val="clear" w:color="auto" w:fill="FFFFFF" w:themeFill="background1"/>
      </w:tcPr>
    </w:tblStylePr>
    <w:tblStylePr w:type="band2Horz">
      <w:rPr>
        <w:rFonts w:ascii="PP Mori" w:hAnsi="PP Mori"/>
      </w:rPr>
      <w:tblPr/>
      <w:tcPr>
        <w:shd w:val="clear" w:color="auto" w:fill="E3E3E3" w:themeFill="accent6"/>
      </w:tcPr>
    </w:tblStylePr>
  </w:style>
  <w:style w:type="paragraph" w:customStyle="1" w:styleId="IREBLiterature">
    <w:name w:val="IREB Literature"/>
    <w:basedOn w:val="Normal"/>
    <w:qFormat/>
    <w:rsid w:val="00D52440"/>
    <w:pPr>
      <w:ind w:left="1418" w:hanging="1418"/>
    </w:pPr>
    <w:rPr>
      <w:lang w:val="de-DE"/>
    </w:rPr>
  </w:style>
  <w:style w:type="paragraph" w:customStyle="1" w:styleId="IREBEOList">
    <w:name w:val="IREB EO List"/>
    <w:basedOn w:val="Normal"/>
    <w:qFormat/>
    <w:rsid w:val="00D52440"/>
    <w:pPr>
      <w:suppressAutoHyphens w:val="0"/>
      <w:spacing w:before="0" w:after="0" w:line="276" w:lineRule="auto"/>
      <w:ind w:left="1134" w:hanging="1134"/>
    </w:pPr>
    <w:rPr>
      <w:rFonts w:eastAsia="Times New Roman"/>
      <w:lang w:val="de-DE" w:eastAsia="de-DE"/>
    </w:rPr>
  </w:style>
  <w:style w:type="table" w:styleId="TableGridLight">
    <w:name w:val="Grid Table Light"/>
    <w:basedOn w:val="TableNormal"/>
    <w:uiPriority w:val="40"/>
    <w:locked/>
    <w:rsid w:val="00AA78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IREBPPMoriRegular">
    <w:name w:val="IREB PP Mori Regular"/>
    <w:basedOn w:val="DefaultParagraphFont"/>
    <w:uiPriority w:val="1"/>
    <w:qFormat/>
    <w:rsid w:val="00D52440"/>
    <w:rPr>
      <w:rFonts w:ascii="PP Mori" w:eastAsia="PP Mori" w:hAnsi="PP Mori" w:cs="PP Mori"/>
    </w:rPr>
  </w:style>
  <w:style w:type="character" w:customStyle="1" w:styleId="IREBGTPressuraRegular">
    <w:name w:val="IREB GT Pressura Regular"/>
    <w:basedOn w:val="DefaultParagraphFont"/>
    <w:uiPriority w:val="1"/>
    <w:qFormat/>
    <w:rsid w:val="00D52440"/>
    <w:rPr>
      <w:rFonts w:ascii="GT Pressura Mono Regular" w:eastAsia="GT Pressura Mono Regular" w:hAnsi="GT Pressura Mono Regular" w:cs="GT Pressura Mono Regular"/>
    </w:rPr>
  </w:style>
  <w:style w:type="character" w:customStyle="1" w:styleId="IREBGTPressuraBold">
    <w:name w:val="IREB GT Pressura Bold"/>
    <w:basedOn w:val="DefaultParagraphFont"/>
    <w:uiPriority w:val="1"/>
    <w:qFormat/>
    <w:rsid w:val="00D52440"/>
    <w:rPr>
      <w:rFonts w:ascii="GT Pressura Mono Regular" w:eastAsia="GT Pressura Mono Regular" w:hAnsi="GT Pressura Mono Regular" w:cs="GT Pressura Mono Regular"/>
      <w:b/>
      <w:bCs/>
      <w:lang w:val="en-US"/>
    </w:rPr>
  </w:style>
  <w:style w:type="character" w:customStyle="1" w:styleId="IREBGTPessuraItalic">
    <w:name w:val="IREB GT Pessura Italic"/>
    <w:basedOn w:val="IREBGTPressuraRegular"/>
    <w:uiPriority w:val="1"/>
    <w:qFormat/>
    <w:rsid w:val="00D52440"/>
    <w:rPr>
      <w:rFonts w:ascii="GT Pressura Mono Regular" w:eastAsia="GT Pressura Mono Regular" w:hAnsi="GT Pressura Mono Regular" w:cs="GT Pressura Mono Regular"/>
      <w:i/>
      <w:iCs/>
    </w:rPr>
  </w:style>
  <w:style w:type="paragraph" w:customStyle="1" w:styleId="IREBExpression">
    <w:name w:val="IREB Expression"/>
    <w:basedOn w:val="IREBDefinition"/>
    <w:rsid w:val="00A22002"/>
    <w:pPr>
      <w:keepNext w:val="0"/>
      <w:pBdr>
        <w:top w:val="single" w:sz="8" w:space="7" w:color="878787" w:themeColor="accent4"/>
        <w:left w:val="single" w:sz="8" w:space="14" w:color="878787" w:themeColor="accent4"/>
        <w:bottom w:val="single" w:sz="8" w:space="7" w:color="878787" w:themeColor="accent4"/>
        <w:right w:val="single" w:sz="8" w:space="14" w:color="878787" w:themeColor="accent4"/>
      </w:pBdr>
      <w:shd w:val="clear" w:color="auto" w:fill="auto"/>
    </w:pPr>
    <w:rPr>
      <w:rFonts w:ascii="PP Mori" w:eastAsia="PP Mori" w:hAnsi="PP Mori" w:cs="PP Mori"/>
      <w:color w:val="auto"/>
      <w:sz w:val="20"/>
      <w:szCs w:val="20"/>
    </w:rPr>
  </w:style>
  <w:style w:type="paragraph" w:customStyle="1" w:styleId="IREBHint">
    <w:name w:val="IREB Hint"/>
    <w:basedOn w:val="IREBDefinition"/>
    <w:rsid w:val="00A22002"/>
    <w:pPr>
      <w:keepNext w:val="0"/>
      <w:pBdr>
        <w:top w:val="single" w:sz="8" w:space="7" w:color="A2E4B8" w:themeColor="accent2"/>
        <w:left w:val="single" w:sz="8" w:space="14" w:color="A2E4B8" w:themeColor="accent2"/>
        <w:bottom w:val="single" w:sz="8" w:space="7" w:color="A2E4B8" w:themeColor="accent2"/>
        <w:right w:val="single" w:sz="8" w:space="14" w:color="A2E4B8" w:themeColor="accent2"/>
      </w:pBdr>
      <w:shd w:val="clear" w:color="auto" w:fill="A2E4B8" w:themeFill="accent2"/>
    </w:pPr>
    <w:rPr>
      <w:rFonts w:ascii="PP Mori" w:eastAsia="PP Mori" w:hAnsi="PP Mori" w:cs="PP Mori"/>
      <w:color w:val="auto"/>
      <w:sz w:val="20"/>
      <w:szCs w:val="20"/>
    </w:rPr>
  </w:style>
  <w:style w:type="paragraph" w:customStyle="1" w:styleId="IREBIndent">
    <w:name w:val="IREB Indent"/>
    <w:basedOn w:val="Normal"/>
    <w:qFormat/>
    <w:rsid w:val="00D52440"/>
    <w:pPr>
      <w:keepNext/>
      <w:numPr>
        <w:ilvl w:val="1"/>
        <w:numId w:val="15"/>
      </w:numPr>
      <w:contextualSpacing/>
    </w:pPr>
    <w:rPr>
      <w:lang w:val="de-DE"/>
    </w:rPr>
  </w:style>
  <w:style w:type="paragraph" w:customStyle="1" w:styleId="IREBExample">
    <w:name w:val="IREB Example"/>
    <w:basedOn w:val="IREBDefinition"/>
    <w:rsid w:val="00A22002"/>
    <w:pPr>
      <w:keepNext w:val="0"/>
      <w:pBdr>
        <w:top w:val="single" w:sz="8" w:space="7" w:color="E3E3E3" w:themeColor="accent6"/>
        <w:left w:val="single" w:sz="8" w:space="14" w:color="E3E3E3" w:themeColor="accent6"/>
        <w:bottom w:val="single" w:sz="8" w:space="7" w:color="E3E3E3" w:themeColor="accent6"/>
        <w:right w:val="single" w:sz="8" w:space="14" w:color="E3E3E3" w:themeColor="accent6"/>
      </w:pBdr>
      <w:shd w:val="clear" w:color="E7E6E6" w:themeColor="background2" w:fill="E3E3E3" w:themeFill="accent6"/>
    </w:pPr>
    <w:rPr>
      <w:rFonts w:ascii="PP Mori" w:hAnsi="PP Mori"/>
      <w:color w:val="auto"/>
      <w:sz w:val="20"/>
      <w:szCs w:val="18"/>
    </w:rPr>
  </w:style>
  <w:style w:type="paragraph" w:customStyle="1" w:styleId="IREBTableBullets">
    <w:name w:val="IREB Table Bullets"/>
    <w:basedOn w:val="IREBBulletList"/>
    <w:qFormat/>
    <w:rsid w:val="00D52440"/>
    <w:pPr>
      <w:ind w:left="414" w:hanging="414"/>
    </w:pPr>
    <w:rPr>
      <w:sz w:val="20"/>
      <w:szCs w:val="20"/>
    </w:rPr>
  </w:style>
  <w:style w:type="paragraph" w:customStyle="1" w:styleId="IREBTableContent">
    <w:name w:val="IREB Table Content"/>
    <w:basedOn w:val="Normal"/>
    <w:qFormat/>
    <w:rsid w:val="00C571DC"/>
    <w:rPr>
      <w:sz w:val="20"/>
      <w:szCs w:val="20"/>
      <w:lang w:val="de-DE"/>
    </w:rPr>
  </w:style>
  <w:style w:type="paragraph" w:customStyle="1" w:styleId="IREBTableHeader">
    <w:name w:val="IREB Table Header"/>
    <w:basedOn w:val="Caption"/>
    <w:link w:val="IREBTableHeaderZchn"/>
    <w:qFormat/>
    <w:rsid w:val="00A11718"/>
    <w:pPr>
      <w:keepNext/>
      <w:spacing w:after="120"/>
      <w:jc w:val="left"/>
    </w:pPr>
    <w:rPr>
      <w:rFonts w:ascii="PP Mori" w:hAnsi="PP Mori"/>
    </w:rPr>
  </w:style>
  <w:style w:type="character" w:customStyle="1" w:styleId="IREBTableHeaderZchn">
    <w:name w:val="IREB Table Header Zchn"/>
    <w:basedOn w:val="CaptionChar"/>
    <w:link w:val="IREBTableHeader"/>
    <w:rsid w:val="00A11718"/>
    <w:rPr>
      <w:rFonts w:ascii="PP Mori" w:eastAsia="PP Mori" w:hAnsi="PP Mori" w:cs="PP Mori"/>
      <w:iCs/>
      <w:sz w:val="18"/>
      <w:szCs w:val="18"/>
    </w:rPr>
  </w:style>
  <w:style w:type="character" w:customStyle="1" w:styleId="IREBExclamation">
    <w:name w:val="IREB Exclamation"/>
    <w:basedOn w:val="DefaultParagraphFont"/>
    <w:rsid w:val="001F739C"/>
    <w:rPr>
      <w:rFonts w:ascii="GT Pressura Mono Regular" w:hAnsi="GT Pressura Mono Regular"/>
      <w:color w:val="00BF6F" w:themeColor="accent1"/>
      <w:sz w:val="120"/>
      <w:szCs w:val="120"/>
    </w:rPr>
  </w:style>
  <w:style w:type="paragraph" w:customStyle="1" w:styleId="IREBFooterlandscape">
    <w:name w:val="IREB Footer landscape"/>
    <w:basedOn w:val="Footer"/>
    <w:qFormat/>
    <w:rsid w:val="00A02AA9"/>
    <w:pPr>
      <w:tabs>
        <w:tab w:val="clear" w:pos="9498"/>
        <w:tab w:val="right" w:pos="14456"/>
      </w:tabs>
    </w:pPr>
    <w:rPr>
      <w:rFonts w:eastAsia="GT Pressura Mono Regular" w:cs="GT Pressura Mono Regular"/>
      <w:szCs w:val="22"/>
    </w:rPr>
  </w:style>
  <w:style w:type="paragraph" w:styleId="EndnoteText">
    <w:name w:val="endnote text"/>
    <w:basedOn w:val="Normal"/>
    <w:link w:val="EndnoteTextChar"/>
    <w:uiPriority w:val="99"/>
    <w:semiHidden/>
    <w:rsid w:val="000A450C"/>
    <w:pPr>
      <w:spacing w:before="0" w:after="0" w:line="240" w:lineRule="auto"/>
    </w:pPr>
    <w:rPr>
      <w:sz w:val="20"/>
      <w:szCs w:val="20"/>
      <w:lang w:val="de-D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450C"/>
    <w:rPr>
      <w:rFonts w:ascii="PP Mori" w:eastAsia="PP Mori" w:hAnsi="PP Mori" w:cs="PP Mo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A45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7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7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6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4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2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4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REB\IREB%20GmbH\IREB%20Backoffice%20-%20Documents\Templates\Word\template_cpre_document.dotx" TargetMode="External"/></Relationships>
</file>

<file path=word/theme/theme1.xml><?xml version="1.0" encoding="utf-8"?>
<a:theme xmlns:a="http://schemas.openxmlformats.org/drawingml/2006/main" name="Office">
  <a:themeElements>
    <a:clrScheme name="IREB CPR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BF6F"/>
      </a:accent1>
      <a:accent2>
        <a:srgbClr val="A2E4B8"/>
      </a:accent2>
      <a:accent3>
        <a:srgbClr val="3C3C3B"/>
      </a:accent3>
      <a:accent4>
        <a:srgbClr val="878787"/>
      </a:accent4>
      <a:accent5>
        <a:srgbClr val="BDBCBC"/>
      </a:accent5>
      <a:accent6>
        <a:srgbClr val="E3E3E3"/>
      </a:accent6>
      <a:hlink>
        <a:srgbClr val="00BF6F"/>
      </a:hlink>
      <a:folHlink>
        <a:srgbClr val="3C3C3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7C7D19E7E39042ADCA87EA2863C7C3" ma:contentTypeVersion="14" ma:contentTypeDescription="Create a new document." ma:contentTypeScope="" ma:versionID="e2a6f79688023def171ccf89c0ff2e1e">
  <xsd:schema xmlns:xsd="http://www.w3.org/2001/XMLSchema" xmlns:xs="http://www.w3.org/2001/XMLSchema" xmlns:p="http://schemas.microsoft.com/office/2006/metadata/properties" xmlns:ns2="90da5f3e-d79a-44dc-a5d4-e14507843136" xmlns:ns3="760ac26a-6fb0-46c2-b95f-da4533156b47" targetNamespace="http://schemas.microsoft.com/office/2006/metadata/properties" ma:root="true" ma:fieldsID="94593667a5bc401f622adac682f4fb0b" ns2:_="" ns3:_="">
    <xsd:import namespace="90da5f3e-d79a-44dc-a5d4-e14507843136"/>
    <xsd:import namespace="760ac26a-6fb0-46c2-b95f-da4533156b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a5f3e-d79a-44dc-a5d4-e14507843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2099f5d-aa4d-445e-bcac-59b5df6d58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ac26a-6fb0-46c2-b95f-da4533156b4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cd7fcc-0110-43b1-aa0e-efa5b80e6024}" ma:internalName="TaxCatchAll" ma:showField="CatchAllData" ma:web="760ac26a-6fb0-46c2-b95f-da4533156b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da5f3e-d79a-44dc-a5d4-e14507843136">
      <Terms xmlns="http://schemas.microsoft.com/office/infopath/2007/PartnerControls"/>
    </lcf76f155ced4ddcb4097134ff3c332f>
    <TaxCatchAll xmlns="760ac26a-6fb0-46c2-b95f-da4533156b47" xsi:nil="true"/>
  </documentManagement>
</p:properties>
</file>

<file path=customXml/itemProps1.xml><?xml version="1.0" encoding="utf-8"?>
<ds:datastoreItem xmlns:ds="http://schemas.openxmlformats.org/officeDocument/2006/customXml" ds:itemID="{F14A63ED-E226-4BFD-83FC-655A5EEB77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D968BC-E0AA-4C66-90A9-356996003667}"/>
</file>

<file path=customXml/itemProps3.xml><?xml version="1.0" encoding="utf-8"?>
<ds:datastoreItem xmlns:ds="http://schemas.openxmlformats.org/officeDocument/2006/customXml" ds:itemID="{367C0B4D-7C32-48CC-BFEF-F6348486F5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2C4A9B-1687-443D-B1F0-3195D3F149ED}">
  <ds:schemaRefs>
    <ds:schemaRef ds:uri="http://schemas.microsoft.com/office/2006/metadata/properties"/>
    <ds:schemaRef ds:uri="http://schemas.microsoft.com/office/infopath/2007/PartnerControls"/>
    <ds:schemaRef ds:uri="27cba7c4-9e8a-428c-bb96-46b493f1c046"/>
    <ds:schemaRef ds:uri="47d3577c-4abc-4556-9b4e-14295f6e9d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template_cpre_document.dotx</Template>
  <TotalTime>0</TotalTime>
  <Pages>6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Links>
    <vt:vector size="600" baseType="variant">
      <vt:variant>
        <vt:i4>1703987</vt:i4>
      </vt:variant>
      <vt:variant>
        <vt:i4>1735</vt:i4>
      </vt:variant>
      <vt:variant>
        <vt:i4>0</vt:i4>
      </vt:variant>
      <vt:variant>
        <vt:i4>5</vt:i4>
      </vt:variant>
      <vt:variant>
        <vt:lpwstr/>
      </vt:variant>
      <vt:variant>
        <vt:lpwstr>_Toc146718561</vt:lpwstr>
      </vt:variant>
      <vt:variant>
        <vt:i4>1703987</vt:i4>
      </vt:variant>
      <vt:variant>
        <vt:i4>1729</vt:i4>
      </vt:variant>
      <vt:variant>
        <vt:i4>0</vt:i4>
      </vt:variant>
      <vt:variant>
        <vt:i4>5</vt:i4>
      </vt:variant>
      <vt:variant>
        <vt:lpwstr/>
      </vt:variant>
      <vt:variant>
        <vt:lpwstr>_Toc146718560</vt:lpwstr>
      </vt:variant>
      <vt:variant>
        <vt:i4>1638451</vt:i4>
      </vt:variant>
      <vt:variant>
        <vt:i4>1723</vt:i4>
      </vt:variant>
      <vt:variant>
        <vt:i4>0</vt:i4>
      </vt:variant>
      <vt:variant>
        <vt:i4>5</vt:i4>
      </vt:variant>
      <vt:variant>
        <vt:lpwstr/>
      </vt:variant>
      <vt:variant>
        <vt:lpwstr>_Toc146718559</vt:lpwstr>
      </vt:variant>
      <vt:variant>
        <vt:i4>1638451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_Toc146718558</vt:lpwstr>
      </vt:variant>
      <vt:variant>
        <vt:i4>1638451</vt:i4>
      </vt:variant>
      <vt:variant>
        <vt:i4>1711</vt:i4>
      </vt:variant>
      <vt:variant>
        <vt:i4>0</vt:i4>
      </vt:variant>
      <vt:variant>
        <vt:i4>5</vt:i4>
      </vt:variant>
      <vt:variant>
        <vt:lpwstr/>
      </vt:variant>
      <vt:variant>
        <vt:lpwstr>_Toc146718557</vt:lpwstr>
      </vt:variant>
      <vt:variant>
        <vt:i4>1638451</vt:i4>
      </vt:variant>
      <vt:variant>
        <vt:i4>1705</vt:i4>
      </vt:variant>
      <vt:variant>
        <vt:i4>0</vt:i4>
      </vt:variant>
      <vt:variant>
        <vt:i4>5</vt:i4>
      </vt:variant>
      <vt:variant>
        <vt:lpwstr/>
      </vt:variant>
      <vt:variant>
        <vt:lpwstr>_Toc146718556</vt:lpwstr>
      </vt:variant>
      <vt:variant>
        <vt:i4>1638451</vt:i4>
      </vt:variant>
      <vt:variant>
        <vt:i4>1699</vt:i4>
      </vt:variant>
      <vt:variant>
        <vt:i4>0</vt:i4>
      </vt:variant>
      <vt:variant>
        <vt:i4>5</vt:i4>
      </vt:variant>
      <vt:variant>
        <vt:lpwstr/>
      </vt:variant>
      <vt:variant>
        <vt:lpwstr>_Toc146718555</vt:lpwstr>
      </vt:variant>
      <vt:variant>
        <vt:i4>1638451</vt:i4>
      </vt:variant>
      <vt:variant>
        <vt:i4>1693</vt:i4>
      </vt:variant>
      <vt:variant>
        <vt:i4>0</vt:i4>
      </vt:variant>
      <vt:variant>
        <vt:i4>5</vt:i4>
      </vt:variant>
      <vt:variant>
        <vt:lpwstr/>
      </vt:variant>
      <vt:variant>
        <vt:lpwstr>_Toc146718554</vt:lpwstr>
      </vt:variant>
      <vt:variant>
        <vt:i4>1638451</vt:i4>
      </vt:variant>
      <vt:variant>
        <vt:i4>1687</vt:i4>
      </vt:variant>
      <vt:variant>
        <vt:i4>0</vt:i4>
      </vt:variant>
      <vt:variant>
        <vt:i4>5</vt:i4>
      </vt:variant>
      <vt:variant>
        <vt:lpwstr/>
      </vt:variant>
      <vt:variant>
        <vt:lpwstr>_Toc146718553</vt:lpwstr>
      </vt:variant>
      <vt:variant>
        <vt:i4>1638451</vt:i4>
      </vt:variant>
      <vt:variant>
        <vt:i4>1678</vt:i4>
      </vt:variant>
      <vt:variant>
        <vt:i4>0</vt:i4>
      </vt:variant>
      <vt:variant>
        <vt:i4>5</vt:i4>
      </vt:variant>
      <vt:variant>
        <vt:lpwstr/>
      </vt:variant>
      <vt:variant>
        <vt:lpwstr>_Toc146718552</vt:lpwstr>
      </vt:variant>
      <vt:variant>
        <vt:i4>1638451</vt:i4>
      </vt:variant>
      <vt:variant>
        <vt:i4>1672</vt:i4>
      </vt:variant>
      <vt:variant>
        <vt:i4>0</vt:i4>
      </vt:variant>
      <vt:variant>
        <vt:i4>5</vt:i4>
      </vt:variant>
      <vt:variant>
        <vt:lpwstr/>
      </vt:variant>
      <vt:variant>
        <vt:lpwstr>_Toc146718551</vt:lpwstr>
      </vt:variant>
      <vt:variant>
        <vt:i4>1638451</vt:i4>
      </vt:variant>
      <vt:variant>
        <vt:i4>1666</vt:i4>
      </vt:variant>
      <vt:variant>
        <vt:i4>0</vt:i4>
      </vt:variant>
      <vt:variant>
        <vt:i4>5</vt:i4>
      </vt:variant>
      <vt:variant>
        <vt:lpwstr/>
      </vt:variant>
      <vt:variant>
        <vt:lpwstr>_Toc146718550</vt:lpwstr>
      </vt:variant>
      <vt:variant>
        <vt:i4>1572915</vt:i4>
      </vt:variant>
      <vt:variant>
        <vt:i4>1660</vt:i4>
      </vt:variant>
      <vt:variant>
        <vt:i4>0</vt:i4>
      </vt:variant>
      <vt:variant>
        <vt:i4>5</vt:i4>
      </vt:variant>
      <vt:variant>
        <vt:lpwstr/>
      </vt:variant>
      <vt:variant>
        <vt:lpwstr>_Toc146718549</vt:lpwstr>
      </vt:variant>
      <vt:variant>
        <vt:i4>1572915</vt:i4>
      </vt:variant>
      <vt:variant>
        <vt:i4>1654</vt:i4>
      </vt:variant>
      <vt:variant>
        <vt:i4>0</vt:i4>
      </vt:variant>
      <vt:variant>
        <vt:i4>5</vt:i4>
      </vt:variant>
      <vt:variant>
        <vt:lpwstr/>
      </vt:variant>
      <vt:variant>
        <vt:lpwstr>_Toc146718548</vt:lpwstr>
      </vt:variant>
      <vt:variant>
        <vt:i4>1572915</vt:i4>
      </vt:variant>
      <vt:variant>
        <vt:i4>1648</vt:i4>
      </vt:variant>
      <vt:variant>
        <vt:i4>0</vt:i4>
      </vt:variant>
      <vt:variant>
        <vt:i4>5</vt:i4>
      </vt:variant>
      <vt:variant>
        <vt:lpwstr/>
      </vt:variant>
      <vt:variant>
        <vt:lpwstr>_Toc146718547</vt:lpwstr>
      </vt:variant>
      <vt:variant>
        <vt:i4>1572915</vt:i4>
      </vt:variant>
      <vt:variant>
        <vt:i4>1642</vt:i4>
      </vt:variant>
      <vt:variant>
        <vt:i4>0</vt:i4>
      </vt:variant>
      <vt:variant>
        <vt:i4>5</vt:i4>
      </vt:variant>
      <vt:variant>
        <vt:lpwstr/>
      </vt:variant>
      <vt:variant>
        <vt:lpwstr>_Toc146718546</vt:lpwstr>
      </vt:variant>
      <vt:variant>
        <vt:i4>1572915</vt:i4>
      </vt:variant>
      <vt:variant>
        <vt:i4>1636</vt:i4>
      </vt:variant>
      <vt:variant>
        <vt:i4>0</vt:i4>
      </vt:variant>
      <vt:variant>
        <vt:i4>5</vt:i4>
      </vt:variant>
      <vt:variant>
        <vt:lpwstr/>
      </vt:variant>
      <vt:variant>
        <vt:lpwstr>_Toc146718545</vt:lpwstr>
      </vt:variant>
      <vt:variant>
        <vt:i4>1572915</vt:i4>
      </vt:variant>
      <vt:variant>
        <vt:i4>1630</vt:i4>
      </vt:variant>
      <vt:variant>
        <vt:i4>0</vt:i4>
      </vt:variant>
      <vt:variant>
        <vt:i4>5</vt:i4>
      </vt:variant>
      <vt:variant>
        <vt:lpwstr/>
      </vt:variant>
      <vt:variant>
        <vt:lpwstr>_Toc146718544</vt:lpwstr>
      </vt:variant>
      <vt:variant>
        <vt:i4>1572915</vt:i4>
      </vt:variant>
      <vt:variant>
        <vt:i4>1624</vt:i4>
      </vt:variant>
      <vt:variant>
        <vt:i4>0</vt:i4>
      </vt:variant>
      <vt:variant>
        <vt:i4>5</vt:i4>
      </vt:variant>
      <vt:variant>
        <vt:lpwstr/>
      </vt:variant>
      <vt:variant>
        <vt:lpwstr>_Toc146718543</vt:lpwstr>
      </vt:variant>
      <vt:variant>
        <vt:i4>1572915</vt:i4>
      </vt:variant>
      <vt:variant>
        <vt:i4>1618</vt:i4>
      </vt:variant>
      <vt:variant>
        <vt:i4>0</vt:i4>
      </vt:variant>
      <vt:variant>
        <vt:i4>5</vt:i4>
      </vt:variant>
      <vt:variant>
        <vt:lpwstr/>
      </vt:variant>
      <vt:variant>
        <vt:lpwstr>_Toc146718542</vt:lpwstr>
      </vt:variant>
      <vt:variant>
        <vt:i4>1572915</vt:i4>
      </vt:variant>
      <vt:variant>
        <vt:i4>1612</vt:i4>
      </vt:variant>
      <vt:variant>
        <vt:i4>0</vt:i4>
      </vt:variant>
      <vt:variant>
        <vt:i4>5</vt:i4>
      </vt:variant>
      <vt:variant>
        <vt:lpwstr/>
      </vt:variant>
      <vt:variant>
        <vt:lpwstr>_Toc146718541</vt:lpwstr>
      </vt:variant>
      <vt:variant>
        <vt:i4>1572915</vt:i4>
      </vt:variant>
      <vt:variant>
        <vt:i4>1606</vt:i4>
      </vt:variant>
      <vt:variant>
        <vt:i4>0</vt:i4>
      </vt:variant>
      <vt:variant>
        <vt:i4>5</vt:i4>
      </vt:variant>
      <vt:variant>
        <vt:lpwstr/>
      </vt:variant>
      <vt:variant>
        <vt:lpwstr>_Toc146718540</vt:lpwstr>
      </vt:variant>
      <vt:variant>
        <vt:i4>2031667</vt:i4>
      </vt:variant>
      <vt:variant>
        <vt:i4>1600</vt:i4>
      </vt:variant>
      <vt:variant>
        <vt:i4>0</vt:i4>
      </vt:variant>
      <vt:variant>
        <vt:i4>5</vt:i4>
      </vt:variant>
      <vt:variant>
        <vt:lpwstr/>
      </vt:variant>
      <vt:variant>
        <vt:lpwstr>_Toc146718539</vt:lpwstr>
      </vt:variant>
      <vt:variant>
        <vt:i4>2031667</vt:i4>
      </vt:variant>
      <vt:variant>
        <vt:i4>1594</vt:i4>
      </vt:variant>
      <vt:variant>
        <vt:i4>0</vt:i4>
      </vt:variant>
      <vt:variant>
        <vt:i4>5</vt:i4>
      </vt:variant>
      <vt:variant>
        <vt:lpwstr/>
      </vt:variant>
      <vt:variant>
        <vt:lpwstr>_Toc146718538</vt:lpwstr>
      </vt:variant>
      <vt:variant>
        <vt:i4>2031667</vt:i4>
      </vt:variant>
      <vt:variant>
        <vt:i4>1588</vt:i4>
      </vt:variant>
      <vt:variant>
        <vt:i4>0</vt:i4>
      </vt:variant>
      <vt:variant>
        <vt:i4>5</vt:i4>
      </vt:variant>
      <vt:variant>
        <vt:lpwstr/>
      </vt:variant>
      <vt:variant>
        <vt:lpwstr>_Toc146718537</vt:lpwstr>
      </vt:variant>
      <vt:variant>
        <vt:i4>2031667</vt:i4>
      </vt:variant>
      <vt:variant>
        <vt:i4>1582</vt:i4>
      </vt:variant>
      <vt:variant>
        <vt:i4>0</vt:i4>
      </vt:variant>
      <vt:variant>
        <vt:i4>5</vt:i4>
      </vt:variant>
      <vt:variant>
        <vt:lpwstr/>
      </vt:variant>
      <vt:variant>
        <vt:lpwstr>_Toc146718536</vt:lpwstr>
      </vt:variant>
      <vt:variant>
        <vt:i4>2031667</vt:i4>
      </vt:variant>
      <vt:variant>
        <vt:i4>1576</vt:i4>
      </vt:variant>
      <vt:variant>
        <vt:i4>0</vt:i4>
      </vt:variant>
      <vt:variant>
        <vt:i4>5</vt:i4>
      </vt:variant>
      <vt:variant>
        <vt:lpwstr/>
      </vt:variant>
      <vt:variant>
        <vt:lpwstr>_Toc146718535</vt:lpwstr>
      </vt:variant>
      <vt:variant>
        <vt:i4>2031667</vt:i4>
      </vt:variant>
      <vt:variant>
        <vt:i4>1570</vt:i4>
      </vt:variant>
      <vt:variant>
        <vt:i4>0</vt:i4>
      </vt:variant>
      <vt:variant>
        <vt:i4>5</vt:i4>
      </vt:variant>
      <vt:variant>
        <vt:lpwstr/>
      </vt:variant>
      <vt:variant>
        <vt:lpwstr>_Toc146718534</vt:lpwstr>
      </vt:variant>
      <vt:variant>
        <vt:i4>2687017</vt:i4>
      </vt:variant>
      <vt:variant>
        <vt:i4>1565</vt:i4>
      </vt:variant>
      <vt:variant>
        <vt:i4>0</vt:i4>
      </vt:variant>
      <vt:variant>
        <vt:i4>5</vt:i4>
      </vt:variant>
      <vt:variant>
        <vt:lpwstr>https://xp123.com/articles/invest-in-good-stories-and-smart-tasks/</vt:lpwstr>
      </vt:variant>
      <vt:variant>
        <vt:lpwstr/>
      </vt:variant>
      <vt:variant>
        <vt:i4>6946855</vt:i4>
      </vt:variant>
      <vt:variant>
        <vt:i4>1562</vt:i4>
      </vt:variant>
      <vt:variant>
        <vt:i4>0</vt:i4>
      </vt:variant>
      <vt:variant>
        <vt:i4>5</vt:i4>
      </vt:variant>
      <vt:variant>
        <vt:lpwstr>https://thedesignsquiggle.com/</vt:lpwstr>
      </vt:variant>
      <vt:variant>
        <vt:lpwstr/>
      </vt:variant>
      <vt:variant>
        <vt:i4>4194413</vt:i4>
      </vt:variant>
      <vt:variant>
        <vt:i4>1559</vt:i4>
      </vt:variant>
      <vt:variant>
        <vt:i4>0</vt:i4>
      </vt:variant>
      <vt:variant>
        <vt:i4>5</vt:i4>
      </vt:variant>
      <vt:variant>
        <vt:lpwstr>https://www.digital-design-manifest.de/wp-content/uploads/2021/03/Bitkom_LF_Digital_Design_Manifest_EN.pdf</vt:lpwstr>
      </vt:variant>
      <vt:variant>
        <vt:lpwstr/>
      </vt:variant>
      <vt:variant>
        <vt:i4>458798</vt:i4>
      </vt:variant>
      <vt:variant>
        <vt:i4>1556</vt:i4>
      </vt:variant>
      <vt:variant>
        <vt:i4>0</vt:i4>
      </vt:variant>
      <vt:variant>
        <vt:i4>5</vt:i4>
      </vt:variant>
      <vt:variant>
        <vt:lpwstr>https://www.bitkom.org/sites/main/files/2019-09/20190910_sammelband-digital-designbauhaus.pdf</vt:lpwstr>
      </vt:variant>
      <vt:variant>
        <vt:lpwstr/>
      </vt:variant>
      <vt:variant>
        <vt:i4>8192102</vt:i4>
      </vt:variant>
      <vt:variant>
        <vt:i4>1553</vt:i4>
      </vt:variant>
      <vt:variant>
        <vt:i4>0</vt:i4>
      </vt:variant>
      <vt:variant>
        <vt:i4>5</vt:i4>
      </vt:variant>
      <vt:variant>
        <vt:lpwstr>https://iso25000.com/index.php/en/iso-25000-standards/iso-25010</vt:lpwstr>
      </vt:variant>
      <vt:variant>
        <vt:lpwstr/>
      </vt:variant>
      <vt:variant>
        <vt:i4>7929903</vt:i4>
      </vt:variant>
      <vt:variant>
        <vt:i4>1550</vt:i4>
      </vt:variant>
      <vt:variant>
        <vt:i4>0</vt:i4>
      </vt:variant>
      <vt:variant>
        <vt:i4>5</vt:i4>
      </vt:variant>
      <vt:variant>
        <vt:lpwstr>https://atomicdesign.bradfrost.com/</vt:lpwstr>
      </vt:variant>
      <vt:variant>
        <vt:lpwstr/>
      </vt:variant>
      <vt:variant>
        <vt:i4>6094862</vt:i4>
      </vt:variant>
      <vt:variant>
        <vt:i4>1547</vt:i4>
      </vt:variant>
      <vt:variant>
        <vt:i4>0</vt:i4>
      </vt:variant>
      <vt:variant>
        <vt:i4>5</vt:i4>
      </vt:variant>
      <vt:variant>
        <vt:lpwstr>https://www.forbes.com/sites/jasonbloomberg/2018/04/29/digitization-digitalization-and-digital-transformation-confuse-them-at-your-peril/?sh=1fc351092f2c</vt:lpwstr>
      </vt:variant>
      <vt:variant>
        <vt:lpwstr/>
      </vt:variant>
      <vt:variant>
        <vt:i4>3407996</vt:i4>
      </vt:variant>
      <vt:variant>
        <vt:i4>1544</vt:i4>
      </vt:variant>
      <vt:variant>
        <vt:i4>0</vt:i4>
      </vt:variant>
      <vt:variant>
        <vt:i4>5</vt:i4>
      </vt:variant>
      <vt:variant>
        <vt:lpwstr>https://www.bitkom.org/Bitkom/Publikationen/Rollenideal-Digital-Design.html</vt:lpwstr>
      </vt:variant>
      <vt:variant>
        <vt:lpwstr/>
      </vt:variant>
      <vt:variant>
        <vt:i4>2031667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_Toc146718533</vt:lpwstr>
      </vt:variant>
      <vt:variant>
        <vt:i4>2031667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_Toc146718532</vt:lpwstr>
      </vt:variant>
      <vt:variant>
        <vt:i4>2031667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_Toc146718531</vt:lpwstr>
      </vt:variant>
      <vt:variant>
        <vt:i4>2031667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_Toc146718530</vt:lpwstr>
      </vt:variant>
      <vt:variant>
        <vt:i4>1966131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_Toc146718529</vt:lpwstr>
      </vt:variant>
      <vt:variant>
        <vt:i4>1966131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_Toc146718528</vt:lpwstr>
      </vt:variant>
      <vt:variant>
        <vt:i4>1966131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_Toc146718527</vt:lpwstr>
      </vt:variant>
      <vt:variant>
        <vt:i4>1966131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_Toc146718526</vt:lpwstr>
      </vt:variant>
      <vt:variant>
        <vt:i4>1966131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_Toc146718525</vt:lpwstr>
      </vt:variant>
      <vt:variant>
        <vt:i4>1966131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_Toc146718524</vt:lpwstr>
      </vt:variant>
      <vt:variant>
        <vt:i4>1966131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_Toc146718523</vt:lpwstr>
      </vt:variant>
      <vt:variant>
        <vt:i4>1966131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_Toc146718522</vt:lpwstr>
      </vt:variant>
      <vt:variant>
        <vt:i4>1966131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_Toc146718521</vt:lpwstr>
      </vt:variant>
      <vt:variant>
        <vt:i4>1966131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_Toc146718520</vt:lpwstr>
      </vt:variant>
      <vt:variant>
        <vt:i4>1900595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_Toc146718519</vt:lpwstr>
      </vt:variant>
      <vt:variant>
        <vt:i4>1900595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_Toc146718518</vt:lpwstr>
      </vt:variant>
      <vt:variant>
        <vt:i4>1900595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_Toc146718517</vt:lpwstr>
      </vt:variant>
      <vt:variant>
        <vt:i4>1900595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_Toc146718516</vt:lpwstr>
      </vt:variant>
      <vt:variant>
        <vt:i4>1900595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_Toc146718515</vt:lpwstr>
      </vt:variant>
      <vt:variant>
        <vt:i4>1900595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_Toc146718514</vt:lpwstr>
      </vt:variant>
      <vt:variant>
        <vt:i4>1900595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_Toc146718513</vt:lpwstr>
      </vt:variant>
      <vt:variant>
        <vt:i4>1900595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_Toc146718512</vt:lpwstr>
      </vt:variant>
      <vt:variant>
        <vt:i4>1900595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_Toc146718511</vt:lpwstr>
      </vt:variant>
      <vt:variant>
        <vt:i4>1900595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_Toc146718510</vt:lpwstr>
      </vt:variant>
      <vt:variant>
        <vt:i4>1835059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_Toc146718509</vt:lpwstr>
      </vt:variant>
      <vt:variant>
        <vt:i4>1835059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_Toc146718508</vt:lpwstr>
      </vt:variant>
      <vt:variant>
        <vt:i4>1835059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_Toc146718507</vt:lpwstr>
      </vt:variant>
      <vt:variant>
        <vt:i4>1835059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_Toc146718506</vt:lpwstr>
      </vt:variant>
      <vt:variant>
        <vt:i4>1835059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_Toc146718505</vt:lpwstr>
      </vt:variant>
      <vt:variant>
        <vt:i4>1835059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_Toc146718504</vt:lpwstr>
      </vt:variant>
      <vt:variant>
        <vt:i4>1835059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_Toc146718503</vt:lpwstr>
      </vt:variant>
      <vt:variant>
        <vt:i4>1835059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_Toc146718502</vt:lpwstr>
      </vt:variant>
      <vt:variant>
        <vt:i4>1835059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_Toc146718501</vt:lpwstr>
      </vt:variant>
      <vt:variant>
        <vt:i4>1835059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_Toc146718500</vt:lpwstr>
      </vt:variant>
      <vt:variant>
        <vt:i4>1376306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_Toc146718499</vt:lpwstr>
      </vt:variant>
      <vt:variant>
        <vt:i4>1376306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_Toc146718498</vt:lpwstr>
      </vt:variant>
      <vt:variant>
        <vt:i4>1376306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_Toc146718497</vt:lpwstr>
      </vt:variant>
      <vt:variant>
        <vt:i4>1376306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_Toc146718496</vt:lpwstr>
      </vt:variant>
      <vt:variant>
        <vt:i4>1376306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_Toc146718495</vt:lpwstr>
      </vt:variant>
      <vt:variant>
        <vt:i4>1376306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_Toc146718494</vt:lpwstr>
      </vt:variant>
      <vt:variant>
        <vt:i4>1376306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_Toc146718493</vt:lpwstr>
      </vt:variant>
      <vt:variant>
        <vt:i4>1376306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_Toc146718492</vt:lpwstr>
      </vt:variant>
      <vt:variant>
        <vt:i4>1376306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_Toc146718491</vt:lpwstr>
      </vt:variant>
      <vt:variant>
        <vt:i4>1376306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_Toc146718490</vt:lpwstr>
      </vt:variant>
      <vt:variant>
        <vt:i4>1310770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_Toc146718489</vt:lpwstr>
      </vt:variant>
      <vt:variant>
        <vt:i4>1310770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_Toc146718488</vt:lpwstr>
      </vt:variant>
      <vt:variant>
        <vt:i4>1310770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_Toc146718487</vt:lpwstr>
      </vt:variant>
      <vt:variant>
        <vt:i4>1310770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_Toc146718486</vt:lpwstr>
      </vt:variant>
      <vt:variant>
        <vt:i4>1310770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_Toc146718485</vt:lpwstr>
      </vt:variant>
      <vt:variant>
        <vt:i4>1310770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_Toc146718484</vt:lpwstr>
      </vt:variant>
      <vt:variant>
        <vt:i4>1310770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_Toc146718483</vt:lpwstr>
      </vt:variant>
      <vt:variant>
        <vt:i4>1310770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_Toc146718482</vt:lpwstr>
      </vt:variant>
      <vt:variant>
        <vt:i4>1310770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_Toc146718481</vt:lpwstr>
      </vt:variant>
      <vt:variant>
        <vt:i4>1310770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_Toc146718480</vt:lpwstr>
      </vt:variant>
      <vt:variant>
        <vt:i4>1769522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_Toc146718479</vt:lpwstr>
      </vt:variant>
      <vt:variant>
        <vt:i4>1769522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_Toc146718478</vt:lpwstr>
      </vt:variant>
      <vt:variant>
        <vt:i4>1769522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_Toc146718477</vt:lpwstr>
      </vt:variant>
      <vt:variant>
        <vt:i4>1769522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_Toc146718476</vt:lpwstr>
      </vt:variant>
      <vt:variant>
        <vt:i4>1769522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_Toc146718475</vt:lpwstr>
      </vt:variant>
      <vt:variant>
        <vt:i4>1769522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_Toc146718474</vt:lpwstr>
      </vt:variant>
      <vt:variant>
        <vt:i4>1769522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_Toc146718473</vt:lpwstr>
      </vt:variant>
      <vt:variant>
        <vt:i4>1769522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_Toc146718472</vt:lpwstr>
      </vt:variant>
      <vt:variant>
        <vt:i4>6291549</vt:i4>
      </vt:variant>
      <vt:variant>
        <vt:i4>0</vt:i4>
      </vt:variant>
      <vt:variant>
        <vt:i4>0</vt:i4>
      </vt:variant>
      <vt:variant>
        <vt:i4>5</vt:i4>
      </vt:variant>
      <vt:variant>
        <vt:lpwstr>mailto:info@digitaldesign.org</vt:lpwstr>
      </vt:variant>
      <vt:variant>
        <vt:lpwstr/>
      </vt:variant>
      <vt:variant>
        <vt:i4>1114129</vt:i4>
      </vt:variant>
      <vt:variant>
        <vt:i4>6</vt:i4>
      </vt:variant>
      <vt:variant>
        <vt:i4>0</vt:i4>
      </vt:variant>
      <vt:variant>
        <vt:i4>5</vt:i4>
      </vt:variant>
      <vt:variant>
        <vt:lpwstr>https://teachablemachine.withgoogle.com/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CPRE Expert Application Template</dc:title>
  <dc:subject/>
  <dc:creator>Stan Bühne</dc:creator>
  <cp:keywords/>
  <dc:description/>
  <cp:lastModifiedBy>Stan Bühne</cp:lastModifiedBy>
  <cp:revision>11</cp:revision>
  <cp:lastPrinted>2025-04-07T09:17:00Z</cp:lastPrinted>
  <dcterms:created xsi:type="dcterms:W3CDTF">2025-04-07T09:01:00Z</dcterms:created>
  <dcterms:modified xsi:type="dcterms:W3CDTF">2025-04-07T09:17:00Z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0x010100A77C7D19E7E39042ADCA87EA2863C7C3</vt:lpwstr>
  </property>
  <property fmtid="{D5CDD505-2E9C-101B-9397-08002B2CF9AE}" pid="3" name="MediaServiceImageTags">
    <vt:lpwstr/>
  </property>
</Properties>
</file>